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E57BC" w14:textId="77777777" w:rsidR="00EA40D9" w:rsidRPr="00100493" w:rsidRDefault="00EA40D9" w:rsidP="00EA40D9">
      <w:pPr>
        <w:pStyle w:val="a3"/>
        <w:spacing w:line="600" w:lineRule="exact"/>
        <w:jc w:val="right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z w:val="40"/>
          <w:szCs w:val="40"/>
          <w:bdr w:val="single" w:sz="4" w:space="0" w:color="000000"/>
        </w:rPr>
        <w:t>別紙５</w:t>
      </w:r>
    </w:p>
    <w:p w14:paraId="05487262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758DE16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74CCC95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18513AC3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7F47FB04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0775C0CB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B71D46F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8EF7200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4F5555F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12D90285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2A425619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DEDD63F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8410E92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2D8CF28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28FFC63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28D2270D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2130E355" w14:textId="77777777" w:rsidR="00EA40D9" w:rsidRPr="00100493" w:rsidRDefault="00EA40D9" w:rsidP="00EA40D9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  <w:r w:rsidRPr="00100493">
        <w:rPr>
          <w:rFonts w:hint="eastAsia"/>
          <w:color w:val="000000" w:themeColor="text1"/>
          <w:spacing w:val="4"/>
          <w:sz w:val="40"/>
          <w:szCs w:val="40"/>
        </w:rPr>
        <w:t>入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札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書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及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び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委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任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状</w:t>
      </w:r>
    </w:p>
    <w:p w14:paraId="6B8E03E6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42388E75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EBDFABE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9491581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73CABE77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43F9DBCF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63726259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3633DB7B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7E77CDC7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51E522A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742ED4D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D9666DC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7DF4CF20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33BAEA39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4B86041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0516565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DABADFA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1E3E4B4E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6DBAFFF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44FBC079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913BEF2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5910D59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38B9FB74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1F06F1A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FE309BF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13F99AF0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69B9A5A7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1214E7EA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4711B33B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D15B341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148A8FC5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2BA332A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C498761" w14:textId="77777777"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BDB8C21" w14:textId="77777777" w:rsidR="008B508A" w:rsidRPr="00100493" w:rsidRDefault="008B508A">
      <w:pPr>
        <w:pStyle w:val="a3"/>
        <w:rPr>
          <w:color w:val="FF0000"/>
          <w:spacing w:val="0"/>
        </w:rPr>
      </w:pPr>
    </w:p>
    <w:p w14:paraId="009B7315" w14:textId="77777777" w:rsidR="00A51EF4" w:rsidRPr="00100493" w:rsidRDefault="00A51EF4">
      <w:pPr>
        <w:pStyle w:val="a3"/>
        <w:rPr>
          <w:color w:val="000000" w:themeColor="text1"/>
          <w:spacing w:val="0"/>
        </w:rPr>
      </w:pPr>
    </w:p>
    <w:p w14:paraId="669A9CBB" w14:textId="77777777" w:rsidR="008B508A" w:rsidRPr="00100493" w:rsidRDefault="008B508A">
      <w:pPr>
        <w:pStyle w:val="a3"/>
        <w:jc w:val="center"/>
        <w:rPr>
          <w:color w:val="000000" w:themeColor="text1"/>
          <w:spacing w:val="0"/>
          <w:sz w:val="32"/>
          <w:szCs w:val="32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t>入　　札　　書</w:t>
      </w:r>
      <w:r w:rsidR="000C253A" w:rsidRPr="00100493">
        <w:rPr>
          <w:rFonts w:ascii="ＭＳ 明朝" w:hAnsi="ＭＳ 明朝" w:hint="eastAsia"/>
          <w:color w:val="000000" w:themeColor="text1"/>
          <w:sz w:val="32"/>
          <w:szCs w:val="32"/>
        </w:rPr>
        <w:t>（単体用）</w:t>
      </w:r>
      <w:r w:rsidR="00A51EF4" w:rsidRPr="00100493">
        <w:rPr>
          <w:rFonts w:ascii="ＭＳ 明朝" w:hAnsi="ＭＳ 明朝"/>
          <w:color w:val="000000" w:themeColor="text1"/>
          <w:sz w:val="32"/>
          <w:szCs w:val="32"/>
        </w:rPr>
        <w:br/>
      </w:r>
    </w:p>
    <w:p w14:paraId="547BA34D" w14:textId="77777777" w:rsidR="008B508A" w:rsidRPr="00100493" w:rsidRDefault="008B508A">
      <w:pPr>
        <w:pStyle w:val="a3"/>
        <w:spacing w:line="110" w:lineRule="exact"/>
        <w:rPr>
          <w:color w:val="000000" w:themeColor="text1"/>
          <w:spacing w:val="0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270"/>
      </w:tblGrid>
      <w:tr w:rsidR="00100493" w:rsidRPr="00100493" w14:paraId="71AB4F68" w14:textId="77777777" w:rsidTr="00FD4DF3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49F76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D62737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100493" w:rsidRPr="00100493" w14:paraId="6FE9FB81" w14:textId="77777777" w:rsidTr="00FD4DF3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22E3C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848B89" w14:textId="3EFB7B15" w:rsidR="008B508A" w:rsidRPr="00100493" w:rsidRDefault="00E25786" w:rsidP="00FD4DF3">
            <w:pPr>
              <w:pStyle w:val="a3"/>
              <w:rPr>
                <w:rFonts w:ascii="ＭＳ 明朝"/>
                <w:color w:val="000000" w:themeColor="text1"/>
              </w:rPr>
            </w:pPr>
            <w:r w:rsidRPr="00E25786">
              <w:rPr>
                <w:rFonts w:ascii="ＭＳ 明朝" w:hint="eastAsia"/>
                <w:color w:val="000000" w:themeColor="text1"/>
              </w:rPr>
              <w:t>個人番号利用事務用端末機器及びアプリケーションソフトの賃貸借</w:t>
            </w:r>
          </w:p>
        </w:tc>
      </w:tr>
      <w:tr w:rsidR="00100493" w:rsidRPr="00100493" w14:paraId="4DD3D763" w14:textId="77777777" w:rsidTr="00A51EF4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283EA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6B922F" w14:textId="77777777" w:rsidR="008B508A" w:rsidRPr="00100493" w:rsidRDefault="00DB2BBC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ascii="ＭＳ 明朝" w:hAnsi="ＭＳ 明朝" w:hint="eastAsia"/>
                <w:color w:val="000000" w:themeColor="text1"/>
              </w:rPr>
              <w:t>沖縄県企画部</w:t>
            </w:r>
            <w:r w:rsidR="00DC5A2B">
              <w:rPr>
                <w:rFonts w:ascii="ＭＳ 明朝" w:hAnsi="ＭＳ 明朝" w:hint="eastAsia"/>
                <w:color w:val="000000" w:themeColor="text1"/>
              </w:rPr>
              <w:t>情報基盤整備課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の他、同賃貸借</w:t>
            </w:r>
            <w:r w:rsidR="000C253A" w:rsidRPr="00100493">
              <w:rPr>
                <w:rFonts w:ascii="ＭＳ 明朝" w:hAnsi="ＭＳ 明朝" w:hint="eastAsia"/>
                <w:color w:val="000000" w:themeColor="text1"/>
              </w:rPr>
              <w:t>仕様書による。</w:t>
            </w:r>
          </w:p>
        </w:tc>
      </w:tr>
      <w:tr w:rsidR="00100493" w:rsidRPr="00100493" w14:paraId="453B5680" w14:textId="77777777" w:rsidTr="00A51EF4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AC14A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="00100493" w:rsidRPr="00100493">
              <w:rPr>
                <w:rFonts w:ascii="ＭＳ 明朝" w:hAnsi="ＭＳ 明朝" w:hint="eastAsia"/>
                <w:color w:val="000000" w:themeColor="text1"/>
              </w:rPr>
              <w:t xml:space="preserve">履　行　</w:t>
            </w:r>
            <w:r w:rsidR="000C253A" w:rsidRPr="00100493">
              <w:rPr>
                <w:rFonts w:ascii="ＭＳ 明朝" w:hAnsi="ＭＳ 明朝" w:hint="eastAsia"/>
                <w:color w:val="000000" w:themeColor="text1"/>
              </w:rPr>
              <w:t>期　間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D602EE" w14:textId="78578806" w:rsidR="008B508A" w:rsidRPr="00100493" w:rsidRDefault="00DC5A2B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令和</w:t>
            </w:r>
            <w:r w:rsidR="00E25786">
              <w:rPr>
                <w:rFonts w:ascii="ＭＳ 明朝" w:hAnsi="ＭＳ 明朝" w:hint="eastAsia"/>
                <w:color w:val="000000" w:themeColor="text1"/>
              </w:rPr>
              <w:t>８</w:t>
            </w:r>
            <w:r w:rsidR="000C253A" w:rsidRPr="00100493">
              <w:rPr>
                <w:rFonts w:ascii="ＭＳ 明朝" w:hAnsi="ＭＳ 明朝" w:hint="eastAsia"/>
                <w:color w:val="000000" w:themeColor="text1"/>
              </w:rPr>
              <w:t>年</w:t>
            </w:r>
            <w:r w:rsidR="00E25786">
              <w:rPr>
                <w:rFonts w:ascii="ＭＳ 明朝" w:hAnsi="ＭＳ 明朝" w:hint="eastAsia"/>
                <w:color w:val="000000" w:themeColor="text1"/>
              </w:rPr>
              <w:t>３</w:t>
            </w:r>
            <w:r>
              <w:rPr>
                <w:rFonts w:ascii="ＭＳ 明朝" w:hAnsi="ＭＳ 明朝" w:hint="eastAsia"/>
                <w:color w:val="000000" w:themeColor="text1"/>
              </w:rPr>
              <w:t>月１日から令和</w:t>
            </w:r>
            <w:r w:rsidR="0094404A">
              <w:rPr>
                <w:rFonts w:ascii="ＭＳ 明朝" w:hAnsi="ＭＳ 明朝" w:hint="eastAsia"/>
                <w:color w:val="000000" w:themeColor="text1"/>
              </w:rPr>
              <w:t>1</w:t>
            </w:r>
            <w:r w:rsidR="009A3956">
              <w:rPr>
                <w:rFonts w:ascii="ＭＳ 明朝" w:hAnsi="ＭＳ 明朝" w:hint="eastAsia"/>
                <w:color w:val="000000" w:themeColor="text1"/>
              </w:rPr>
              <w:t>1</w:t>
            </w:r>
            <w:r>
              <w:rPr>
                <w:rFonts w:ascii="ＭＳ 明朝" w:hAnsi="ＭＳ 明朝" w:hint="eastAsia"/>
                <w:color w:val="000000" w:themeColor="text1"/>
              </w:rPr>
              <w:t>年</w:t>
            </w:r>
            <w:r w:rsidR="009A3956">
              <w:rPr>
                <w:rFonts w:ascii="ＭＳ 明朝" w:hAnsi="ＭＳ 明朝" w:hint="eastAsia"/>
                <w:color w:val="000000" w:themeColor="text1"/>
              </w:rPr>
              <w:t>８</w:t>
            </w:r>
            <w:r>
              <w:rPr>
                <w:rFonts w:ascii="ＭＳ 明朝" w:hAnsi="ＭＳ 明朝" w:hint="eastAsia"/>
                <w:color w:val="000000" w:themeColor="text1"/>
              </w:rPr>
              <w:t>月</w:t>
            </w:r>
            <w:r w:rsidR="009A3956">
              <w:rPr>
                <w:rFonts w:ascii="ＭＳ 明朝" w:hAnsi="ＭＳ 明朝" w:hint="eastAsia"/>
                <w:color w:val="000000" w:themeColor="text1"/>
              </w:rPr>
              <w:t>31</w:t>
            </w:r>
            <w:r>
              <w:rPr>
                <w:rFonts w:ascii="ＭＳ 明朝" w:hAnsi="ＭＳ 明朝" w:hint="eastAsia"/>
                <w:color w:val="000000" w:themeColor="text1"/>
              </w:rPr>
              <w:t>日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まで</w:t>
            </w:r>
          </w:p>
        </w:tc>
      </w:tr>
      <w:tr w:rsidR="00100493" w:rsidRPr="00100493" w14:paraId="744EA060" w14:textId="77777777" w:rsidTr="00A51EF4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25806" w14:textId="77777777"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2A255A">
              <w:rPr>
                <w:rFonts w:ascii="ＭＳ 明朝" w:hAnsi="ＭＳ 明朝" w:hint="eastAsia"/>
                <w:color w:val="000000" w:themeColor="text1"/>
                <w:spacing w:val="62"/>
                <w:fitText w:val="1600" w:id="83030272"/>
              </w:rPr>
              <w:t>入札保証</w:t>
            </w:r>
            <w:r w:rsidRPr="002A255A">
              <w:rPr>
                <w:rFonts w:ascii="ＭＳ 明朝" w:hAnsi="ＭＳ 明朝" w:hint="eastAsia"/>
                <w:color w:val="000000" w:themeColor="text1"/>
                <w:spacing w:val="2"/>
                <w:fitText w:val="1600" w:id="83030272"/>
              </w:rPr>
              <w:t>金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A7AAC3" w14:textId="77777777" w:rsidR="008B508A" w:rsidRPr="00100493" w:rsidRDefault="008B508A" w:rsidP="00CE7C6F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</w:p>
        </w:tc>
      </w:tr>
    </w:tbl>
    <w:p w14:paraId="076B8328" w14:textId="77777777" w:rsidR="00A51EF4" w:rsidRPr="00100493" w:rsidRDefault="00A51EF4">
      <w:pPr>
        <w:pStyle w:val="a3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pacing w:val="0"/>
        </w:rPr>
        <w:br/>
      </w:r>
    </w:p>
    <w:p w14:paraId="429347CF" w14:textId="77777777" w:rsidR="008B508A" w:rsidRPr="00100493" w:rsidRDefault="008B508A" w:rsidP="00A51EF4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上記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>の入札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金額にその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100493" w:rsidRPr="00100493">
        <w:rPr>
          <w:rFonts w:ascii="ＭＳ 明朝" w:hAnsi="ＭＳ 明朝" w:hint="eastAsia"/>
          <w:color w:val="000000" w:themeColor="text1"/>
          <w:sz w:val="24"/>
          <w:szCs w:val="24"/>
        </w:rPr>
        <w:t>分の</w:t>
      </w:r>
      <w:r w:rsidR="00DC5A2B">
        <w:rPr>
          <w:rFonts w:ascii="ＭＳ 明朝" w:hAnsi="ＭＳ 明朝" w:hint="eastAsia"/>
          <w:color w:val="000000" w:themeColor="text1"/>
          <w:sz w:val="24"/>
          <w:szCs w:val="24"/>
        </w:rPr>
        <w:t>10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47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年沖縄県規則第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12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号）並びに指示された事項を承知して入札します。</w:t>
      </w:r>
    </w:p>
    <w:p w14:paraId="2736A578" w14:textId="77777777" w:rsidR="008B508A" w:rsidRPr="00100493" w:rsidRDefault="008B508A">
      <w:pPr>
        <w:pStyle w:val="a3"/>
        <w:rPr>
          <w:color w:val="000000" w:themeColor="text1"/>
          <w:spacing w:val="0"/>
        </w:rPr>
      </w:pPr>
    </w:p>
    <w:p w14:paraId="7676BB31" w14:textId="77777777" w:rsidR="00A51EF4" w:rsidRPr="00100493" w:rsidRDefault="00A51EF4">
      <w:pPr>
        <w:pStyle w:val="a3"/>
        <w:rPr>
          <w:color w:val="000000" w:themeColor="text1"/>
          <w:spacing w:val="0"/>
        </w:rPr>
      </w:pPr>
    </w:p>
    <w:p w14:paraId="43F83565" w14:textId="77777777" w:rsidR="00A51EF4" w:rsidRPr="00100493" w:rsidRDefault="00A51EF4">
      <w:pPr>
        <w:pStyle w:val="a3"/>
        <w:rPr>
          <w:color w:val="000000" w:themeColor="text1"/>
          <w:spacing w:val="0"/>
        </w:rPr>
      </w:pPr>
    </w:p>
    <w:p w14:paraId="2425416E" w14:textId="47E6CEE6" w:rsidR="008B508A" w:rsidRPr="00100493" w:rsidRDefault="00DC5A2B" w:rsidP="00A51EF4">
      <w:pPr>
        <w:pStyle w:val="a3"/>
        <w:ind w:firstLineChars="300" w:firstLine="744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="00E25786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年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月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日</w:t>
      </w:r>
    </w:p>
    <w:p w14:paraId="444BD55A" w14:textId="77777777" w:rsidR="00A51EF4" w:rsidRPr="00100493" w:rsidRDefault="00A51EF4">
      <w:pPr>
        <w:pStyle w:val="a3"/>
        <w:rPr>
          <w:color w:val="000000" w:themeColor="text1"/>
          <w:spacing w:val="0"/>
          <w:sz w:val="24"/>
          <w:szCs w:val="24"/>
        </w:rPr>
      </w:pPr>
    </w:p>
    <w:p w14:paraId="2C44C6F9" w14:textId="77777777" w:rsidR="008B508A" w:rsidRPr="00100493" w:rsidRDefault="008B508A">
      <w:pPr>
        <w:pStyle w:val="a3"/>
        <w:rPr>
          <w:color w:val="000000" w:themeColor="text1"/>
          <w:spacing w:val="0"/>
        </w:rPr>
      </w:pPr>
    </w:p>
    <w:p w14:paraId="6591F9CC" w14:textId="77777777"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="00A51EF4" w:rsidRPr="00100493">
        <w:rPr>
          <w:rFonts w:ascii="ＭＳ 明朝" w:hAnsi="ＭＳ 明朝"/>
          <w:color w:val="000000" w:themeColor="text1"/>
          <w:spacing w:val="2"/>
        </w:rPr>
        <w:t xml:space="preserve">                     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入札者</w:t>
      </w: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住　所</w:t>
      </w:r>
    </w:p>
    <w:p w14:paraId="2C2901EB" w14:textId="77777777" w:rsidR="008B508A" w:rsidRPr="00100493" w:rsidRDefault="008B508A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  </w:t>
      </w:r>
    </w:p>
    <w:p w14:paraId="3C3B630C" w14:textId="77777777" w:rsidR="008B508A" w:rsidRPr="00100493" w:rsidRDefault="00A51EF4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4D53928F" w14:textId="77777777"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</w:p>
    <w:p w14:paraId="1A2A5191" w14:textId="77777777" w:rsidR="008B508A" w:rsidRPr="00100493" w:rsidRDefault="00A51EF4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代表者氏名</w:t>
      </w:r>
      <w:r w:rsidR="008B508A"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印</w:t>
      </w:r>
    </w:p>
    <w:p w14:paraId="6487E471" w14:textId="77777777" w:rsidR="008B508A" w:rsidRPr="00100493" w:rsidRDefault="00A51EF4">
      <w:pPr>
        <w:pStyle w:val="a3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pacing w:val="0"/>
        </w:rPr>
        <w:br/>
      </w:r>
    </w:p>
    <w:p w14:paraId="4C53A8CE" w14:textId="77777777" w:rsidR="00A51EF4" w:rsidRPr="00100493" w:rsidRDefault="00A51EF4">
      <w:pPr>
        <w:pStyle w:val="a3"/>
        <w:rPr>
          <w:color w:val="000000" w:themeColor="text1"/>
          <w:spacing w:val="0"/>
        </w:rPr>
      </w:pPr>
    </w:p>
    <w:p w14:paraId="407FB3F0" w14:textId="77777777" w:rsidR="008B508A" w:rsidRPr="00100493" w:rsidRDefault="008B508A">
      <w:pPr>
        <w:pStyle w:val="a3"/>
        <w:rPr>
          <w:color w:val="FF0000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DC5A2B">
        <w:rPr>
          <w:rFonts w:ascii="ＭＳ 明朝" w:hAnsi="ＭＳ 明朝" w:hint="eastAsia"/>
          <w:color w:val="000000" w:themeColor="text1"/>
          <w:sz w:val="24"/>
          <w:szCs w:val="24"/>
        </w:rPr>
        <w:t>玉城　康裕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7E26D480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32B33C4B" w14:textId="77777777"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11CE496" w14:textId="77777777"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6C7A1213" w14:textId="77777777"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2145CF6" w14:textId="77777777"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23F1F2A" w14:textId="77777777"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4A9B40E9" w14:textId="77777777"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4115FC65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03807FB1" w14:textId="77777777" w:rsidR="00A51EF4" w:rsidRPr="00100493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73AF6A56" w14:textId="77777777" w:rsidR="00FA13B3" w:rsidRPr="00100493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t>委　　任　　状（単体用）</w:t>
      </w:r>
    </w:p>
    <w:p w14:paraId="2B8F588F" w14:textId="77777777" w:rsidR="00FA13B3" w:rsidRPr="00100493" w:rsidRDefault="00FA13B3" w:rsidP="0035416A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14:paraId="35452E68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A12180F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331CDD7" w14:textId="77777777"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を代理人と定め、下記件名の入札に関する一切の権限を委任いたします。</w:t>
      </w:r>
    </w:p>
    <w:p w14:paraId="08B29B82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7047B01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11EFB8B9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48E3F24" w14:textId="77777777" w:rsidR="008B508A" w:rsidRPr="00100493" w:rsidRDefault="008B508A" w:rsidP="0035416A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14:paraId="501908D1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6B74115D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5ECB1C03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0FE896A" w14:textId="4501F9CA" w:rsidR="00F006F6" w:rsidRPr="00100493" w:rsidRDefault="00F006F6" w:rsidP="00E25786">
      <w:pPr>
        <w:overflowPunct w:val="0"/>
        <w:ind w:left="3120" w:hangingChars="1300" w:hanging="312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１　件　　　　　名　　　　</w:t>
      </w:r>
      <w:r w:rsidR="00E25786" w:rsidRPr="00E25786">
        <w:rPr>
          <w:rFonts w:ascii="ＭＳ 明朝" w:hint="eastAsia"/>
          <w:color w:val="000000" w:themeColor="text1"/>
          <w:sz w:val="24"/>
          <w:szCs w:val="24"/>
        </w:rPr>
        <w:t>個人番号利用事務用端末機器</w:t>
      </w:r>
      <w:r w:rsidRPr="00100493">
        <w:rPr>
          <w:rFonts w:ascii="ＭＳ 明朝" w:hint="eastAsia"/>
          <w:color w:val="000000" w:themeColor="text1"/>
          <w:sz w:val="24"/>
          <w:szCs w:val="24"/>
        </w:rPr>
        <w:t>及び</w:t>
      </w:r>
      <w:r w:rsidR="00E25786" w:rsidRPr="00E25786">
        <w:rPr>
          <w:rFonts w:ascii="ＭＳ 明朝" w:hint="eastAsia"/>
          <w:color w:val="000000" w:themeColor="text1"/>
          <w:sz w:val="24"/>
          <w:szCs w:val="24"/>
        </w:rPr>
        <w:t>アプリケーションソフトの賃貸借</w:t>
      </w:r>
    </w:p>
    <w:p w14:paraId="50FE35B0" w14:textId="77777777" w:rsidR="008B508A" w:rsidRPr="00F006F6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35E74DB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100493" w:rsidRPr="00100493" w14:paraId="661BBF08" w14:textId="77777777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14:paraId="19B5E02F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716630C1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100493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14:paraId="78695977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7C9A2615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40B3FD92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14:paraId="5413B350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12D2E5C6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3FC58B03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1872C0C4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0559EE68" w14:textId="77777777"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14:paraId="517C7909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2F3C3406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3A49748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4C4C7B79" w14:textId="4CCEE874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</w:t>
      </w:r>
      <w:r w:rsidR="00DC5A2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令和</w:t>
      </w:r>
      <w:r w:rsidR="00E25786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年　</w:t>
      </w: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月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日</w:t>
      </w:r>
    </w:p>
    <w:p w14:paraId="2D29B463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33FA153B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1C0D350E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委任者　　　住　所</w:t>
      </w:r>
    </w:p>
    <w:p w14:paraId="41B90B8A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72FC8279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</w:t>
      </w: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商号又は名称</w:t>
      </w:r>
    </w:p>
    <w:p w14:paraId="5C2657E3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46068A16" w14:textId="77777777"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　　　氏　名　　　　　　　　　　　　　　印</w:t>
      </w:r>
    </w:p>
    <w:p w14:paraId="03EC5A0B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14:paraId="1D4708A1" w14:textId="77777777"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14:paraId="4922B78B" w14:textId="77777777"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14:paraId="53E82C08" w14:textId="77777777" w:rsidR="00AC7D16" w:rsidRPr="00100493" w:rsidRDefault="00AC7D16" w:rsidP="00AC7D16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DC5A2B">
        <w:rPr>
          <w:rFonts w:ascii="ＭＳ 明朝" w:hAnsi="ＭＳ 明朝" w:hint="eastAsia"/>
          <w:color w:val="000000" w:themeColor="text1"/>
          <w:sz w:val="24"/>
          <w:szCs w:val="24"/>
        </w:rPr>
        <w:t>玉城　康裕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0CEE1543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4B26377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6A9E8194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DDDF131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67ACA41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4FADF734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FF16CB1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4BE3A43B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772054C8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2E616555" w14:textId="77777777" w:rsidR="00FA13B3" w:rsidRPr="00100493" w:rsidRDefault="00FA13B3" w:rsidP="00FA13B3">
      <w:pPr>
        <w:pStyle w:val="a3"/>
        <w:rPr>
          <w:color w:val="FF0000"/>
          <w:spacing w:val="0"/>
        </w:rPr>
      </w:pPr>
    </w:p>
    <w:p w14:paraId="69793E46" w14:textId="77777777" w:rsidR="00FA13B3" w:rsidRPr="00100493" w:rsidRDefault="00FA13B3" w:rsidP="00FA13B3">
      <w:pPr>
        <w:pStyle w:val="a3"/>
        <w:rPr>
          <w:rFonts w:ascii="ＭＳ 明朝" w:hAnsi="ＭＳ 明朝"/>
          <w:color w:val="FF0000"/>
          <w:sz w:val="32"/>
          <w:szCs w:val="32"/>
        </w:rPr>
      </w:pPr>
    </w:p>
    <w:p w14:paraId="6B56FFCF" w14:textId="77777777" w:rsidR="00FA13B3" w:rsidRPr="007A7C1D" w:rsidRDefault="00FA13B3" w:rsidP="00FA13B3">
      <w:pPr>
        <w:pStyle w:val="a3"/>
        <w:jc w:val="center"/>
        <w:rPr>
          <w:color w:val="000000" w:themeColor="text1"/>
          <w:spacing w:val="0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t>入　　札　　書（共同企業体用）</w:t>
      </w:r>
      <w:r w:rsidRPr="007A7C1D">
        <w:rPr>
          <w:rFonts w:ascii="ＭＳ 明朝" w:hAnsi="ＭＳ 明朝"/>
          <w:color w:val="000000" w:themeColor="text1"/>
          <w:sz w:val="32"/>
          <w:szCs w:val="32"/>
        </w:rPr>
        <w:br/>
      </w: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270"/>
      </w:tblGrid>
      <w:tr w:rsidR="007A7C1D" w:rsidRPr="007A7C1D" w14:paraId="580BC34B" w14:textId="77777777" w:rsidTr="00AF0B91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0961F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ABE8B8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7A7C1D" w:rsidRPr="007A7C1D" w14:paraId="56EE928E" w14:textId="77777777" w:rsidTr="00AF0B91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FF607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9E45F4" w14:textId="2824CB0B" w:rsidR="00FA13B3" w:rsidRPr="007A7C1D" w:rsidRDefault="00E25786" w:rsidP="00AF0B91">
            <w:pPr>
              <w:pStyle w:val="a3"/>
              <w:rPr>
                <w:rFonts w:ascii="ＭＳ 明朝"/>
                <w:color w:val="000000" w:themeColor="text1"/>
              </w:rPr>
            </w:pPr>
            <w:bookmarkStart w:id="0" w:name="_Hlk216291026"/>
            <w:r w:rsidRPr="00E25786">
              <w:rPr>
                <w:rFonts w:ascii="ＭＳ 明朝" w:hint="eastAsia"/>
                <w:color w:val="000000" w:themeColor="text1"/>
              </w:rPr>
              <w:t>個人番号利用事務用端末機器及びアプリケーションソフトの賃貸借</w:t>
            </w:r>
            <w:bookmarkEnd w:id="0"/>
          </w:p>
        </w:tc>
      </w:tr>
      <w:tr w:rsidR="007A7C1D" w:rsidRPr="007A7C1D" w14:paraId="5B7F3B74" w14:textId="77777777" w:rsidTr="00AF0B91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94787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B9B5C5" w14:textId="77777777"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ascii="ＭＳ 明朝" w:hAnsi="ＭＳ 明朝" w:hint="eastAsia"/>
                <w:color w:val="000000" w:themeColor="text1"/>
              </w:rPr>
              <w:t>沖縄県企画部</w:t>
            </w:r>
            <w:r w:rsidR="00DC5A2B">
              <w:rPr>
                <w:rFonts w:ascii="ＭＳ 明朝" w:hAnsi="ＭＳ 明朝" w:hint="eastAsia"/>
                <w:color w:val="000000" w:themeColor="text1"/>
              </w:rPr>
              <w:t>情報基盤整備課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の他、同賃貸借仕様書による。</w:t>
            </w:r>
          </w:p>
        </w:tc>
      </w:tr>
      <w:tr w:rsidR="007A7C1D" w:rsidRPr="00100493" w14:paraId="2D4F36D5" w14:textId="77777777" w:rsidTr="00AF0B91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8B8C4" w14:textId="77777777" w:rsidR="007A7C1D" w:rsidRPr="00100493" w:rsidRDefault="007A7C1D" w:rsidP="009B2A69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履　行　期　間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75190F" w14:textId="1C0A21C3" w:rsidR="007A7C1D" w:rsidRPr="00100493" w:rsidRDefault="00DC5A2B" w:rsidP="009B2A69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令和</w:t>
            </w:r>
            <w:r w:rsidR="00E25786">
              <w:rPr>
                <w:rFonts w:ascii="ＭＳ 明朝" w:hAnsi="ＭＳ 明朝" w:hint="eastAsia"/>
                <w:color w:val="000000" w:themeColor="text1"/>
              </w:rPr>
              <w:t>８</w:t>
            </w:r>
            <w:r w:rsidR="007A7C1D" w:rsidRPr="00100493">
              <w:rPr>
                <w:rFonts w:ascii="ＭＳ 明朝" w:hAnsi="ＭＳ 明朝" w:hint="eastAsia"/>
                <w:color w:val="000000" w:themeColor="text1"/>
              </w:rPr>
              <w:t>年</w:t>
            </w:r>
            <w:r w:rsidR="00E25786">
              <w:rPr>
                <w:rFonts w:ascii="ＭＳ 明朝" w:hAnsi="ＭＳ 明朝" w:hint="eastAsia"/>
                <w:color w:val="000000" w:themeColor="text1"/>
              </w:rPr>
              <w:t>３</w:t>
            </w:r>
            <w:r>
              <w:rPr>
                <w:rFonts w:ascii="ＭＳ 明朝" w:hAnsi="ＭＳ 明朝" w:hint="eastAsia"/>
                <w:color w:val="000000" w:themeColor="text1"/>
              </w:rPr>
              <w:t>月１日から令和1</w:t>
            </w:r>
            <w:r w:rsidR="009A3956">
              <w:rPr>
                <w:rFonts w:ascii="ＭＳ 明朝" w:hAnsi="ＭＳ 明朝" w:hint="eastAsia"/>
                <w:color w:val="000000" w:themeColor="text1"/>
              </w:rPr>
              <w:t>1</w:t>
            </w:r>
            <w:r>
              <w:rPr>
                <w:rFonts w:ascii="ＭＳ 明朝" w:hAnsi="ＭＳ 明朝" w:hint="eastAsia"/>
                <w:color w:val="000000" w:themeColor="text1"/>
              </w:rPr>
              <w:t>年</w:t>
            </w:r>
            <w:r w:rsidR="009A3956">
              <w:rPr>
                <w:rFonts w:ascii="ＭＳ 明朝" w:hAnsi="ＭＳ 明朝" w:hint="eastAsia"/>
                <w:color w:val="000000" w:themeColor="text1"/>
              </w:rPr>
              <w:t>８</w:t>
            </w:r>
            <w:r>
              <w:rPr>
                <w:rFonts w:ascii="ＭＳ 明朝" w:hAnsi="ＭＳ 明朝" w:hint="eastAsia"/>
                <w:color w:val="000000" w:themeColor="text1"/>
              </w:rPr>
              <w:t>月</w:t>
            </w:r>
            <w:r w:rsidR="009A3956">
              <w:rPr>
                <w:rFonts w:ascii="ＭＳ 明朝" w:hAnsi="ＭＳ 明朝" w:hint="eastAsia"/>
                <w:color w:val="000000" w:themeColor="text1"/>
              </w:rPr>
              <w:t>31</w:t>
            </w:r>
            <w:r>
              <w:rPr>
                <w:rFonts w:ascii="ＭＳ 明朝" w:hAnsi="ＭＳ 明朝" w:hint="eastAsia"/>
                <w:color w:val="000000" w:themeColor="text1"/>
              </w:rPr>
              <w:t>日</w:t>
            </w:r>
            <w:r w:rsidR="007A7C1D" w:rsidRPr="00100493">
              <w:rPr>
                <w:rFonts w:ascii="ＭＳ 明朝" w:hAnsi="ＭＳ 明朝" w:hint="eastAsia"/>
                <w:color w:val="000000" w:themeColor="text1"/>
              </w:rPr>
              <w:t>まで</w:t>
            </w:r>
          </w:p>
        </w:tc>
      </w:tr>
      <w:tr w:rsidR="00100493" w:rsidRPr="00100493" w14:paraId="2BDCAA2A" w14:textId="77777777" w:rsidTr="00AF0B91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4FD0" w14:textId="77777777" w:rsidR="00FA13B3" w:rsidRPr="00100493" w:rsidRDefault="00FA13B3" w:rsidP="00AF0B91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FF0000"/>
                <w:spacing w:val="2"/>
              </w:rPr>
              <w:t xml:space="preserve"> </w:t>
            </w:r>
            <w:r w:rsidRPr="002A255A">
              <w:rPr>
                <w:rFonts w:ascii="ＭＳ 明朝" w:hAnsi="ＭＳ 明朝" w:hint="eastAsia"/>
                <w:color w:val="000000" w:themeColor="text1"/>
                <w:spacing w:val="62"/>
                <w:fitText w:val="1600" w:id="314205184"/>
              </w:rPr>
              <w:t>入札保証</w:t>
            </w:r>
            <w:r w:rsidRPr="002A255A">
              <w:rPr>
                <w:rFonts w:ascii="ＭＳ 明朝" w:hAnsi="ＭＳ 明朝" w:hint="eastAsia"/>
                <w:color w:val="000000" w:themeColor="text1"/>
                <w:spacing w:val="2"/>
                <w:fitText w:val="1600" w:id="314205184"/>
              </w:rPr>
              <w:t>金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BDAE82" w14:textId="77777777" w:rsidR="00FA13B3" w:rsidRPr="00100493" w:rsidRDefault="00FA13B3" w:rsidP="00AF0B91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</w:p>
        </w:tc>
      </w:tr>
    </w:tbl>
    <w:p w14:paraId="4B78C754" w14:textId="77777777" w:rsidR="00FA13B3" w:rsidRPr="00100493" w:rsidRDefault="00FA13B3" w:rsidP="00FA13B3">
      <w:pPr>
        <w:pStyle w:val="a3"/>
        <w:rPr>
          <w:color w:val="FF0000"/>
          <w:spacing w:val="0"/>
        </w:rPr>
      </w:pPr>
    </w:p>
    <w:p w14:paraId="7383B296" w14:textId="77777777" w:rsidR="00FA13B3" w:rsidRPr="007A7C1D" w:rsidRDefault="00FA13B3" w:rsidP="00FA13B3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上記の入札金額にその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7A7C1D" w:rsidRPr="007A7C1D">
        <w:rPr>
          <w:rFonts w:ascii="ＭＳ 明朝" w:hAnsi="ＭＳ 明朝" w:hint="eastAsia"/>
          <w:color w:val="000000" w:themeColor="text1"/>
          <w:sz w:val="24"/>
          <w:szCs w:val="24"/>
        </w:rPr>
        <w:t>分の</w:t>
      </w:r>
      <w:r w:rsidR="00DC5A2B">
        <w:rPr>
          <w:rFonts w:ascii="ＭＳ 明朝" w:hAnsi="ＭＳ 明朝" w:hint="eastAsia"/>
          <w:color w:val="000000" w:themeColor="text1"/>
          <w:sz w:val="24"/>
          <w:szCs w:val="24"/>
        </w:rPr>
        <w:t>10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47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年沖縄県規則第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12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号）並びに指示された事項を承知して入札します。</w:t>
      </w:r>
    </w:p>
    <w:p w14:paraId="1E6712DD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734B7130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30423487" w14:textId="20FB147E" w:rsidR="00FA13B3" w:rsidRPr="007A7C1D" w:rsidRDefault="00DC5A2B" w:rsidP="00FA13B3">
      <w:pPr>
        <w:pStyle w:val="a3"/>
        <w:ind w:firstLineChars="200" w:firstLine="496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="00E25786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FA13B3" w:rsidRPr="007A7C1D">
        <w:rPr>
          <w:rFonts w:ascii="ＭＳ 明朝" w:hAnsi="ＭＳ 明朝" w:hint="eastAsia"/>
          <w:color w:val="000000" w:themeColor="text1"/>
          <w:sz w:val="24"/>
          <w:szCs w:val="24"/>
        </w:rPr>
        <w:t>年　 月　 日</w:t>
      </w:r>
    </w:p>
    <w:p w14:paraId="76E5DCB5" w14:textId="77777777" w:rsidR="00FA13B3" w:rsidRPr="007A7C1D" w:rsidRDefault="00FA13B3" w:rsidP="00FA13B3">
      <w:pPr>
        <w:pStyle w:val="a3"/>
        <w:rPr>
          <w:color w:val="000000" w:themeColor="text1"/>
          <w:spacing w:val="0"/>
          <w:sz w:val="24"/>
          <w:szCs w:val="24"/>
        </w:rPr>
      </w:pPr>
    </w:p>
    <w:p w14:paraId="6B50F866" w14:textId="77777777" w:rsidR="00FA13B3" w:rsidRPr="007A7C1D" w:rsidRDefault="00FA13B3" w:rsidP="00FA13B3">
      <w:pPr>
        <w:pStyle w:val="a3"/>
        <w:rPr>
          <w:color w:val="000000" w:themeColor="text1"/>
          <w:spacing w:val="0"/>
          <w:sz w:val="24"/>
          <w:szCs w:val="24"/>
        </w:rPr>
      </w:pPr>
    </w:p>
    <w:p w14:paraId="1C564995" w14:textId="77777777" w:rsidR="00FA13B3" w:rsidRPr="007A7C1D" w:rsidRDefault="00FA13B3" w:rsidP="00FA13B3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   </w:t>
      </w:r>
      <w:r w:rsidRPr="007A7C1D">
        <w:rPr>
          <w:rFonts w:ascii="ＭＳ 明朝" w:hAnsi="ＭＳ 明朝" w:hint="eastAsia"/>
          <w:color w:val="000000" w:themeColor="text1"/>
          <w:spacing w:val="2"/>
        </w:rPr>
        <w:t xml:space="preserve">　</w:t>
      </w:r>
      <w:r w:rsidRPr="007A7C1D">
        <w:rPr>
          <w:rFonts w:ascii="ＭＳ 明朝" w:hAnsi="ＭＳ 明朝"/>
          <w:color w:val="000000" w:themeColor="text1"/>
          <w:spacing w:val="2"/>
        </w:rPr>
        <w:t xml:space="preserve">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入札者　○○○･○○○･○○○共同企業体</w:t>
      </w:r>
    </w:p>
    <w:p w14:paraId="35519B97" w14:textId="77777777"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代表幹事　住　所</w:t>
      </w:r>
    </w:p>
    <w:p w14:paraId="16CACE1E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7D521BB4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51FDBB2E" w14:textId="77777777"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0E02B80B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195B39CB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5BC4D246" w14:textId="77777777"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28C3A3BE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746D8178" w14:textId="77777777"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br/>
      </w:r>
    </w:p>
    <w:p w14:paraId="280CC371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  <w:r w:rsidRPr="007A7C1D">
        <w:rPr>
          <w:rFonts w:hint="eastAsia"/>
          <w:color w:val="000000" w:themeColor="text1"/>
          <w:spacing w:val="0"/>
        </w:rPr>
        <w:t xml:space="preserve">                   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 理 人　氏名　　　　　　　　　　　　印</w:t>
      </w:r>
    </w:p>
    <w:p w14:paraId="0CB2A0CB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3BCF3DF3" w14:textId="77777777"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14:paraId="18886195" w14:textId="77777777" w:rsidR="00FA13B3" w:rsidRPr="00100493" w:rsidRDefault="00FA13B3" w:rsidP="00FA13B3">
      <w:pPr>
        <w:pStyle w:val="a3"/>
        <w:rPr>
          <w:color w:val="FF0000"/>
          <w:spacing w:val="0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DC5A2B">
        <w:rPr>
          <w:rFonts w:ascii="ＭＳ 明朝" w:hAnsi="ＭＳ 明朝" w:hint="eastAsia"/>
          <w:color w:val="000000" w:themeColor="text1"/>
          <w:sz w:val="24"/>
          <w:szCs w:val="24"/>
        </w:rPr>
        <w:t>玉城　康裕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43143D7D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7A87AC43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41E88DF6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119AE785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7EB081ED" w14:textId="77777777"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14:paraId="54754C2B" w14:textId="77777777" w:rsidR="00FA13B3" w:rsidRPr="007A7C1D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t>委　　任　　状（共同企業体用）</w:t>
      </w:r>
    </w:p>
    <w:p w14:paraId="32F7FD31" w14:textId="77777777" w:rsidR="00FA13B3" w:rsidRPr="007A7C1D" w:rsidRDefault="00FA13B3" w:rsidP="00FA13B3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14:paraId="6EB90608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B295AD0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0C8DCBC9" w14:textId="77777777" w:rsidR="00FA13B3" w:rsidRPr="007A7C1D" w:rsidRDefault="00EA40D9" w:rsidP="00FA13B3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</w:t>
      </w:r>
      <w:r w:rsidR="00FA13B3"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を代理人と定め、下記件名の入札に関する一切の権限を委任いたします。</w:t>
      </w:r>
    </w:p>
    <w:p w14:paraId="36CF98EA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14:paraId="552A1A01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4B347FC4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8164F28" w14:textId="77777777" w:rsidR="00FA13B3" w:rsidRPr="007A7C1D" w:rsidRDefault="00FA13B3" w:rsidP="00FA13B3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14:paraId="4AE779E9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2D3CCB51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1050BCF1" w14:textId="77777777"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490DAC1" w14:textId="34F3EDAE" w:rsidR="00FA13B3" w:rsidRPr="002A255A" w:rsidRDefault="002A255A" w:rsidP="00E25786">
      <w:pPr>
        <w:overflowPunct w:val="0"/>
        <w:ind w:left="3120" w:hangingChars="1300" w:hanging="312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１　件　　　　　名　　　　</w:t>
      </w:r>
      <w:r w:rsidR="00E25786" w:rsidRPr="00E25786">
        <w:rPr>
          <w:rFonts w:ascii="ＭＳ 明朝" w:hint="eastAsia"/>
          <w:color w:val="000000" w:themeColor="text1"/>
          <w:sz w:val="24"/>
          <w:szCs w:val="24"/>
        </w:rPr>
        <w:t>個人番号利用事務用端末機器及びアプリケーションソフトの賃貸借</w:t>
      </w:r>
    </w:p>
    <w:p w14:paraId="3424F09C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14:paraId="3949D024" w14:textId="77777777" w:rsidR="00E25786" w:rsidRPr="007A7C1D" w:rsidRDefault="00E25786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7A7C1D" w:rsidRPr="007A7C1D" w14:paraId="112984EF" w14:textId="77777777" w:rsidTr="00AF0B91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14:paraId="082F69FD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1E01D62B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7A7C1D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14:paraId="4781FF7F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613376BD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0E5F1511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14:paraId="70B7EFEF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5B7C9DF5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56C49CD7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4FC1BFF8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14:paraId="56EE5B18" w14:textId="77777777"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14:paraId="00DD76CE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4B23763B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2A7B9485" w14:textId="4DC87338" w:rsidR="007A7C1D" w:rsidRPr="00100493" w:rsidRDefault="007A7C1D" w:rsidP="007A7C1D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</w:t>
      </w:r>
      <w:r w:rsidR="00DC5A2B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令和</w:t>
      </w:r>
      <w:r w:rsidR="00E25786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</w:t>
      </w: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年　月　日</w:t>
      </w:r>
    </w:p>
    <w:p w14:paraId="61FD8483" w14:textId="77777777" w:rsidR="00EA40D9" w:rsidRPr="00100493" w:rsidRDefault="00EA40D9" w:rsidP="00EA40D9">
      <w:pPr>
        <w:pStyle w:val="a3"/>
        <w:rPr>
          <w:color w:val="FF0000"/>
          <w:spacing w:val="0"/>
          <w:sz w:val="24"/>
          <w:szCs w:val="24"/>
        </w:rPr>
      </w:pPr>
    </w:p>
    <w:p w14:paraId="55D17965" w14:textId="77777777" w:rsidR="00EA40D9" w:rsidRPr="00100493" w:rsidRDefault="00EA40D9" w:rsidP="00EA40D9">
      <w:pPr>
        <w:pStyle w:val="a3"/>
        <w:rPr>
          <w:color w:val="FF0000"/>
          <w:spacing w:val="0"/>
          <w:sz w:val="24"/>
          <w:szCs w:val="24"/>
        </w:rPr>
      </w:pPr>
    </w:p>
    <w:p w14:paraId="602AEF6E" w14:textId="77777777" w:rsidR="00EA40D9" w:rsidRPr="007A7C1D" w:rsidRDefault="00EA40D9" w:rsidP="00EA40D9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FF0000"/>
          <w:spacing w:val="2"/>
        </w:rPr>
        <w:t xml:space="preserve">       </w:t>
      </w:r>
      <w:r w:rsidRPr="00100493">
        <w:rPr>
          <w:rFonts w:ascii="ＭＳ 明朝" w:hAnsi="ＭＳ 明朝" w:hint="eastAsia"/>
          <w:color w:val="FF0000"/>
          <w:spacing w:val="2"/>
        </w:rPr>
        <w:t xml:space="preserve">　</w:t>
      </w:r>
      <w:r w:rsidRPr="00100493">
        <w:rPr>
          <w:rFonts w:ascii="ＭＳ 明朝" w:hAnsi="ＭＳ 明朝"/>
          <w:color w:val="FF0000"/>
          <w:spacing w:val="2"/>
        </w:rPr>
        <w:t xml:space="preserve">                </w:t>
      </w:r>
      <w:r w:rsidRPr="007A7C1D">
        <w:rPr>
          <w:rFonts w:ascii="ＭＳ 明朝" w:hAnsi="ＭＳ 明朝"/>
          <w:color w:val="000000" w:themeColor="text1"/>
          <w:spacing w:val="2"/>
        </w:rPr>
        <w:t xml:space="preserve">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委任者　○○○･○○○･○○○共同企業体</w:t>
      </w:r>
    </w:p>
    <w:p w14:paraId="6A3043B2" w14:textId="77777777"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代表幹事　住　所</w:t>
      </w:r>
    </w:p>
    <w:p w14:paraId="58A203B7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5A756D94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65F9A865" w14:textId="77777777"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35BE1E88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59A61A33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14:paraId="54480BB7" w14:textId="77777777"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14:paraId="6AF6489D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14:paraId="054CA6C6" w14:textId="77777777"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br/>
      </w:r>
    </w:p>
    <w:p w14:paraId="68A6B798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  <w:r w:rsidRPr="007A7C1D">
        <w:rPr>
          <w:rFonts w:hint="eastAsia"/>
          <w:color w:val="000000" w:themeColor="text1"/>
          <w:spacing w:val="0"/>
        </w:rPr>
        <w:t xml:space="preserve">                   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 理 人　氏名　　　　　　　　　　　　印</w:t>
      </w:r>
    </w:p>
    <w:p w14:paraId="5EDE2EDD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0CB8BCAA" w14:textId="77777777"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14:paraId="262A7A36" w14:textId="77777777" w:rsidR="00EA40D9" w:rsidRPr="007A7C1D" w:rsidRDefault="00EA40D9" w:rsidP="00EA40D9">
      <w:pPr>
        <w:pStyle w:val="a3"/>
        <w:rPr>
          <w:color w:val="000000" w:themeColor="text1"/>
          <w:spacing w:val="0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沖縄県知事　</w:t>
      </w:r>
      <w:r w:rsidR="00DC5A2B">
        <w:rPr>
          <w:rFonts w:ascii="ＭＳ 明朝" w:hAnsi="ＭＳ 明朝" w:hint="eastAsia"/>
          <w:color w:val="000000" w:themeColor="text1"/>
          <w:sz w:val="24"/>
          <w:szCs w:val="24"/>
        </w:rPr>
        <w:t>玉城　康裕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 xml:space="preserve">　殿</w:t>
      </w:r>
    </w:p>
    <w:p w14:paraId="469F22CA" w14:textId="77777777" w:rsidR="000C253A" w:rsidRPr="00100493" w:rsidRDefault="000C253A" w:rsidP="00EA40D9">
      <w:pPr>
        <w:overflowPunct w:val="0"/>
        <w:textAlignment w:val="baseline"/>
        <w:rPr>
          <w:color w:val="FF0000"/>
        </w:rPr>
      </w:pPr>
    </w:p>
    <w:sectPr w:rsidR="000C253A" w:rsidRPr="00100493" w:rsidSect="008E4BAA">
      <w:pgSz w:w="11906" w:h="16838"/>
      <w:pgMar w:top="1226" w:right="1333" w:bottom="1103" w:left="13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16B55" w14:textId="77777777" w:rsidR="0094404A" w:rsidRDefault="0094404A" w:rsidP="0094404A">
      <w:r>
        <w:separator/>
      </w:r>
    </w:p>
  </w:endnote>
  <w:endnote w:type="continuationSeparator" w:id="0">
    <w:p w14:paraId="59976906" w14:textId="77777777" w:rsidR="0094404A" w:rsidRDefault="0094404A" w:rsidP="00944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C8C69" w14:textId="77777777" w:rsidR="0094404A" w:rsidRDefault="0094404A" w:rsidP="0094404A">
      <w:r>
        <w:separator/>
      </w:r>
    </w:p>
  </w:footnote>
  <w:footnote w:type="continuationSeparator" w:id="0">
    <w:p w14:paraId="33AFA756" w14:textId="77777777" w:rsidR="0094404A" w:rsidRDefault="0094404A" w:rsidP="00944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4BAA"/>
    <w:rsid w:val="00007F75"/>
    <w:rsid w:val="00016BB3"/>
    <w:rsid w:val="0004474E"/>
    <w:rsid w:val="000C253A"/>
    <w:rsid w:val="00100493"/>
    <w:rsid w:val="00104755"/>
    <w:rsid w:val="00140ADD"/>
    <w:rsid w:val="00181530"/>
    <w:rsid w:val="001B3B04"/>
    <w:rsid w:val="0027102F"/>
    <w:rsid w:val="0027763F"/>
    <w:rsid w:val="002A255A"/>
    <w:rsid w:val="0035416A"/>
    <w:rsid w:val="00360075"/>
    <w:rsid w:val="003B5134"/>
    <w:rsid w:val="003E1B38"/>
    <w:rsid w:val="0041709F"/>
    <w:rsid w:val="00490EF3"/>
    <w:rsid w:val="004B4A61"/>
    <w:rsid w:val="004C33DE"/>
    <w:rsid w:val="0051378E"/>
    <w:rsid w:val="00616DFB"/>
    <w:rsid w:val="006219A5"/>
    <w:rsid w:val="007A7C1D"/>
    <w:rsid w:val="007B2417"/>
    <w:rsid w:val="00854C9D"/>
    <w:rsid w:val="008B508A"/>
    <w:rsid w:val="008E4BAA"/>
    <w:rsid w:val="009146C2"/>
    <w:rsid w:val="0094404A"/>
    <w:rsid w:val="00987EA9"/>
    <w:rsid w:val="009A3956"/>
    <w:rsid w:val="009B5A90"/>
    <w:rsid w:val="009C4C90"/>
    <w:rsid w:val="009F3699"/>
    <w:rsid w:val="00A057D0"/>
    <w:rsid w:val="00A1217E"/>
    <w:rsid w:val="00A51EF4"/>
    <w:rsid w:val="00A5472E"/>
    <w:rsid w:val="00A61198"/>
    <w:rsid w:val="00A77BF5"/>
    <w:rsid w:val="00AC7D16"/>
    <w:rsid w:val="00AE34FF"/>
    <w:rsid w:val="00B766A5"/>
    <w:rsid w:val="00B82D0C"/>
    <w:rsid w:val="00BA6B84"/>
    <w:rsid w:val="00BE1B29"/>
    <w:rsid w:val="00C65E48"/>
    <w:rsid w:val="00C80757"/>
    <w:rsid w:val="00CB0F05"/>
    <w:rsid w:val="00CD5B35"/>
    <w:rsid w:val="00CE7C6F"/>
    <w:rsid w:val="00D218EA"/>
    <w:rsid w:val="00D8482E"/>
    <w:rsid w:val="00D93C77"/>
    <w:rsid w:val="00DB2BBC"/>
    <w:rsid w:val="00DC5A2B"/>
    <w:rsid w:val="00E10E2D"/>
    <w:rsid w:val="00E25786"/>
    <w:rsid w:val="00E73593"/>
    <w:rsid w:val="00EA40D9"/>
    <w:rsid w:val="00EF419B"/>
    <w:rsid w:val="00F006F6"/>
    <w:rsid w:val="00F16EEA"/>
    <w:rsid w:val="00F80505"/>
    <w:rsid w:val="00F80CAC"/>
    <w:rsid w:val="00F81FA8"/>
    <w:rsid w:val="00FA13B3"/>
    <w:rsid w:val="00FD4DF3"/>
    <w:rsid w:val="00FE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4FAA343"/>
  <w15:docId w15:val="{8AF46E2E-7AB0-4BFC-AC9A-D0FE749A2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10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27102F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cs="ＭＳ 明朝"/>
      <w:spacing w:val="4"/>
      <w:kern w:val="0"/>
      <w:sz w:val="22"/>
    </w:rPr>
  </w:style>
  <w:style w:type="paragraph" w:styleId="a4">
    <w:name w:val="header"/>
    <w:basedOn w:val="a"/>
    <w:link w:val="a5"/>
    <w:uiPriority w:val="99"/>
    <w:unhideWhenUsed/>
    <w:rsid w:val="009440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404A"/>
  </w:style>
  <w:style w:type="paragraph" w:styleId="a6">
    <w:name w:val="footer"/>
    <w:basedOn w:val="a"/>
    <w:link w:val="a7"/>
    <w:uiPriority w:val="99"/>
    <w:unhideWhenUsed/>
    <w:rsid w:val="009440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4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anSoft\DragonSpeech\Program\RTF8R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52</TotalTime>
  <Pages>5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　札　　書</vt:lpstr>
    </vt:vector>
  </TitlesOfParts>
  <Company>Microsoft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creator>user</dc:creator>
  <cp:lastModifiedBy>石原 裕孝</cp:lastModifiedBy>
  <cp:revision>25</cp:revision>
  <cp:lastPrinted>2024-02-15T09:34:00Z</cp:lastPrinted>
  <dcterms:created xsi:type="dcterms:W3CDTF">2013-02-23T00:20:00Z</dcterms:created>
  <dcterms:modified xsi:type="dcterms:W3CDTF">2025-12-15T11:17:00Z</dcterms:modified>
</cp:coreProperties>
</file>