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047D0" w14:textId="77777777" w:rsidR="009B6AE7" w:rsidRDefault="004843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="008F2A99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="008F2A99">
        <w:rPr>
          <w:rFonts w:hint="eastAsia"/>
          <w:sz w:val="24"/>
          <w:szCs w:val="24"/>
        </w:rPr>
        <w:t xml:space="preserve">　年　　月　　日</w:t>
      </w:r>
    </w:p>
    <w:p w14:paraId="59CFD280" w14:textId="77777777" w:rsidR="008F2A99" w:rsidRDefault="008F2A99">
      <w:pPr>
        <w:rPr>
          <w:sz w:val="24"/>
          <w:szCs w:val="24"/>
        </w:rPr>
      </w:pPr>
    </w:p>
    <w:p w14:paraId="14CB4D79" w14:textId="77777777" w:rsidR="008F2A99" w:rsidRDefault="008F2A99">
      <w:pPr>
        <w:rPr>
          <w:sz w:val="24"/>
          <w:szCs w:val="24"/>
        </w:rPr>
      </w:pPr>
    </w:p>
    <w:p w14:paraId="5667CDAF" w14:textId="77777777" w:rsidR="008F2A99" w:rsidRPr="008F2A99" w:rsidRDefault="008F2A99" w:rsidP="008F2A99">
      <w:pPr>
        <w:jc w:val="center"/>
        <w:rPr>
          <w:sz w:val="36"/>
          <w:szCs w:val="36"/>
        </w:rPr>
      </w:pPr>
      <w:r w:rsidRPr="008F2A99">
        <w:rPr>
          <w:rFonts w:hint="eastAsia"/>
          <w:sz w:val="36"/>
          <w:szCs w:val="36"/>
        </w:rPr>
        <w:t>入札保証金納付書発行依頼書</w:t>
      </w:r>
    </w:p>
    <w:p w14:paraId="674A8B4A" w14:textId="77777777" w:rsidR="008F2A99" w:rsidRDefault="008F2A99">
      <w:pPr>
        <w:rPr>
          <w:sz w:val="24"/>
          <w:szCs w:val="24"/>
        </w:rPr>
      </w:pPr>
    </w:p>
    <w:p w14:paraId="31CE721F" w14:textId="77777777" w:rsidR="008F2A99" w:rsidRDefault="008F2A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沖縄県平和祈念資料館長　殿</w:t>
      </w:r>
    </w:p>
    <w:p w14:paraId="57FCD9BD" w14:textId="77777777" w:rsidR="008F2A99" w:rsidRDefault="008F2A99">
      <w:pPr>
        <w:rPr>
          <w:sz w:val="24"/>
          <w:szCs w:val="24"/>
        </w:rPr>
      </w:pPr>
    </w:p>
    <w:p w14:paraId="1A3A16A2" w14:textId="77777777" w:rsidR="006E1084" w:rsidRDefault="006E108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住　　　所</w:t>
      </w:r>
    </w:p>
    <w:p w14:paraId="4182F8B4" w14:textId="77777777" w:rsidR="006E1084" w:rsidRDefault="006E108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商　　　号</w:t>
      </w:r>
    </w:p>
    <w:p w14:paraId="588BDF8A" w14:textId="77777777" w:rsidR="006E1084" w:rsidRDefault="006E108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代表者氏名</w:t>
      </w:r>
      <w:r w:rsidR="0077722C">
        <w:rPr>
          <w:rFonts w:hint="eastAsia"/>
          <w:sz w:val="24"/>
          <w:szCs w:val="24"/>
        </w:rPr>
        <w:t xml:space="preserve">　　　　　　　　　　　　　　㊞</w:t>
      </w:r>
    </w:p>
    <w:p w14:paraId="090B9C49" w14:textId="77777777" w:rsidR="006E1084" w:rsidRDefault="006E1084">
      <w:pPr>
        <w:rPr>
          <w:sz w:val="24"/>
          <w:szCs w:val="24"/>
        </w:rPr>
      </w:pPr>
    </w:p>
    <w:p w14:paraId="1D774642" w14:textId="77777777" w:rsidR="00783601" w:rsidRDefault="00783601">
      <w:pPr>
        <w:rPr>
          <w:sz w:val="24"/>
          <w:szCs w:val="24"/>
        </w:rPr>
      </w:pPr>
    </w:p>
    <w:p w14:paraId="03CF0C20" w14:textId="77777777" w:rsidR="006E1084" w:rsidRDefault="006E108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下記のとおり入札保証金を納めたいので、納付書発行願います。</w:t>
      </w:r>
    </w:p>
    <w:p w14:paraId="3910D94E" w14:textId="77777777" w:rsidR="006E1084" w:rsidRPr="00B0186D" w:rsidRDefault="006E1084">
      <w:pPr>
        <w:rPr>
          <w:sz w:val="24"/>
          <w:szCs w:val="24"/>
        </w:rPr>
      </w:pPr>
    </w:p>
    <w:p w14:paraId="566D4938" w14:textId="77777777" w:rsidR="006E1084" w:rsidRPr="00B0186D" w:rsidRDefault="006E1084">
      <w:pPr>
        <w:rPr>
          <w:sz w:val="24"/>
          <w:szCs w:val="24"/>
        </w:rPr>
      </w:pPr>
    </w:p>
    <w:p w14:paraId="399ED8EA" w14:textId="77777777" w:rsidR="006E1084" w:rsidRPr="00B0186D" w:rsidRDefault="006E1084" w:rsidP="006E1084">
      <w:pPr>
        <w:pStyle w:val="af1"/>
      </w:pPr>
      <w:r w:rsidRPr="00B0186D">
        <w:rPr>
          <w:rFonts w:hint="eastAsia"/>
        </w:rPr>
        <w:t>記</w:t>
      </w:r>
    </w:p>
    <w:p w14:paraId="1DF44E3E" w14:textId="77777777" w:rsidR="006E1084" w:rsidRPr="00B0186D" w:rsidRDefault="006E1084" w:rsidP="006E1084"/>
    <w:p w14:paraId="406A7412" w14:textId="77777777" w:rsidR="006E1084" w:rsidRPr="00B0186D" w:rsidRDefault="006E1084" w:rsidP="006E1084"/>
    <w:p w14:paraId="4EF39E52" w14:textId="5150CB0A" w:rsidR="008F2A99" w:rsidRPr="00B0186D" w:rsidRDefault="006E1084" w:rsidP="006E1084">
      <w:pPr>
        <w:pStyle w:val="af3"/>
        <w:ind w:right="960"/>
        <w:jc w:val="both"/>
      </w:pPr>
      <w:r w:rsidRPr="00B0186D">
        <w:rPr>
          <w:rFonts w:hint="eastAsia"/>
        </w:rPr>
        <w:t xml:space="preserve">　　　　　　件名：</w:t>
      </w:r>
      <w:r w:rsidR="00582819" w:rsidRPr="00B0186D">
        <w:rPr>
          <w:rFonts w:hint="eastAsia"/>
        </w:rPr>
        <w:t>戦後</w:t>
      </w:r>
      <w:r w:rsidR="00582819" w:rsidRPr="00B0186D">
        <w:rPr>
          <w:rFonts w:hint="eastAsia"/>
        </w:rPr>
        <w:t>80</w:t>
      </w:r>
      <w:r w:rsidR="00582819" w:rsidRPr="00B0186D">
        <w:rPr>
          <w:rFonts w:hint="eastAsia"/>
        </w:rPr>
        <w:t>年祈念巡回展業務委託</w:t>
      </w:r>
    </w:p>
    <w:p w14:paraId="6976F662" w14:textId="77777777" w:rsidR="006E1084" w:rsidRDefault="006E1084" w:rsidP="006E1084">
      <w:pPr>
        <w:pStyle w:val="af3"/>
        <w:ind w:right="960"/>
        <w:jc w:val="both"/>
      </w:pPr>
    </w:p>
    <w:p w14:paraId="79AAA801" w14:textId="77777777" w:rsidR="0062282C" w:rsidRDefault="0062282C" w:rsidP="006E1084">
      <w:pPr>
        <w:pStyle w:val="af3"/>
        <w:ind w:right="960"/>
        <w:jc w:val="both"/>
      </w:pPr>
    </w:p>
    <w:p w14:paraId="13D6F4A2" w14:textId="77777777" w:rsidR="006E1084" w:rsidRDefault="006E1084" w:rsidP="006E1084">
      <w:pPr>
        <w:pStyle w:val="af3"/>
        <w:ind w:right="960"/>
        <w:jc w:val="both"/>
      </w:pPr>
    </w:p>
    <w:p w14:paraId="387394F6" w14:textId="77777777" w:rsidR="006E1084" w:rsidRPr="008F2A99" w:rsidRDefault="006E1084" w:rsidP="006E1084">
      <w:pPr>
        <w:pStyle w:val="af3"/>
        <w:ind w:right="960"/>
        <w:jc w:val="both"/>
      </w:pPr>
      <w:r>
        <w:rPr>
          <w:rFonts w:hint="eastAsia"/>
        </w:rPr>
        <w:t xml:space="preserve">　　入札保証金額：　　　　　　　　　　　　　　　　　　円</w:t>
      </w:r>
    </w:p>
    <w:sectPr w:rsidR="006E1084" w:rsidRPr="008F2A99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C082A" w14:textId="77777777" w:rsidR="00732923" w:rsidRDefault="00732923" w:rsidP="00582819">
      <w:r>
        <w:separator/>
      </w:r>
    </w:p>
  </w:endnote>
  <w:endnote w:type="continuationSeparator" w:id="0">
    <w:p w14:paraId="587E31F5" w14:textId="77777777" w:rsidR="00732923" w:rsidRDefault="00732923" w:rsidP="0058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F908D" w14:textId="77777777" w:rsidR="00732923" w:rsidRDefault="00732923" w:rsidP="00582819">
      <w:r>
        <w:separator/>
      </w:r>
    </w:p>
  </w:footnote>
  <w:footnote w:type="continuationSeparator" w:id="0">
    <w:p w14:paraId="2C8E8610" w14:textId="77777777" w:rsidR="00732923" w:rsidRDefault="00732923" w:rsidP="00582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99"/>
    <w:rsid w:val="00047AF8"/>
    <w:rsid w:val="00164467"/>
    <w:rsid w:val="001663D5"/>
    <w:rsid w:val="00214BBE"/>
    <w:rsid w:val="00273630"/>
    <w:rsid w:val="00306DFC"/>
    <w:rsid w:val="003106D3"/>
    <w:rsid w:val="0048433E"/>
    <w:rsid w:val="00582819"/>
    <w:rsid w:val="0062282C"/>
    <w:rsid w:val="006C0262"/>
    <w:rsid w:val="006E1084"/>
    <w:rsid w:val="006E61C3"/>
    <w:rsid w:val="00705118"/>
    <w:rsid w:val="00732923"/>
    <w:rsid w:val="007632F6"/>
    <w:rsid w:val="0077722C"/>
    <w:rsid w:val="00783601"/>
    <w:rsid w:val="0081497B"/>
    <w:rsid w:val="00852B39"/>
    <w:rsid w:val="008B5F0B"/>
    <w:rsid w:val="008F2A99"/>
    <w:rsid w:val="009B6AE7"/>
    <w:rsid w:val="00AF4301"/>
    <w:rsid w:val="00B0186D"/>
    <w:rsid w:val="00B9216C"/>
    <w:rsid w:val="00C33305"/>
    <w:rsid w:val="00D16C1C"/>
    <w:rsid w:val="00DA3D15"/>
    <w:rsid w:val="00DF3256"/>
    <w:rsid w:val="00E95249"/>
    <w:rsid w:val="00F8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0FDE02"/>
  <w15:docId w15:val="{7FEFA516-3A10-4160-8D71-C2879BC6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6E1084"/>
    <w:pPr>
      <w:jc w:val="center"/>
    </w:pPr>
    <w:rPr>
      <w:sz w:val="24"/>
      <w:szCs w:val="24"/>
    </w:rPr>
  </w:style>
  <w:style w:type="character" w:customStyle="1" w:styleId="af2">
    <w:name w:val="記 (文字)"/>
    <w:basedOn w:val="a0"/>
    <w:link w:val="af1"/>
    <w:uiPriority w:val="99"/>
    <w:rsid w:val="006E1084"/>
    <w:rPr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6E1084"/>
    <w:pPr>
      <w:jc w:val="right"/>
    </w:pPr>
    <w:rPr>
      <w:sz w:val="24"/>
      <w:szCs w:val="24"/>
    </w:rPr>
  </w:style>
  <w:style w:type="character" w:customStyle="1" w:styleId="af4">
    <w:name w:val="結語 (文字)"/>
    <w:basedOn w:val="a0"/>
    <w:link w:val="af3"/>
    <w:uiPriority w:val="99"/>
    <w:rsid w:val="006E1084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7836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783601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582819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582819"/>
  </w:style>
  <w:style w:type="paragraph" w:styleId="af9">
    <w:name w:val="footer"/>
    <w:basedOn w:val="a"/>
    <w:link w:val="afa"/>
    <w:uiPriority w:val="99"/>
    <w:unhideWhenUsed/>
    <w:rsid w:val="00582819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582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77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Pref_Okinawa;</dc:title>
  <dc:subject/>
  <dc:creator>Pref_Okinawa</dc:creator>
  <cp:keywords/>
  <dc:description/>
  <cp:lastModifiedBy>0005665</cp:lastModifiedBy>
  <cp:revision>17</cp:revision>
  <cp:lastPrinted>2022-02-15T03:48:00Z</cp:lastPrinted>
  <dcterms:created xsi:type="dcterms:W3CDTF">2022-02-15T02:39:00Z</dcterms:created>
  <dcterms:modified xsi:type="dcterms:W3CDTF">2025-08-26T04:06:00Z</dcterms:modified>
</cp:coreProperties>
</file>