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95C9B2" w14:textId="77777777" w:rsidR="00EA40D9" w:rsidRDefault="00EA40D9" w:rsidP="00EA40D9">
      <w:pPr>
        <w:pStyle w:val="a3"/>
        <w:spacing w:line="600" w:lineRule="exact"/>
        <w:jc w:val="right"/>
        <w:rPr>
          <w:spacing w:val="0"/>
        </w:rPr>
      </w:pPr>
      <w:r>
        <w:rPr>
          <w:rFonts w:hint="eastAsia"/>
          <w:sz w:val="40"/>
          <w:szCs w:val="40"/>
          <w:bdr w:val="single" w:sz="4" w:space="0" w:color="000000"/>
        </w:rPr>
        <w:t>別紙５</w:t>
      </w:r>
    </w:p>
    <w:p w14:paraId="7667A709" w14:textId="77777777" w:rsidR="00EA40D9" w:rsidRDefault="00EA40D9" w:rsidP="00EA40D9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</w:p>
    <w:p w14:paraId="01800620" w14:textId="77777777" w:rsidR="00EA40D9" w:rsidRDefault="00EA40D9" w:rsidP="00EA40D9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</w:p>
    <w:p w14:paraId="2777A4DC" w14:textId="77777777" w:rsidR="00EA40D9" w:rsidRDefault="00EA40D9" w:rsidP="00EA40D9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</w:p>
    <w:p w14:paraId="33FC5E58" w14:textId="77777777" w:rsidR="00EA40D9" w:rsidRDefault="00EA40D9" w:rsidP="00EA40D9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</w:p>
    <w:p w14:paraId="73BC33D0" w14:textId="77777777" w:rsidR="00EA40D9" w:rsidRDefault="00EA40D9" w:rsidP="00EA40D9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</w:p>
    <w:p w14:paraId="161CB2F4" w14:textId="77777777" w:rsidR="00EA40D9" w:rsidRDefault="00EA40D9" w:rsidP="00EA40D9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</w:p>
    <w:p w14:paraId="660A0A96" w14:textId="77777777" w:rsidR="00EA40D9" w:rsidRDefault="00EA40D9" w:rsidP="00EA40D9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</w:p>
    <w:p w14:paraId="2A45156E" w14:textId="77777777" w:rsidR="00EA40D9" w:rsidRDefault="00EA40D9" w:rsidP="00EA40D9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</w:p>
    <w:p w14:paraId="3753D6E2" w14:textId="77777777" w:rsidR="00EA40D9" w:rsidRDefault="00EA40D9" w:rsidP="00EA40D9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</w:p>
    <w:p w14:paraId="26675F3D" w14:textId="77777777" w:rsidR="00EA40D9" w:rsidRDefault="00EA40D9" w:rsidP="00EA40D9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</w:p>
    <w:p w14:paraId="66BD7768" w14:textId="77777777" w:rsidR="00EA40D9" w:rsidRDefault="00EA40D9" w:rsidP="00EA40D9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</w:p>
    <w:p w14:paraId="0D9ABF3B" w14:textId="77777777" w:rsidR="00EA40D9" w:rsidRDefault="00EA40D9" w:rsidP="00EA40D9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</w:p>
    <w:p w14:paraId="04A6E3DF" w14:textId="77777777" w:rsidR="00EA40D9" w:rsidRDefault="00EA40D9" w:rsidP="00EA40D9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</w:p>
    <w:p w14:paraId="1180A6A6" w14:textId="77777777" w:rsidR="00EA40D9" w:rsidRDefault="00EA40D9" w:rsidP="00EA40D9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</w:p>
    <w:p w14:paraId="0F85F078" w14:textId="77777777" w:rsidR="00EA40D9" w:rsidRDefault="00EA40D9" w:rsidP="00EA40D9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</w:p>
    <w:p w14:paraId="2066EDFC" w14:textId="77777777" w:rsidR="00EA40D9" w:rsidRDefault="00EA40D9" w:rsidP="00EA40D9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</w:p>
    <w:p w14:paraId="27C48D7A" w14:textId="77777777" w:rsidR="00EA40D9" w:rsidRDefault="00EA40D9" w:rsidP="00EA40D9">
      <w:pPr>
        <w:overflowPunct w:val="0"/>
        <w:jc w:val="center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  <w:r>
        <w:rPr>
          <w:rFonts w:hint="eastAsia"/>
          <w:spacing w:val="4"/>
          <w:sz w:val="40"/>
          <w:szCs w:val="40"/>
        </w:rPr>
        <w:t>入</w:t>
      </w:r>
      <w:r>
        <w:rPr>
          <w:spacing w:val="2"/>
          <w:sz w:val="40"/>
          <w:szCs w:val="40"/>
        </w:rPr>
        <w:t xml:space="preserve"> </w:t>
      </w:r>
      <w:r>
        <w:rPr>
          <w:rFonts w:hint="eastAsia"/>
          <w:spacing w:val="4"/>
          <w:sz w:val="40"/>
          <w:szCs w:val="40"/>
        </w:rPr>
        <w:t>札</w:t>
      </w:r>
      <w:r>
        <w:rPr>
          <w:spacing w:val="2"/>
          <w:sz w:val="40"/>
          <w:szCs w:val="40"/>
        </w:rPr>
        <w:t xml:space="preserve"> </w:t>
      </w:r>
      <w:r>
        <w:rPr>
          <w:rFonts w:hint="eastAsia"/>
          <w:spacing w:val="4"/>
          <w:sz w:val="40"/>
          <w:szCs w:val="40"/>
        </w:rPr>
        <w:t>書</w:t>
      </w:r>
      <w:r>
        <w:rPr>
          <w:spacing w:val="2"/>
          <w:sz w:val="40"/>
          <w:szCs w:val="40"/>
        </w:rPr>
        <w:t xml:space="preserve"> </w:t>
      </w:r>
      <w:r>
        <w:rPr>
          <w:rFonts w:hint="eastAsia"/>
          <w:spacing w:val="4"/>
          <w:sz w:val="40"/>
          <w:szCs w:val="40"/>
        </w:rPr>
        <w:t>及</w:t>
      </w:r>
      <w:r>
        <w:rPr>
          <w:spacing w:val="2"/>
          <w:sz w:val="40"/>
          <w:szCs w:val="40"/>
        </w:rPr>
        <w:t xml:space="preserve"> </w:t>
      </w:r>
      <w:r>
        <w:rPr>
          <w:rFonts w:hint="eastAsia"/>
          <w:spacing w:val="4"/>
          <w:sz w:val="40"/>
          <w:szCs w:val="40"/>
        </w:rPr>
        <w:t>び</w:t>
      </w:r>
      <w:r>
        <w:rPr>
          <w:spacing w:val="2"/>
          <w:sz w:val="40"/>
          <w:szCs w:val="40"/>
        </w:rPr>
        <w:t xml:space="preserve"> </w:t>
      </w:r>
      <w:r>
        <w:rPr>
          <w:rFonts w:hint="eastAsia"/>
          <w:spacing w:val="4"/>
          <w:sz w:val="40"/>
          <w:szCs w:val="40"/>
        </w:rPr>
        <w:t>委</w:t>
      </w:r>
      <w:r>
        <w:rPr>
          <w:spacing w:val="2"/>
          <w:sz w:val="40"/>
          <w:szCs w:val="40"/>
        </w:rPr>
        <w:t xml:space="preserve"> </w:t>
      </w:r>
      <w:r>
        <w:rPr>
          <w:rFonts w:hint="eastAsia"/>
          <w:spacing w:val="4"/>
          <w:sz w:val="40"/>
          <w:szCs w:val="40"/>
        </w:rPr>
        <w:t>任</w:t>
      </w:r>
      <w:r>
        <w:rPr>
          <w:spacing w:val="2"/>
          <w:sz w:val="40"/>
          <w:szCs w:val="40"/>
        </w:rPr>
        <w:t xml:space="preserve"> </w:t>
      </w:r>
      <w:r>
        <w:rPr>
          <w:rFonts w:hint="eastAsia"/>
          <w:spacing w:val="4"/>
          <w:sz w:val="40"/>
          <w:szCs w:val="40"/>
        </w:rPr>
        <w:t>状</w:t>
      </w:r>
    </w:p>
    <w:p w14:paraId="3A744C40" w14:textId="77777777" w:rsidR="00EA40D9" w:rsidRDefault="00EA40D9" w:rsidP="00EA40D9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</w:p>
    <w:p w14:paraId="1A9DFF4E" w14:textId="77777777" w:rsidR="00EA40D9" w:rsidRDefault="00EA40D9" w:rsidP="00EA40D9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</w:p>
    <w:p w14:paraId="3A5814D3" w14:textId="77777777" w:rsidR="00EA40D9" w:rsidRDefault="00EA40D9" w:rsidP="00EA40D9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</w:p>
    <w:p w14:paraId="6023B30C" w14:textId="77777777" w:rsidR="00EA40D9" w:rsidRDefault="00EA40D9" w:rsidP="00EA40D9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</w:p>
    <w:p w14:paraId="5498CFBD" w14:textId="77777777" w:rsidR="00EA40D9" w:rsidRDefault="00EA40D9" w:rsidP="00EA40D9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</w:p>
    <w:p w14:paraId="05667395" w14:textId="77777777" w:rsidR="00EA40D9" w:rsidRDefault="00EA40D9" w:rsidP="00EA40D9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</w:p>
    <w:p w14:paraId="466CE083" w14:textId="77777777" w:rsidR="00EA40D9" w:rsidRDefault="00EA40D9" w:rsidP="00EA40D9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</w:p>
    <w:p w14:paraId="59EDE312" w14:textId="77777777" w:rsidR="00EA40D9" w:rsidRDefault="00EA40D9" w:rsidP="00EA40D9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</w:p>
    <w:p w14:paraId="162D0F72" w14:textId="77777777" w:rsidR="00EA40D9" w:rsidRDefault="00EA40D9" w:rsidP="00EA40D9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</w:p>
    <w:p w14:paraId="59B63D16" w14:textId="77777777" w:rsidR="00EA40D9" w:rsidRDefault="00EA40D9" w:rsidP="00EA40D9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</w:p>
    <w:p w14:paraId="3F52696E" w14:textId="77777777" w:rsidR="00EA40D9" w:rsidRDefault="00EA40D9" w:rsidP="00EA40D9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</w:p>
    <w:p w14:paraId="57A38524" w14:textId="77777777" w:rsidR="00EA40D9" w:rsidRDefault="00EA40D9" w:rsidP="00EA40D9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</w:p>
    <w:p w14:paraId="37378A4C" w14:textId="77777777" w:rsidR="00EA40D9" w:rsidRDefault="00EA40D9" w:rsidP="00EA40D9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</w:p>
    <w:p w14:paraId="68C165BD" w14:textId="77777777" w:rsidR="00EA40D9" w:rsidRDefault="00EA40D9" w:rsidP="00EA40D9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</w:p>
    <w:p w14:paraId="5E690596" w14:textId="77777777" w:rsidR="00EA40D9" w:rsidRPr="002D45B9" w:rsidRDefault="00EA40D9" w:rsidP="00EA40D9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</w:p>
    <w:p w14:paraId="7E0823FB" w14:textId="77777777" w:rsidR="00EA40D9" w:rsidRDefault="00EA40D9" w:rsidP="00EA40D9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</w:p>
    <w:p w14:paraId="195941E2" w14:textId="77777777" w:rsidR="00EA40D9" w:rsidRDefault="00EA40D9" w:rsidP="00EA40D9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</w:p>
    <w:p w14:paraId="10412B95" w14:textId="77777777" w:rsidR="00EA40D9" w:rsidRDefault="00EA40D9" w:rsidP="00EA40D9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</w:p>
    <w:p w14:paraId="2F31BA9D" w14:textId="77777777" w:rsidR="00EA40D9" w:rsidRDefault="00EA40D9" w:rsidP="00EA40D9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</w:p>
    <w:p w14:paraId="21D0D774" w14:textId="77777777" w:rsidR="00EA40D9" w:rsidRDefault="00EA40D9" w:rsidP="00EA40D9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</w:p>
    <w:p w14:paraId="63E63C61" w14:textId="77777777" w:rsidR="00EA40D9" w:rsidRDefault="00EA40D9" w:rsidP="00EA40D9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</w:p>
    <w:p w14:paraId="12A73AC5" w14:textId="77777777" w:rsidR="00EA40D9" w:rsidRDefault="00EA40D9" w:rsidP="00EA40D9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</w:p>
    <w:p w14:paraId="34864FC3" w14:textId="77777777" w:rsidR="00EA40D9" w:rsidRDefault="00EA40D9" w:rsidP="00EA40D9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</w:p>
    <w:p w14:paraId="1FAECE86" w14:textId="77777777" w:rsidR="00EA40D9" w:rsidRDefault="00EA40D9" w:rsidP="00EA40D9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</w:p>
    <w:p w14:paraId="1035A6A0" w14:textId="77777777" w:rsidR="00EA40D9" w:rsidRDefault="00EA40D9" w:rsidP="00EA40D9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</w:p>
    <w:p w14:paraId="75460796" w14:textId="77777777" w:rsidR="00EA40D9" w:rsidRDefault="00EA40D9" w:rsidP="00EA40D9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</w:p>
    <w:p w14:paraId="1A9DFFED" w14:textId="77777777" w:rsidR="00EA40D9" w:rsidRDefault="00EA40D9" w:rsidP="00EA40D9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</w:p>
    <w:p w14:paraId="3A6FF972" w14:textId="77777777" w:rsidR="00EA40D9" w:rsidRDefault="00EA40D9" w:rsidP="00EA40D9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</w:p>
    <w:p w14:paraId="74C155CA" w14:textId="77777777" w:rsidR="00EA40D9" w:rsidRDefault="00EA40D9" w:rsidP="00EA40D9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</w:p>
    <w:p w14:paraId="38051C3F" w14:textId="77777777" w:rsidR="00EA40D9" w:rsidRDefault="00EA40D9" w:rsidP="00EA40D9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</w:p>
    <w:p w14:paraId="37196C16" w14:textId="77777777" w:rsidR="00EA40D9" w:rsidRDefault="00EA40D9" w:rsidP="00EA40D9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</w:p>
    <w:p w14:paraId="6554619B" w14:textId="77777777" w:rsidR="00EA40D9" w:rsidRDefault="00EA40D9" w:rsidP="00EA40D9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</w:p>
    <w:p w14:paraId="71315A70" w14:textId="77777777" w:rsidR="00EA40D9" w:rsidRDefault="00EA40D9" w:rsidP="00EA40D9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</w:p>
    <w:p w14:paraId="0D676072" w14:textId="77777777" w:rsidR="008B508A" w:rsidRPr="00EA40D9" w:rsidRDefault="008B508A">
      <w:pPr>
        <w:pStyle w:val="a3"/>
        <w:rPr>
          <w:spacing w:val="0"/>
        </w:rPr>
      </w:pPr>
    </w:p>
    <w:p w14:paraId="51EB9C4D" w14:textId="77777777" w:rsidR="00A51EF4" w:rsidRDefault="00A51EF4">
      <w:pPr>
        <w:pStyle w:val="a3"/>
        <w:rPr>
          <w:spacing w:val="0"/>
        </w:rPr>
      </w:pPr>
    </w:p>
    <w:p w14:paraId="56D81A3A" w14:textId="77777777" w:rsidR="008B508A" w:rsidRPr="00A51EF4" w:rsidRDefault="008B508A">
      <w:pPr>
        <w:pStyle w:val="a3"/>
        <w:jc w:val="center"/>
        <w:rPr>
          <w:spacing w:val="0"/>
          <w:sz w:val="32"/>
          <w:szCs w:val="32"/>
        </w:rPr>
      </w:pPr>
      <w:r w:rsidRPr="00A51EF4">
        <w:rPr>
          <w:rFonts w:ascii="ＭＳ 明朝" w:hAnsi="ＭＳ 明朝" w:hint="eastAsia"/>
          <w:sz w:val="32"/>
          <w:szCs w:val="32"/>
        </w:rPr>
        <w:t>入　　札　　書</w:t>
      </w:r>
      <w:r w:rsidR="00A51EF4">
        <w:rPr>
          <w:rFonts w:ascii="ＭＳ 明朝" w:hAnsi="ＭＳ 明朝"/>
          <w:sz w:val="32"/>
          <w:szCs w:val="32"/>
        </w:rPr>
        <w:br/>
      </w:r>
    </w:p>
    <w:p w14:paraId="3B72FE42" w14:textId="77777777" w:rsidR="008B508A" w:rsidRDefault="008B508A">
      <w:pPr>
        <w:pStyle w:val="a3"/>
        <w:spacing w:line="110" w:lineRule="exact"/>
        <w:rPr>
          <w:spacing w:val="0"/>
        </w:rPr>
      </w:pPr>
    </w:p>
    <w:tbl>
      <w:tblPr>
        <w:tblW w:w="0" w:type="auto"/>
        <w:tblInd w:w="128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2622"/>
        <w:gridCol w:w="6270"/>
      </w:tblGrid>
      <w:tr w:rsidR="008B508A" w:rsidRPr="00CE7C6F" w14:paraId="706AD7CC" w14:textId="77777777" w:rsidTr="00FD4DF3">
        <w:trPr>
          <w:trHeight w:hRule="exact" w:val="792"/>
        </w:trPr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9105FD" w14:textId="77777777" w:rsidR="008B508A" w:rsidRDefault="008B508A">
            <w:pPr>
              <w:pStyle w:val="a3"/>
              <w:spacing w:before="225"/>
              <w:rPr>
                <w:spacing w:val="0"/>
              </w:rPr>
            </w:pPr>
            <w:r>
              <w:rPr>
                <w:rFonts w:cs="Century"/>
                <w:spacing w:val="2"/>
              </w:rPr>
              <w:t xml:space="preserve"> </w:t>
            </w:r>
            <w:r>
              <w:rPr>
                <w:rFonts w:ascii="ＭＳ 明朝" w:hAnsi="ＭＳ 明朝"/>
                <w:spacing w:val="2"/>
              </w:rPr>
              <w:t xml:space="preserve"> </w:t>
            </w:r>
            <w:r>
              <w:rPr>
                <w:rFonts w:ascii="ＭＳ 明朝" w:hAnsi="ＭＳ 明朝" w:hint="eastAsia"/>
              </w:rPr>
              <w:t>入　札　金　額</w:t>
            </w:r>
          </w:p>
        </w:tc>
        <w:tc>
          <w:tcPr>
            <w:tcW w:w="62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79F96D8" w14:textId="77777777" w:rsidR="008B508A" w:rsidRDefault="008B508A">
            <w:pPr>
              <w:pStyle w:val="a3"/>
              <w:spacing w:before="225"/>
              <w:rPr>
                <w:spacing w:val="0"/>
              </w:rPr>
            </w:pPr>
            <w:r>
              <w:rPr>
                <w:rFonts w:cs="Century"/>
                <w:spacing w:val="2"/>
              </w:rPr>
              <w:t xml:space="preserve"> </w:t>
            </w:r>
            <w:r>
              <w:rPr>
                <w:rFonts w:ascii="ＭＳ 明朝" w:hAnsi="ＭＳ 明朝" w:hint="eastAsia"/>
              </w:rPr>
              <w:t>￥</w:t>
            </w:r>
          </w:p>
        </w:tc>
      </w:tr>
      <w:tr w:rsidR="008B508A" w:rsidRPr="00CE7C6F" w14:paraId="20106DA7" w14:textId="77777777" w:rsidTr="00FD4DF3">
        <w:trPr>
          <w:trHeight w:hRule="exact" w:val="844"/>
        </w:trPr>
        <w:tc>
          <w:tcPr>
            <w:tcW w:w="26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E5AC90" w14:textId="77777777" w:rsidR="008B508A" w:rsidRDefault="008B508A">
            <w:pPr>
              <w:pStyle w:val="a3"/>
              <w:spacing w:before="225"/>
              <w:rPr>
                <w:spacing w:val="0"/>
              </w:rPr>
            </w:pPr>
            <w:r>
              <w:rPr>
                <w:rFonts w:cs="Century"/>
                <w:spacing w:val="2"/>
              </w:rPr>
              <w:t xml:space="preserve"> </w:t>
            </w:r>
            <w:r>
              <w:rPr>
                <w:rFonts w:ascii="ＭＳ 明朝" w:hAnsi="ＭＳ 明朝"/>
                <w:spacing w:val="2"/>
              </w:rPr>
              <w:t xml:space="preserve"> </w:t>
            </w:r>
            <w:r>
              <w:rPr>
                <w:rFonts w:ascii="ＭＳ 明朝" w:hAnsi="ＭＳ 明朝" w:hint="eastAsia"/>
              </w:rPr>
              <w:t>入</w:t>
            </w:r>
            <w:r>
              <w:rPr>
                <w:rFonts w:ascii="ＭＳ 明朝" w:hAnsi="ＭＳ 明朝"/>
                <w:spacing w:val="2"/>
              </w:rPr>
              <w:t xml:space="preserve"> </w:t>
            </w:r>
            <w:r>
              <w:rPr>
                <w:rFonts w:ascii="ＭＳ 明朝" w:hAnsi="ＭＳ 明朝" w:hint="eastAsia"/>
              </w:rPr>
              <w:t>札</w:t>
            </w:r>
            <w:r>
              <w:rPr>
                <w:rFonts w:ascii="ＭＳ 明朝" w:hAnsi="ＭＳ 明朝"/>
                <w:spacing w:val="2"/>
              </w:rPr>
              <w:t xml:space="preserve"> </w:t>
            </w:r>
            <w:r>
              <w:rPr>
                <w:rFonts w:ascii="ＭＳ 明朝" w:hAnsi="ＭＳ 明朝" w:hint="eastAsia"/>
              </w:rPr>
              <w:t>の</w:t>
            </w:r>
            <w:r>
              <w:rPr>
                <w:rFonts w:ascii="ＭＳ 明朝" w:hAnsi="ＭＳ 明朝"/>
                <w:spacing w:val="2"/>
              </w:rPr>
              <w:t xml:space="preserve"> </w:t>
            </w:r>
            <w:r>
              <w:rPr>
                <w:rFonts w:ascii="ＭＳ 明朝" w:hAnsi="ＭＳ 明朝" w:hint="eastAsia"/>
              </w:rPr>
              <w:t>目</w:t>
            </w:r>
            <w:r>
              <w:rPr>
                <w:rFonts w:ascii="ＭＳ 明朝" w:hAnsi="ＭＳ 明朝"/>
                <w:spacing w:val="2"/>
              </w:rPr>
              <w:t xml:space="preserve"> </w:t>
            </w:r>
            <w:r>
              <w:rPr>
                <w:rFonts w:ascii="ＭＳ 明朝" w:hAnsi="ＭＳ 明朝" w:hint="eastAsia"/>
              </w:rPr>
              <w:t>的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F19E919" w14:textId="63D3B633" w:rsidR="008B508A" w:rsidRPr="00086508" w:rsidRDefault="00EE383F" w:rsidP="00095EB5">
            <w:pPr>
              <w:pStyle w:val="a3"/>
              <w:rPr>
                <w:rFonts w:hAnsi="Times New Roman"/>
              </w:rPr>
            </w:pPr>
            <w:r>
              <w:rPr>
                <w:rFonts w:hAnsi="Times New Roman" w:hint="eastAsia"/>
              </w:rPr>
              <w:t>令和</w:t>
            </w:r>
            <w:r w:rsidR="006458BC">
              <w:rPr>
                <w:rFonts w:hAnsi="Times New Roman" w:hint="eastAsia"/>
              </w:rPr>
              <w:t>７</w:t>
            </w:r>
            <w:r w:rsidR="00D0033F">
              <w:rPr>
                <w:rFonts w:hAnsi="Times New Roman" w:hint="eastAsia"/>
              </w:rPr>
              <w:t>年度</w:t>
            </w:r>
            <w:r w:rsidR="001D028D">
              <w:rPr>
                <w:rFonts w:hAnsi="Times New Roman" w:hint="eastAsia"/>
              </w:rPr>
              <w:t>沖縄県</w:t>
            </w:r>
            <w:r w:rsidR="00D0033F">
              <w:rPr>
                <w:rFonts w:hAnsi="Times New Roman" w:hint="eastAsia"/>
              </w:rPr>
              <w:t>情報セキュリティ外部監査</w:t>
            </w:r>
            <w:r w:rsidR="00095EB5">
              <w:rPr>
                <w:rFonts w:hAnsi="Times New Roman" w:hint="eastAsia"/>
              </w:rPr>
              <w:t>業務</w:t>
            </w:r>
          </w:p>
        </w:tc>
      </w:tr>
      <w:tr w:rsidR="008B508A" w:rsidRPr="00CE7C6F" w14:paraId="7546625E" w14:textId="77777777" w:rsidTr="00A51EF4">
        <w:trPr>
          <w:trHeight w:hRule="exact" w:val="857"/>
        </w:trPr>
        <w:tc>
          <w:tcPr>
            <w:tcW w:w="26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4B6607" w14:textId="77777777" w:rsidR="008B508A" w:rsidRDefault="008B508A">
            <w:pPr>
              <w:pStyle w:val="a3"/>
              <w:spacing w:before="225"/>
              <w:rPr>
                <w:spacing w:val="0"/>
              </w:rPr>
            </w:pPr>
            <w:r>
              <w:rPr>
                <w:rFonts w:cs="Century"/>
                <w:spacing w:val="2"/>
              </w:rPr>
              <w:t xml:space="preserve"> </w:t>
            </w:r>
            <w:r>
              <w:rPr>
                <w:rFonts w:ascii="ＭＳ 明朝" w:hAnsi="ＭＳ 明朝"/>
                <w:spacing w:val="2"/>
              </w:rPr>
              <w:t xml:space="preserve"> </w:t>
            </w:r>
            <w:r>
              <w:rPr>
                <w:rFonts w:ascii="ＭＳ 明朝" w:hAnsi="ＭＳ 明朝" w:hint="eastAsia"/>
              </w:rPr>
              <w:t>引</w:t>
            </w:r>
            <w:r>
              <w:rPr>
                <w:rFonts w:ascii="ＭＳ 明朝" w:hAnsi="ＭＳ 明朝"/>
                <w:spacing w:val="2"/>
              </w:rPr>
              <w:t xml:space="preserve"> </w:t>
            </w:r>
            <w:r>
              <w:rPr>
                <w:rFonts w:ascii="ＭＳ 明朝" w:hAnsi="ＭＳ 明朝" w:hint="eastAsia"/>
              </w:rPr>
              <w:t>渡</w:t>
            </w:r>
            <w:r>
              <w:rPr>
                <w:rFonts w:ascii="ＭＳ 明朝" w:hAnsi="ＭＳ 明朝"/>
                <w:spacing w:val="2"/>
              </w:rPr>
              <w:t xml:space="preserve"> </w:t>
            </w:r>
            <w:r>
              <w:rPr>
                <w:rFonts w:ascii="ＭＳ 明朝" w:hAnsi="ＭＳ 明朝" w:hint="eastAsia"/>
              </w:rPr>
              <w:t>の</w:t>
            </w:r>
            <w:r>
              <w:rPr>
                <w:rFonts w:ascii="ＭＳ 明朝" w:hAnsi="ＭＳ 明朝"/>
                <w:spacing w:val="2"/>
              </w:rPr>
              <w:t xml:space="preserve"> </w:t>
            </w:r>
            <w:r>
              <w:rPr>
                <w:rFonts w:ascii="ＭＳ 明朝" w:hAnsi="ＭＳ 明朝" w:hint="eastAsia"/>
              </w:rPr>
              <w:t>場</w:t>
            </w:r>
            <w:r>
              <w:rPr>
                <w:rFonts w:ascii="ＭＳ 明朝" w:hAnsi="ＭＳ 明朝"/>
                <w:spacing w:val="2"/>
              </w:rPr>
              <w:t xml:space="preserve"> </w:t>
            </w:r>
            <w:r>
              <w:rPr>
                <w:rFonts w:ascii="ＭＳ 明朝" w:hAnsi="ＭＳ 明朝" w:hint="eastAsia"/>
              </w:rPr>
              <w:t>所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495E386" w14:textId="77777777" w:rsidR="008B508A" w:rsidRDefault="00D42EA5">
            <w:pPr>
              <w:pStyle w:val="a3"/>
              <w:spacing w:before="225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沖縄県企画部</w:t>
            </w:r>
            <w:r w:rsidR="00125404">
              <w:rPr>
                <w:rFonts w:ascii="ＭＳ 明朝" w:hAnsi="ＭＳ 明朝" w:hint="eastAsia"/>
              </w:rPr>
              <w:t>情報基盤整備課</w:t>
            </w:r>
          </w:p>
        </w:tc>
      </w:tr>
      <w:tr w:rsidR="008B508A" w:rsidRPr="00CE7C6F" w14:paraId="7DF6F6AE" w14:textId="77777777" w:rsidTr="00A51EF4">
        <w:trPr>
          <w:trHeight w:hRule="exact" w:val="840"/>
        </w:trPr>
        <w:tc>
          <w:tcPr>
            <w:tcW w:w="26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38B66C" w14:textId="77777777" w:rsidR="008B508A" w:rsidRDefault="008B508A">
            <w:pPr>
              <w:pStyle w:val="a3"/>
              <w:spacing w:before="225"/>
              <w:rPr>
                <w:spacing w:val="0"/>
              </w:rPr>
            </w:pPr>
            <w:r>
              <w:rPr>
                <w:rFonts w:cs="Century"/>
                <w:spacing w:val="2"/>
              </w:rPr>
              <w:t xml:space="preserve"> </w:t>
            </w:r>
            <w:r>
              <w:rPr>
                <w:rFonts w:ascii="ＭＳ 明朝" w:hAnsi="ＭＳ 明朝"/>
                <w:spacing w:val="2"/>
              </w:rPr>
              <w:t xml:space="preserve"> </w:t>
            </w:r>
            <w:r w:rsidR="000C253A">
              <w:rPr>
                <w:rFonts w:ascii="ＭＳ 明朝" w:hAnsi="ＭＳ 明朝" w:hint="eastAsia"/>
              </w:rPr>
              <w:t>契　約　期　間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2BB13E5" w14:textId="247C48FA" w:rsidR="008B508A" w:rsidRDefault="00D0033F" w:rsidP="002D45B9">
            <w:pPr>
              <w:pStyle w:val="a3"/>
              <w:spacing w:before="225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契約締結日</w:t>
            </w:r>
            <w:r w:rsidR="00086508">
              <w:rPr>
                <w:rFonts w:ascii="ＭＳ 明朝" w:hAnsi="ＭＳ 明朝" w:hint="eastAsia"/>
              </w:rPr>
              <w:t>から令和</w:t>
            </w:r>
            <w:r w:rsidR="00E679E8">
              <w:rPr>
                <w:rFonts w:ascii="ＭＳ 明朝" w:hAnsi="ＭＳ 明朝" w:hint="eastAsia"/>
              </w:rPr>
              <w:t>８</w:t>
            </w:r>
            <w:r>
              <w:rPr>
                <w:rFonts w:ascii="ＭＳ 明朝" w:hAnsi="ＭＳ 明朝" w:hint="eastAsia"/>
              </w:rPr>
              <w:t>年</w:t>
            </w:r>
            <w:r w:rsidR="006458BC">
              <w:rPr>
                <w:rFonts w:ascii="ＭＳ 明朝" w:hAnsi="ＭＳ 明朝" w:hint="eastAsia"/>
              </w:rPr>
              <w:t>２</w:t>
            </w:r>
            <w:r w:rsidR="008B508A">
              <w:rPr>
                <w:rFonts w:ascii="ＭＳ 明朝" w:hAnsi="ＭＳ 明朝" w:hint="eastAsia"/>
              </w:rPr>
              <w:t>月</w:t>
            </w:r>
            <w:r w:rsidR="006458BC">
              <w:rPr>
                <w:rFonts w:ascii="ＭＳ 明朝" w:hAnsi="ＭＳ 明朝" w:hint="eastAsia"/>
              </w:rPr>
              <w:t>27</w:t>
            </w:r>
            <w:r w:rsidR="008B508A">
              <w:rPr>
                <w:rFonts w:ascii="ＭＳ 明朝" w:hAnsi="ＭＳ 明朝" w:hint="eastAsia"/>
              </w:rPr>
              <w:t>日まで</w:t>
            </w:r>
          </w:p>
        </w:tc>
      </w:tr>
      <w:tr w:rsidR="008B508A" w:rsidRPr="00CE7C6F" w14:paraId="5AE35B9E" w14:textId="77777777" w:rsidTr="00A51EF4">
        <w:trPr>
          <w:trHeight w:hRule="exact" w:val="853"/>
        </w:trPr>
        <w:tc>
          <w:tcPr>
            <w:tcW w:w="26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625DC9" w14:textId="77777777" w:rsidR="008B508A" w:rsidRDefault="008B508A">
            <w:pPr>
              <w:pStyle w:val="a3"/>
              <w:spacing w:before="225"/>
              <w:rPr>
                <w:spacing w:val="0"/>
              </w:rPr>
            </w:pPr>
            <w:r>
              <w:rPr>
                <w:rFonts w:cs="Century"/>
                <w:spacing w:val="2"/>
              </w:rPr>
              <w:t xml:space="preserve"> </w:t>
            </w:r>
            <w:r>
              <w:rPr>
                <w:rFonts w:ascii="ＭＳ 明朝" w:hAnsi="ＭＳ 明朝"/>
                <w:spacing w:val="2"/>
              </w:rPr>
              <w:t xml:space="preserve"> </w:t>
            </w:r>
            <w:r w:rsidRPr="00E23C6B">
              <w:rPr>
                <w:rFonts w:ascii="ＭＳ 明朝" w:hAnsi="ＭＳ 明朝" w:hint="eastAsia"/>
                <w:spacing w:val="62"/>
                <w:fitText w:val="1600" w:id="83030272"/>
              </w:rPr>
              <w:t>入札保証</w:t>
            </w:r>
            <w:r w:rsidRPr="00E23C6B">
              <w:rPr>
                <w:rFonts w:ascii="ＭＳ 明朝" w:hAnsi="ＭＳ 明朝" w:hint="eastAsia"/>
                <w:spacing w:val="2"/>
                <w:fitText w:val="1600" w:id="83030272"/>
              </w:rPr>
              <w:t>金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6B4A324" w14:textId="77777777" w:rsidR="008B508A" w:rsidRDefault="008B508A" w:rsidP="00CE7C6F">
            <w:pPr>
              <w:pStyle w:val="a3"/>
              <w:spacing w:before="225"/>
              <w:rPr>
                <w:spacing w:val="0"/>
              </w:rPr>
            </w:pPr>
            <w:r>
              <w:rPr>
                <w:rFonts w:cs="Century"/>
                <w:spacing w:val="2"/>
              </w:rPr>
              <w:t xml:space="preserve"> </w:t>
            </w:r>
          </w:p>
        </w:tc>
      </w:tr>
    </w:tbl>
    <w:p w14:paraId="5F3E976F" w14:textId="77777777" w:rsidR="00A51EF4" w:rsidRDefault="00A51EF4">
      <w:pPr>
        <w:pStyle w:val="a3"/>
        <w:rPr>
          <w:spacing w:val="0"/>
        </w:rPr>
      </w:pPr>
      <w:r>
        <w:rPr>
          <w:rFonts w:hint="eastAsia"/>
          <w:spacing w:val="0"/>
        </w:rPr>
        <w:br/>
      </w:r>
    </w:p>
    <w:p w14:paraId="7F4471C2" w14:textId="77777777" w:rsidR="008B508A" w:rsidRPr="00A51EF4" w:rsidRDefault="008B508A" w:rsidP="00A51EF4">
      <w:pPr>
        <w:pStyle w:val="a3"/>
        <w:ind w:firstLineChars="100" w:firstLine="248"/>
        <w:rPr>
          <w:rFonts w:ascii="ＭＳ 明朝" w:hAnsi="ＭＳ 明朝"/>
          <w:sz w:val="24"/>
          <w:szCs w:val="24"/>
        </w:rPr>
      </w:pPr>
      <w:r w:rsidRPr="00A51EF4">
        <w:rPr>
          <w:rFonts w:ascii="ＭＳ 明朝" w:hAnsi="ＭＳ 明朝" w:hint="eastAsia"/>
          <w:sz w:val="24"/>
          <w:szCs w:val="24"/>
        </w:rPr>
        <w:t>上記</w:t>
      </w:r>
      <w:r w:rsidR="00A51EF4">
        <w:rPr>
          <w:rFonts w:ascii="ＭＳ 明朝" w:hAnsi="ＭＳ 明朝" w:hint="eastAsia"/>
          <w:sz w:val="24"/>
          <w:szCs w:val="24"/>
        </w:rPr>
        <w:t>の</w:t>
      </w:r>
      <w:r w:rsidR="00A51EF4" w:rsidRPr="00A51EF4">
        <w:rPr>
          <w:rFonts w:ascii="ＭＳ 明朝" w:hAnsi="ＭＳ 明朝" w:hint="eastAsia"/>
          <w:sz w:val="24"/>
          <w:szCs w:val="24"/>
        </w:rPr>
        <w:t>入札</w:t>
      </w:r>
      <w:r w:rsidRPr="00A51EF4">
        <w:rPr>
          <w:rFonts w:ascii="ＭＳ 明朝" w:hAnsi="ＭＳ 明朝" w:hint="eastAsia"/>
          <w:sz w:val="24"/>
          <w:szCs w:val="24"/>
        </w:rPr>
        <w:t>金額にその</w:t>
      </w:r>
      <w:r w:rsidRPr="00A51EF4">
        <w:rPr>
          <w:rFonts w:ascii="ＭＳ 明朝" w:hAnsi="ＭＳ 明朝"/>
          <w:sz w:val="24"/>
          <w:szCs w:val="24"/>
        </w:rPr>
        <w:t>100</w:t>
      </w:r>
      <w:r w:rsidR="00422AA7">
        <w:rPr>
          <w:rFonts w:ascii="ＭＳ 明朝" w:hAnsi="ＭＳ 明朝" w:hint="eastAsia"/>
          <w:sz w:val="24"/>
          <w:szCs w:val="24"/>
        </w:rPr>
        <w:t>分の</w:t>
      </w:r>
      <w:r w:rsidR="00EE383F">
        <w:rPr>
          <w:rFonts w:ascii="ＭＳ 明朝" w:hAnsi="ＭＳ 明朝" w:hint="eastAsia"/>
          <w:sz w:val="24"/>
          <w:szCs w:val="24"/>
        </w:rPr>
        <w:t>10</w:t>
      </w:r>
      <w:r w:rsidRPr="00A51EF4">
        <w:rPr>
          <w:rFonts w:ascii="ＭＳ 明朝" w:hAnsi="ＭＳ 明朝" w:hint="eastAsia"/>
          <w:sz w:val="24"/>
          <w:szCs w:val="24"/>
        </w:rPr>
        <w:t>に相当する金額を加算した金額（当該金額に１円未満の端数があるときは、その端数金額を切り捨てた金額）をもって受託したいので、呈示された仕様書、契約条項及び沖縄県財務規則（昭和</w:t>
      </w:r>
      <w:r w:rsidRPr="00A51EF4">
        <w:rPr>
          <w:rFonts w:ascii="ＭＳ 明朝" w:hAnsi="ＭＳ 明朝"/>
          <w:sz w:val="24"/>
          <w:szCs w:val="24"/>
        </w:rPr>
        <w:t>47</w:t>
      </w:r>
      <w:r w:rsidRPr="00A51EF4">
        <w:rPr>
          <w:rFonts w:ascii="ＭＳ 明朝" w:hAnsi="ＭＳ 明朝" w:hint="eastAsia"/>
          <w:sz w:val="24"/>
          <w:szCs w:val="24"/>
        </w:rPr>
        <w:t>年沖縄県規則第</w:t>
      </w:r>
      <w:r w:rsidRPr="00A51EF4">
        <w:rPr>
          <w:rFonts w:ascii="ＭＳ 明朝" w:hAnsi="ＭＳ 明朝"/>
          <w:sz w:val="24"/>
          <w:szCs w:val="24"/>
        </w:rPr>
        <w:t>12</w:t>
      </w:r>
      <w:r w:rsidRPr="00A51EF4">
        <w:rPr>
          <w:rFonts w:ascii="ＭＳ 明朝" w:hAnsi="ＭＳ 明朝" w:hint="eastAsia"/>
          <w:sz w:val="24"/>
          <w:szCs w:val="24"/>
        </w:rPr>
        <w:t>号）並びに指示された事項を承知して入札します。</w:t>
      </w:r>
    </w:p>
    <w:p w14:paraId="7FCD2A04" w14:textId="77777777" w:rsidR="008B508A" w:rsidRPr="00A51EF4" w:rsidRDefault="008B508A">
      <w:pPr>
        <w:pStyle w:val="a3"/>
        <w:rPr>
          <w:spacing w:val="0"/>
        </w:rPr>
      </w:pPr>
    </w:p>
    <w:p w14:paraId="7CD1D61B" w14:textId="77777777" w:rsidR="00A51EF4" w:rsidRDefault="00A51EF4">
      <w:pPr>
        <w:pStyle w:val="a3"/>
        <w:rPr>
          <w:spacing w:val="0"/>
        </w:rPr>
      </w:pPr>
    </w:p>
    <w:p w14:paraId="190FD75A" w14:textId="77777777" w:rsidR="00A51EF4" w:rsidRDefault="00A51EF4">
      <w:pPr>
        <w:pStyle w:val="a3"/>
        <w:rPr>
          <w:spacing w:val="0"/>
        </w:rPr>
      </w:pPr>
    </w:p>
    <w:p w14:paraId="0FC54FD2" w14:textId="0B256C92" w:rsidR="008B508A" w:rsidRPr="00A51EF4" w:rsidRDefault="00086508" w:rsidP="00A51EF4">
      <w:pPr>
        <w:pStyle w:val="a3"/>
        <w:ind w:firstLineChars="300" w:firstLine="744"/>
        <w:rPr>
          <w:spacing w:val="0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令和</w:t>
      </w:r>
      <w:r w:rsidR="008D1261">
        <w:rPr>
          <w:rFonts w:ascii="ＭＳ 明朝" w:hAnsi="ＭＳ 明朝" w:hint="eastAsia"/>
          <w:sz w:val="24"/>
          <w:szCs w:val="24"/>
        </w:rPr>
        <w:t>７</w:t>
      </w:r>
      <w:r w:rsidR="00EE383F">
        <w:rPr>
          <w:rFonts w:ascii="ＭＳ 明朝" w:hAnsi="ＭＳ 明朝" w:hint="eastAsia"/>
          <w:sz w:val="24"/>
          <w:szCs w:val="24"/>
        </w:rPr>
        <w:t xml:space="preserve">年　　</w:t>
      </w:r>
      <w:r w:rsidR="00D42EA5" w:rsidRPr="002F1453">
        <w:rPr>
          <w:rFonts w:ascii="ＭＳ 明朝" w:hAnsi="ＭＳ 明朝" w:hint="eastAsia"/>
          <w:sz w:val="24"/>
          <w:szCs w:val="24"/>
        </w:rPr>
        <w:t>月</w:t>
      </w:r>
      <w:r w:rsidR="00EE383F">
        <w:rPr>
          <w:rFonts w:ascii="ＭＳ 明朝" w:hAnsi="ＭＳ 明朝" w:hint="eastAsia"/>
          <w:sz w:val="24"/>
          <w:szCs w:val="24"/>
        </w:rPr>
        <w:t xml:space="preserve">　　</w:t>
      </w:r>
      <w:r w:rsidR="008B508A" w:rsidRPr="002F1453">
        <w:rPr>
          <w:rFonts w:ascii="ＭＳ 明朝" w:hAnsi="ＭＳ 明朝" w:hint="eastAsia"/>
          <w:sz w:val="24"/>
          <w:szCs w:val="24"/>
        </w:rPr>
        <w:t>日</w:t>
      </w:r>
    </w:p>
    <w:p w14:paraId="1F93E0A4" w14:textId="77777777" w:rsidR="00A51EF4" w:rsidRPr="00A51EF4" w:rsidRDefault="00A51EF4">
      <w:pPr>
        <w:pStyle w:val="a3"/>
        <w:rPr>
          <w:spacing w:val="0"/>
          <w:sz w:val="24"/>
          <w:szCs w:val="24"/>
        </w:rPr>
      </w:pPr>
    </w:p>
    <w:p w14:paraId="071DB3A5" w14:textId="77777777" w:rsidR="008B508A" w:rsidRDefault="008B508A">
      <w:pPr>
        <w:pStyle w:val="a3"/>
        <w:rPr>
          <w:spacing w:val="0"/>
        </w:rPr>
      </w:pPr>
    </w:p>
    <w:p w14:paraId="19818009" w14:textId="77777777" w:rsidR="008B508A" w:rsidRPr="00A51EF4" w:rsidRDefault="008B508A">
      <w:pPr>
        <w:pStyle w:val="a3"/>
        <w:rPr>
          <w:spacing w:val="0"/>
          <w:sz w:val="24"/>
          <w:szCs w:val="24"/>
        </w:rPr>
      </w:pPr>
      <w:r>
        <w:rPr>
          <w:rFonts w:ascii="ＭＳ 明朝" w:hAnsi="ＭＳ 明朝"/>
          <w:spacing w:val="2"/>
        </w:rPr>
        <w:t xml:space="preserve">    </w:t>
      </w:r>
      <w:r w:rsidR="00A51EF4">
        <w:rPr>
          <w:rFonts w:ascii="ＭＳ 明朝" w:hAnsi="ＭＳ 明朝"/>
          <w:spacing w:val="2"/>
        </w:rPr>
        <w:t xml:space="preserve">                         </w:t>
      </w:r>
      <w:r w:rsidRPr="00A51EF4">
        <w:rPr>
          <w:rFonts w:ascii="ＭＳ 明朝" w:hAnsi="ＭＳ 明朝" w:hint="eastAsia"/>
          <w:sz w:val="24"/>
          <w:szCs w:val="24"/>
        </w:rPr>
        <w:t>入札者</w:t>
      </w:r>
      <w:r w:rsidRPr="00A51EF4">
        <w:rPr>
          <w:rFonts w:ascii="ＭＳ 明朝" w:hAnsi="ＭＳ 明朝"/>
          <w:spacing w:val="2"/>
          <w:sz w:val="24"/>
          <w:szCs w:val="24"/>
        </w:rPr>
        <w:t xml:space="preserve">  </w:t>
      </w:r>
      <w:r w:rsidRPr="00A51EF4">
        <w:rPr>
          <w:rFonts w:ascii="ＭＳ 明朝" w:hAnsi="ＭＳ 明朝" w:hint="eastAsia"/>
          <w:sz w:val="24"/>
          <w:szCs w:val="24"/>
        </w:rPr>
        <w:t>住　所</w:t>
      </w:r>
    </w:p>
    <w:p w14:paraId="18198A80" w14:textId="77777777" w:rsidR="008B508A" w:rsidRPr="00A51EF4" w:rsidRDefault="008B508A">
      <w:pPr>
        <w:pStyle w:val="a3"/>
        <w:rPr>
          <w:rFonts w:ascii="ＭＳ 明朝"/>
          <w:spacing w:val="2"/>
          <w:sz w:val="24"/>
          <w:szCs w:val="24"/>
        </w:rPr>
      </w:pPr>
      <w:r w:rsidRPr="00A51EF4">
        <w:rPr>
          <w:rFonts w:ascii="ＭＳ 明朝" w:hAnsi="ＭＳ 明朝"/>
          <w:spacing w:val="2"/>
          <w:sz w:val="24"/>
          <w:szCs w:val="24"/>
        </w:rPr>
        <w:t xml:space="preserve">                                            </w:t>
      </w:r>
    </w:p>
    <w:p w14:paraId="26E310F1" w14:textId="77777777" w:rsidR="008B508A" w:rsidRPr="00A51EF4" w:rsidRDefault="00A51EF4">
      <w:pPr>
        <w:pStyle w:val="a3"/>
        <w:rPr>
          <w:rFonts w:ascii="ＭＳ 明朝"/>
          <w:spacing w:val="2"/>
          <w:sz w:val="24"/>
          <w:szCs w:val="24"/>
        </w:rPr>
      </w:pPr>
      <w:r>
        <w:rPr>
          <w:rFonts w:ascii="ＭＳ 明朝" w:hAnsi="ＭＳ 明朝"/>
          <w:spacing w:val="2"/>
          <w:sz w:val="24"/>
          <w:szCs w:val="24"/>
        </w:rPr>
        <w:t xml:space="preserve">                                   </w:t>
      </w:r>
      <w:r w:rsidR="008B508A" w:rsidRPr="00A51EF4">
        <w:rPr>
          <w:rFonts w:ascii="ＭＳ 明朝" w:hAnsi="ＭＳ 明朝" w:hint="eastAsia"/>
          <w:spacing w:val="2"/>
          <w:sz w:val="24"/>
          <w:szCs w:val="24"/>
        </w:rPr>
        <w:t>商号又は名称</w:t>
      </w:r>
    </w:p>
    <w:p w14:paraId="700DA91E" w14:textId="77777777" w:rsidR="008B508A" w:rsidRPr="00A51EF4" w:rsidRDefault="008B508A">
      <w:pPr>
        <w:pStyle w:val="a3"/>
        <w:rPr>
          <w:spacing w:val="0"/>
          <w:sz w:val="24"/>
          <w:szCs w:val="24"/>
        </w:rPr>
      </w:pPr>
    </w:p>
    <w:p w14:paraId="571DCD3F" w14:textId="77777777" w:rsidR="008B508A" w:rsidRPr="00A51EF4" w:rsidRDefault="00A51EF4">
      <w:pPr>
        <w:pStyle w:val="a3"/>
        <w:rPr>
          <w:spacing w:val="0"/>
          <w:sz w:val="24"/>
          <w:szCs w:val="24"/>
        </w:rPr>
      </w:pPr>
      <w:r>
        <w:rPr>
          <w:rFonts w:ascii="ＭＳ 明朝" w:hAnsi="ＭＳ 明朝"/>
          <w:spacing w:val="2"/>
          <w:sz w:val="24"/>
          <w:szCs w:val="24"/>
        </w:rPr>
        <w:t xml:space="preserve">                                   </w:t>
      </w:r>
      <w:r w:rsidR="008B508A" w:rsidRPr="00A51EF4">
        <w:rPr>
          <w:rFonts w:ascii="ＭＳ 明朝" w:hAnsi="ＭＳ 明朝" w:hint="eastAsia"/>
          <w:spacing w:val="2"/>
          <w:sz w:val="24"/>
          <w:szCs w:val="24"/>
        </w:rPr>
        <w:t>代表者氏名</w:t>
      </w:r>
      <w:r w:rsidR="008B508A" w:rsidRPr="00A51EF4">
        <w:rPr>
          <w:rFonts w:ascii="ＭＳ 明朝" w:hAnsi="ＭＳ 明朝"/>
          <w:spacing w:val="2"/>
          <w:sz w:val="24"/>
          <w:szCs w:val="24"/>
        </w:rPr>
        <w:t xml:space="preserve">                        </w:t>
      </w:r>
      <w:r w:rsidR="008B508A" w:rsidRPr="00A51EF4">
        <w:rPr>
          <w:rFonts w:ascii="ＭＳ 明朝" w:hAnsi="ＭＳ 明朝" w:hint="eastAsia"/>
          <w:sz w:val="24"/>
          <w:szCs w:val="24"/>
        </w:rPr>
        <w:t>印</w:t>
      </w:r>
    </w:p>
    <w:p w14:paraId="2D57D2B6" w14:textId="77777777" w:rsidR="007A39BC" w:rsidRPr="00A51EF4" w:rsidRDefault="00A51EF4" w:rsidP="007A39BC">
      <w:pPr>
        <w:pStyle w:val="a3"/>
        <w:rPr>
          <w:spacing w:val="0"/>
          <w:sz w:val="24"/>
          <w:szCs w:val="24"/>
        </w:rPr>
      </w:pPr>
      <w:r>
        <w:rPr>
          <w:rFonts w:hint="eastAsia"/>
          <w:spacing w:val="0"/>
        </w:rPr>
        <w:br/>
      </w:r>
      <w:r w:rsidR="007A39BC">
        <w:rPr>
          <w:rFonts w:ascii="ＭＳ 明朝" w:hAnsi="ＭＳ 明朝"/>
          <w:spacing w:val="2"/>
          <w:sz w:val="24"/>
          <w:szCs w:val="24"/>
        </w:rPr>
        <w:t xml:space="preserve">                                   </w:t>
      </w:r>
      <w:r w:rsidR="007A39BC">
        <w:rPr>
          <w:rFonts w:ascii="ＭＳ 明朝" w:hAnsi="ＭＳ 明朝" w:hint="eastAsia"/>
          <w:spacing w:val="2"/>
          <w:sz w:val="24"/>
          <w:szCs w:val="24"/>
        </w:rPr>
        <w:t>代理人</w:t>
      </w:r>
      <w:r w:rsidR="007A39BC" w:rsidRPr="00A51EF4">
        <w:rPr>
          <w:rFonts w:ascii="ＭＳ 明朝" w:hAnsi="ＭＳ 明朝" w:hint="eastAsia"/>
          <w:spacing w:val="2"/>
          <w:sz w:val="24"/>
          <w:szCs w:val="24"/>
        </w:rPr>
        <w:t>氏名</w:t>
      </w:r>
      <w:r w:rsidR="007A39BC" w:rsidRPr="00A51EF4">
        <w:rPr>
          <w:rFonts w:ascii="ＭＳ 明朝" w:hAnsi="ＭＳ 明朝"/>
          <w:spacing w:val="2"/>
          <w:sz w:val="24"/>
          <w:szCs w:val="24"/>
        </w:rPr>
        <w:t xml:space="preserve">                        </w:t>
      </w:r>
      <w:r w:rsidR="007A39BC" w:rsidRPr="00A51EF4">
        <w:rPr>
          <w:rFonts w:ascii="ＭＳ 明朝" w:hAnsi="ＭＳ 明朝" w:hint="eastAsia"/>
          <w:sz w:val="24"/>
          <w:szCs w:val="24"/>
        </w:rPr>
        <w:t>印</w:t>
      </w:r>
    </w:p>
    <w:p w14:paraId="1D3B6E61" w14:textId="77777777" w:rsidR="00A51EF4" w:rsidRDefault="00A51EF4">
      <w:pPr>
        <w:pStyle w:val="a3"/>
        <w:rPr>
          <w:spacing w:val="0"/>
        </w:rPr>
      </w:pPr>
    </w:p>
    <w:p w14:paraId="0C06460D" w14:textId="77777777" w:rsidR="007A39BC" w:rsidRDefault="007A39BC">
      <w:pPr>
        <w:pStyle w:val="a3"/>
        <w:rPr>
          <w:spacing w:val="0"/>
        </w:rPr>
      </w:pPr>
    </w:p>
    <w:p w14:paraId="67BA06C9" w14:textId="77777777" w:rsidR="008B508A" w:rsidRPr="00A51EF4" w:rsidRDefault="008B508A">
      <w:pPr>
        <w:pStyle w:val="a3"/>
        <w:rPr>
          <w:spacing w:val="0"/>
          <w:sz w:val="24"/>
          <w:szCs w:val="24"/>
        </w:rPr>
      </w:pPr>
      <w:r>
        <w:rPr>
          <w:rFonts w:ascii="ＭＳ 明朝" w:hAnsi="ＭＳ 明朝"/>
          <w:spacing w:val="2"/>
        </w:rPr>
        <w:t xml:space="preserve">    </w:t>
      </w:r>
      <w:r w:rsidRPr="00A51EF4">
        <w:rPr>
          <w:rFonts w:ascii="ＭＳ 明朝" w:hAnsi="ＭＳ 明朝" w:hint="eastAsia"/>
          <w:sz w:val="24"/>
          <w:szCs w:val="24"/>
        </w:rPr>
        <w:t xml:space="preserve">沖縄県知事　</w:t>
      </w:r>
      <w:r w:rsidR="006475A6">
        <w:rPr>
          <w:rFonts w:ascii="ＭＳ 明朝" w:hAnsi="ＭＳ 明朝" w:hint="eastAsia"/>
          <w:sz w:val="24"/>
          <w:szCs w:val="24"/>
        </w:rPr>
        <w:t>玉城　康裕</w:t>
      </w:r>
      <w:r w:rsidRPr="00A51EF4">
        <w:rPr>
          <w:rFonts w:ascii="ＭＳ 明朝" w:hAnsi="ＭＳ 明朝" w:hint="eastAsia"/>
          <w:sz w:val="24"/>
          <w:szCs w:val="24"/>
        </w:rPr>
        <w:t xml:space="preserve">　殿</w:t>
      </w:r>
    </w:p>
    <w:p w14:paraId="66A33159" w14:textId="77777777" w:rsidR="008B508A" w:rsidRDefault="008B508A" w:rsidP="0035416A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</w:p>
    <w:p w14:paraId="1DA9057E" w14:textId="77777777" w:rsidR="00A51EF4" w:rsidRDefault="00A51EF4" w:rsidP="0035416A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</w:p>
    <w:p w14:paraId="7844644C" w14:textId="77777777" w:rsidR="00A51EF4" w:rsidRDefault="00A51EF4" w:rsidP="0035416A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</w:p>
    <w:p w14:paraId="72C8BA48" w14:textId="77777777" w:rsidR="00A51EF4" w:rsidRDefault="00A51EF4" w:rsidP="0035416A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</w:p>
    <w:p w14:paraId="199F53F8" w14:textId="77777777" w:rsidR="00A51EF4" w:rsidRDefault="00A51EF4" w:rsidP="0035416A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</w:p>
    <w:p w14:paraId="106515A8" w14:textId="77777777" w:rsidR="00A51EF4" w:rsidRDefault="00A51EF4" w:rsidP="0035416A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</w:p>
    <w:p w14:paraId="10FC893A" w14:textId="77777777" w:rsidR="00FA13B3" w:rsidRDefault="00FA13B3" w:rsidP="0035416A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</w:p>
    <w:p w14:paraId="43293C94" w14:textId="77777777" w:rsidR="00A51EF4" w:rsidRPr="0035416A" w:rsidRDefault="00A51EF4" w:rsidP="0035416A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</w:p>
    <w:p w14:paraId="2005D0AF" w14:textId="77777777" w:rsidR="00FA13B3" w:rsidRDefault="00FA13B3" w:rsidP="00FA13B3">
      <w:pPr>
        <w:overflowPunct w:val="0"/>
        <w:jc w:val="center"/>
        <w:textAlignment w:val="baseline"/>
        <w:rPr>
          <w:rFonts w:ascii="ＭＳ 明朝" w:hAnsi="ＭＳ 明朝" w:cs="ＭＳ 明朝"/>
          <w:color w:val="000000"/>
          <w:kern w:val="0"/>
          <w:szCs w:val="21"/>
        </w:rPr>
      </w:pPr>
      <w:r>
        <w:rPr>
          <w:rFonts w:ascii="ＭＳ 明朝" w:hAnsi="ＭＳ 明朝" w:hint="eastAsia"/>
          <w:sz w:val="32"/>
          <w:szCs w:val="32"/>
        </w:rPr>
        <w:t>委　　任　　状</w:t>
      </w:r>
    </w:p>
    <w:p w14:paraId="1A239807" w14:textId="77777777" w:rsidR="00FA13B3" w:rsidRDefault="00FA13B3" w:rsidP="0035416A">
      <w:pPr>
        <w:overflowPunct w:val="0"/>
        <w:textAlignment w:val="baseline"/>
        <w:rPr>
          <w:rFonts w:ascii="ＭＳ 明朝" w:hAnsi="ＭＳ 明朝" w:cs="ＭＳ 明朝"/>
          <w:color w:val="000000"/>
          <w:kern w:val="0"/>
          <w:szCs w:val="21"/>
        </w:rPr>
      </w:pPr>
    </w:p>
    <w:p w14:paraId="628BFED6" w14:textId="77777777" w:rsidR="00FA13B3" w:rsidRPr="0035416A" w:rsidRDefault="00FA13B3" w:rsidP="0035416A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</w:p>
    <w:p w14:paraId="2FBC3DB9" w14:textId="77777777" w:rsidR="008B508A" w:rsidRPr="0035416A" w:rsidRDefault="008B508A" w:rsidP="0035416A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</w:p>
    <w:p w14:paraId="63989DD9" w14:textId="77777777" w:rsidR="008B508A" w:rsidRPr="00EA40D9" w:rsidRDefault="008B508A" w:rsidP="0035416A">
      <w:pPr>
        <w:overflowPunct w:val="0"/>
        <w:jc w:val="left"/>
        <w:textAlignment w:val="baseline"/>
        <w:rPr>
          <w:rFonts w:ascii="ＭＳ 明朝" w:hAnsi="Times New Roman"/>
          <w:color w:val="000000"/>
          <w:spacing w:val="4"/>
          <w:kern w:val="0"/>
          <w:sz w:val="24"/>
          <w:szCs w:val="24"/>
        </w:rPr>
      </w:pPr>
      <w:r w:rsidRPr="00EA40D9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私は、　　　　　　　　　　　　　を代理人と定め、下記件名の入札に関する一切の権限を委任いたします。</w:t>
      </w:r>
    </w:p>
    <w:p w14:paraId="70EC7E26" w14:textId="77777777" w:rsidR="008B508A" w:rsidRPr="0035416A" w:rsidRDefault="008B508A" w:rsidP="0035416A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</w:p>
    <w:p w14:paraId="3BB05C5C" w14:textId="77777777" w:rsidR="008B508A" w:rsidRDefault="008B508A" w:rsidP="0035416A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</w:p>
    <w:p w14:paraId="77D40644" w14:textId="77777777" w:rsidR="00FA13B3" w:rsidRPr="0035416A" w:rsidRDefault="00FA13B3" w:rsidP="0035416A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</w:p>
    <w:p w14:paraId="1C015E89" w14:textId="77777777" w:rsidR="008B508A" w:rsidRPr="00EA40D9" w:rsidRDefault="008B508A" w:rsidP="0035416A">
      <w:pPr>
        <w:overflowPunct w:val="0"/>
        <w:jc w:val="center"/>
        <w:textAlignment w:val="baseline"/>
        <w:rPr>
          <w:rFonts w:ascii="ＭＳ 明朝" w:hAnsi="Times New Roman"/>
          <w:color w:val="000000"/>
          <w:spacing w:val="4"/>
          <w:kern w:val="0"/>
          <w:sz w:val="24"/>
          <w:szCs w:val="24"/>
        </w:rPr>
      </w:pPr>
      <w:r w:rsidRPr="00EA40D9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記</w:t>
      </w:r>
    </w:p>
    <w:p w14:paraId="7B945CBF" w14:textId="77777777" w:rsidR="008B508A" w:rsidRPr="0035416A" w:rsidRDefault="008B508A" w:rsidP="0035416A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</w:p>
    <w:p w14:paraId="05B70752" w14:textId="77777777" w:rsidR="008B508A" w:rsidRDefault="008B508A" w:rsidP="0035416A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</w:p>
    <w:p w14:paraId="59A0990C" w14:textId="77777777" w:rsidR="00FA13B3" w:rsidRPr="0035416A" w:rsidRDefault="00FA13B3" w:rsidP="0035416A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</w:p>
    <w:p w14:paraId="011C4D69" w14:textId="796C936C" w:rsidR="008B508A" w:rsidRDefault="008B508A" w:rsidP="00D42EA5">
      <w:pPr>
        <w:overflowPunct w:val="0"/>
        <w:ind w:left="2880" w:hangingChars="1200" w:hanging="2880"/>
        <w:jc w:val="left"/>
        <w:textAlignment w:val="baseline"/>
        <w:rPr>
          <w:rFonts w:ascii="ＭＳ 明朝" w:hAnsi="ＭＳ 明朝" w:cs="ＭＳ 明朝"/>
          <w:color w:val="000000"/>
          <w:kern w:val="0"/>
          <w:szCs w:val="21"/>
        </w:rPr>
      </w:pPr>
      <w:r w:rsidRPr="00EA40D9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１　件　　　　　名　　　　</w:t>
      </w:r>
      <w:r w:rsidR="00E23C6B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令和</w:t>
      </w:r>
      <w:r w:rsidR="00754055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７</w:t>
      </w:r>
      <w:r w:rsidR="00D0033F" w:rsidRPr="00D0033F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年度</w:t>
      </w:r>
      <w:r w:rsidR="001D028D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沖縄県</w:t>
      </w:r>
      <w:r w:rsidR="00D0033F" w:rsidRPr="00D0033F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情報セキュリティ外部監査</w:t>
      </w:r>
      <w:r w:rsidR="009E4A65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業務</w:t>
      </w:r>
    </w:p>
    <w:p w14:paraId="35D265C6" w14:textId="77777777" w:rsidR="00D42EA5" w:rsidRPr="00086508" w:rsidRDefault="00D42EA5" w:rsidP="00D42EA5">
      <w:pPr>
        <w:overflowPunct w:val="0"/>
        <w:ind w:left="2616" w:hangingChars="1200" w:hanging="2616"/>
        <w:jc w:val="left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</w:p>
    <w:p w14:paraId="63973259" w14:textId="77777777" w:rsidR="008B508A" w:rsidRPr="0035416A" w:rsidRDefault="008B508A" w:rsidP="0035416A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</w:p>
    <w:tbl>
      <w:tblPr>
        <w:tblW w:w="0" w:type="auto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827"/>
        <w:gridCol w:w="1306"/>
      </w:tblGrid>
      <w:tr w:rsidR="008B508A" w:rsidRPr="0035416A" w14:paraId="58142B3F" w14:textId="77777777">
        <w:tc>
          <w:tcPr>
            <w:tcW w:w="2827" w:type="dxa"/>
            <w:tcBorders>
              <w:top w:val="nil"/>
              <w:left w:val="nil"/>
              <w:bottom w:val="nil"/>
              <w:right w:val="dashed" w:sz="4" w:space="0" w:color="FF0000"/>
            </w:tcBorders>
          </w:tcPr>
          <w:p w14:paraId="3A736855" w14:textId="77777777" w:rsidR="008B508A" w:rsidRPr="0035416A" w:rsidRDefault="008B508A" w:rsidP="0035416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hAnsi="Times New Roman"/>
                <w:color w:val="000000"/>
                <w:spacing w:val="4"/>
                <w:kern w:val="0"/>
                <w:szCs w:val="21"/>
              </w:rPr>
            </w:pPr>
          </w:p>
          <w:p w14:paraId="78766336" w14:textId="77777777" w:rsidR="008B508A" w:rsidRPr="00EA40D9" w:rsidRDefault="008B508A" w:rsidP="0035416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hAnsi="Times New Roman"/>
                <w:color w:val="000000"/>
                <w:spacing w:val="4"/>
                <w:kern w:val="0"/>
                <w:sz w:val="24"/>
                <w:szCs w:val="24"/>
              </w:rPr>
            </w:pPr>
            <w:r w:rsidRPr="00EA40D9">
              <w:rPr>
                <w:rFonts w:ascii="ＭＳ 明朝" w:hAnsi="ＭＳ 明朝" w:cs="ＭＳ 明朝" w:hint="eastAsia"/>
                <w:color w:val="000000"/>
                <w:kern w:val="0"/>
                <w:sz w:val="24"/>
                <w:szCs w:val="24"/>
              </w:rPr>
              <w:t>２　代理人使用印鑑</w:t>
            </w:r>
          </w:p>
          <w:p w14:paraId="70C902C1" w14:textId="77777777" w:rsidR="008B508A" w:rsidRPr="0035416A" w:rsidRDefault="008B508A" w:rsidP="0035416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hAnsi="Times New Roman"/>
                <w:color w:val="000000"/>
                <w:spacing w:val="4"/>
                <w:kern w:val="0"/>
                <w:szCs w:val="21"/>
              </w:rPr>
            </w:pPr>
          </w:p>
          <w:p w14:paraId="6A7B94EE" w14:textId="77777777" w:rsidR="008B508A" w:rsidRPr="0035416A" w:rsidRDefault="008B508A" w:rsidP="0035416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hAnsi="Times New Roman"/>
                <w:color w:val="000000"/>
                <w:spacing w:val="4"/>
                <w:kern w:val="0"/>
                <w:szCs w:val="21"/>
              </w:rPr>
            </w:pPr>
          </w:p>
          <w:p w14:paraId="220D612E" w14:textId="77777777" w:rsidR="008B508A" w:rsidRPr="0035416A" w:rsidRDefault="008B508A" w:rsidP="0035416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hAnsi="Times New Roman"/>
                <w:color w:val="000000"/>
                <w:spacing w:val="4"/>
                <w:kern w:val="0"/>
                <w:szCs w:val="21"/>
              </w:rPr>
            </w:pPr>
          </w:p>
        </w:tc>
        <w:tc>
          <w:tcPr>
            <w:tcW w:w="1306" w:type="dxa"/>
            <w:tcBorders>
              <w:top w:val="dashed" w:sz="4" w:space="0" w:color="FF0000"/>
              <w:left w:val="dashed" w:sz="4" w:space="0" w:color="FF0000"/>
              <w:bottom w:val="dashed" w:sz="4" w:space="0" w:color="FF0000"/>
              <w:right w:val="dashed" w:sz="4" w:space="0" w:color="FF0000"/>
            </w:tcBorders>
          </w:tcPr>
          <w:p w14:paraId="7655D8B5" w14:textId="77777777" w:rsidR="008B508A" w:rsidRPr="0035416A" w:rsidRDefault="008B508A" w:rsidP="0035416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hAnsi="Times New Roman"/>
                <w:color w:val="000000"/>
                <w:spacing w:val="4"/>
                <w:kern w:val="0"/>
                <w:szCs w:val="21"/>
              </w:rPr>
            </w:pPr>
          </w:p>
          <w:p w14:paraId="56677E08" w14:textId="77777777" w:rsidR="008B508A" w:rsidRPr="0035416A" w:rsidRDefault="008B508A" w:rsidP="0035416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hAnsi="Times New Roman"/>
                <w:color w:val="000000"/>
                <w:spacing w:val="4"/>
                <w:kern w:val="0"/>
                <w:szCs w:val="21"/>
              </w:rPr>
            </w:pPr>
          </w:p>
          <w:p w14:paraId="5B5AD07F" w14:textId="77777777" w:rsidR="008B508A" w:rsidRPr="0035416A" w:rsidRDefault="008B508A" w:rsidP="0035416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hAnsi="Times New Roman"/>
                <w:color w:val="000000"/>
                <w:spacing w:val="4"/>
                <w:kern w:val="0"/>
                <w:szCs w:val="21"/>
              </w:rPr>
            </w:pPr>
          </w:p>
          <w:p w14:paraId="45FD7EF0" w14:textId="77777777" w:rsidR="008B508A" w:rsidRPr="0035416A" w:rsidRDefault="008B508A" w:rsidP="0035416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hAnsi="Times New Roman"/>
                <w:color w:val="000000"/>
                <w:spacing w:val="4"/>
                <w:kern w:val="0"/>
                <w:szCs w:val="21"/>
              </w:rPr>
            </w:pPr>
          </w:p>
          <w:p w14:paraId="28FB9F1F" w14:textId="77777777" w:rsidR="008B508A" w:rsidRPr="0035416A" w:rsidRDefault="008B508A" w:rsidP="0035416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hAnsi="Times New Roman"/>
                <w:color w:val="000000"/>
                <w:spacing w:val="4"/>
                <w:kern w:val="0"/>
                <w:szCs w:val="21"/>
              </w:rPr>
            </w:pPr>
          </w:p>
        </w:tc>
      </w:tr>
    </w:tbl>
    <w:p w14:paraId="18CBF890" w14:textId="77777777" w:rsidR="008B508A" w:rsidRPr="0035416A" w:rsidRDefault="008B508A" w:rsidP="0035416A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</w:p>
    <w:p w14:paraId="640B7CA2" w14:textId="77777777" w:rsidR="008B508A" w:rsidRPr="0035416A" w:rsidRDefault="008B508A" w:rsidP="0035416A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</w:p>
    <w:p w14:paraId="27B94844" w14:textId="77777777" w:rsidR="008B508A" w:rsidRPr="0035416A" w:rsidRDefault="008B508A" w:rsidP="0035416A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</w:p>
    <w:p w14:paraId="0A162462" w14:textId="32694E2F" w:rsidR="008B508A" w:rsidRPr="002F1453" w:rsidRDefault="00086508" w:rsidP="0035416A">
      <w:pPr>
        <w:overflowPunct w:val="0"/>
        <w:textAlignment w:val="baseline"/>
        <w:rPr>
          <w:rFonts w:ascii="ＭＳ 明朝" w:hAnsi="Times New Roman"/>
          <w:spacing w:val="4"/>
          <w:kern w:val="0"/>
          <w:sz w:val="24"/>
          <w:szCs w:val="24"/>
        </w:rPr>
      </w:pPr>
      <w:r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　令和</w:t>
      </w:r>
      <w:r w:rsidR="002E1588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７</w:t>
      </w:r>
      <w:r w:rsidR="00D0033F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年</w:t>
      </w:r>
      <w:r w:rsidR="00EE383F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</w:t>
      </w:r>
      <w:r w:rsidR="00EE383F">
        <w:rPr>
          <w:rFonts w:ascii="ＭＳ 明朝" w:hAnsi="ＭＳ 明朝" w:cs="ＭＳ 明朝" w:hint="eastAsia"/>
          <w:kern w:val="0"/>
          <w:sz w:val="24"/>
          <w:szCs w:val="24"/>
        </w:rPr>
        <w:t xml:space="preserve">　</w:t>
      </w:r>
      <w:r w:rsidR="008B508A" w:rsidRPr="002F1453">
        <w:rPr>
          <w:rFonts w:ascii="ＭＳ 明朝" w:hAnsi="ＭＳ 明朝" w:cs="ＭＳ 明朝" w:hint="eastAsia"/>
          <w:kern w:val="0"/>
          <w:sz w:val="24"/>
          <w:szCs w:val="24"/>
        </w:rPr>
        <w:t>月</w:t>
      </w:r>
      <w:r w:rsidR="00EE383F">
        <w:rPr>
          <w:rFonts w:ascii="ＭＳ 明朝" w:hAnsi="ＭＳ 明朝" w:cs="ＭＳ 明朝" w:hint="eastAsia"/>
          <w:kern w:val="0"/>
          <w:sz w:val="24"/>
          <w:szCs w:val="24"/>
        </w:rPr>
        <w:t xml:space="preserve">　　</w:t>
      </w:r>
      <w:r w:rsidR="008B508A" w:rsidRPr="002F1453">
        <w:rPr>
          <w:rFonts w:ascii="ＭＳ 明朝" w:hAnsi="ＭＳ 明朝" w:cs="ＭＳ 明朝" w:hint="eastAsia"/>
          <w:kern w:val="0"/>
          <w:sz w:val="24"/>
          <w:szCs w:val="24"/>
        </w:rPr>
        <w:t>日</w:t>
      </w:r>
    </w:p>
    <w:p w14:paraId="0E7E889D" w14:textId="77777777" w:rsidR="008B508A" w:rsidRPr="00086508" w:rsidRDefault="008B508A" w:rsidP="0035416A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 w:val="24"/>
          <w:szCs w:val="24"/>
        </w:rPr>
      </w:pPr>
    </w:p>
    <w:p w14:paraId="274BADAD" w14:textId="77777777" w:rsidR="008B508A" w:rsidRPr="00EA40D9" w:rsidRDefault="008B508A" w:rsidP="0035416A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 w:val="24"/>
          <w:szCs w:val="24"/>
        </w:rPr>
      </w:pPr>
    </w:p>
    <w:p w14:paraId="1D5299FF" w14:textId="77777777" w:rsidR="008B508A" w:rsidRPr="00EA40D9" w:rsidRDefault="008B508A" w:rsidP="0035416A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 w:val="24"/>
          <w:szCs w:val="24"/>
        </w:rPr>
      </w:pPr>
      <w:r w:rsidRPr="00EA40D9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　　　　　　　　　　　委任者　　　住　所</w:t>
      </w:r>
    </w:p>
    <w:p w14:paraId="04EA7E71" w14:textId="77777777" w:rsidR="008B508A" w:rsidRPr="00EA40D9" w:rsidRDefault="008B508A" w:rsidP="0035416A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 w:val="24"/>
          <w:szCs w:val="24"/>
        </w:rPr>
      </w:pPr>
    </w:p>
    <w:p w14:paraId="33016E5F" w14:textId="77777777" w:rsidR="008B508A" w:rsidRPr="00EA40D9" w:rsidRDefault="008B508A" w:rsidP="0035416A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 w:val="24"/>
          <w:szCs w:val="24"/>
        </w:rPr>
      </w:pPr>
      <w:r w:rsidRPr="00EA40D9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　　　　　　　　　　　　　　</w:t>
      </w:r>
      <w:r w:rsidR="000C253A" w:rsidRPr="00EA40D9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　　</w:t>
      </w:r>
      <w:r w:rsidRPr="00EA40D9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商号又は名称</w:t>
      </w:r>
    </w:p>
    <w:p w14:paraId="58F40AA0" w14:textId="77777777" w:rsidR="008B508A" w:rsidRPr="00EA40D9" w:rsidRDefault="008B508A" w:rsidP="0035416A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 w:val="24"/>
          <w:szCs w:val="24"/>
        </w:rPr>
      </w:pPr>
    </w:p>
    <w:p w14:paraId="25488D58" w14:textId="77777777" w:rsidR="008B508A" w:rsidRPr="00EA40D9" w:rsidRDefault="008B508A" w:rsidP="0035416A">
      <w:pPr>
        <w:overflowPunct w:val="0"/>
        <w:jc w:val="left"/>
        <w:textAlignment w:val="baseline"/>
        <w:rPr>
          <w:rFonts w:ascii="ＭＳ 明朝" w:hAnsi="Times New Roman"/>
          <w:color w:val="000000"/>
          <w:spacing w:val="4"/>
          <w:kern w:val="0"/>
          <w:sz w:val="24"/>
          <w:szCs w:val="24"/>
        </w:rPr>
      </w:pPr>
      <w:r w:rsidRPr="00EA40D9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　　　　　　　　　　　　　　　　　氏　名　　　　　　　　　　　　　　印</w:t>
      </w:r>
    </w:p>
    <w:p w14:paraId="6B632E0D" w14:textId="77777777" w:rsidR="008B508A" w:rsidRPr="00EA40D9" w:rsidRDefault="008B508A" w:rsidP="0035416A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 w:val="24"/>
          <w:szCs w:val="24"/>
        </w:rPr>
      </w:pPr>
    </w:p>
    <w:p w14:paraId="56EA94B1" w14:textId="77777777" w:rsidR="00FA13B3" w:rsidRPr="00EA40D9" w:rsidRDefault="00FA13B3" w:rsidP="0035416A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 w:val="24"/>
          <w:szCs w:val="24"/>
        </w:rPr>
      </w:pPr>
    </w:p>
    <w:p w14:paraId="005740C4" w14:textId="77777777" w:rsidR="008B508A" w:rsidRPr="00EA40D9" w:rsidRDefault="008B508A" w:rsidP="0035416A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 w:val="24"/>
          <w:szCs w:val="24"/>
        </w:rPr>
      </w:pPr>
    </w:p>
    <w:p w14:paraId="2E5C5959" w14:textId="77777777" w:rsidR="00AC7D16" w:rsidRPr="00A51EF4" w:rsidRDefault="00AC7D16" w:rsidP="00AC7D16">
      <w:pPr>
        <w:pStyle w:val="a3"/>
        <w:rPr>
          <w:spacing w:val="0"/>
          <w:sz w:val="24"/>
          <w:szCs w:val="24"/>
        </w:rPr>
      </w:pPr>
      <w:r>
        <w:rPr>
          <w:rFonts w:ascii="ＭＳ 明朝" w:hAnsi="ＭＳ 明朝"/>
          <w:spacing w:val="2"/>
        </w:rPr>
        <w:t xml:space="preserve">    </w:t>
      </w:r>
      <w:r w:rsidRPr="00A51EF4">
        <w:rPr>
          <w:rFonts w:ascii="ＭＳ 明朝" w:hAnsi="ＭＳ 明朝" w:hint="eastAsia"/>
          <w:sz w:val="24"/>
          <w:szCs w:val="24"/>
        </w:rPr>
        <w:t xml:space="preserve">沖縄県知事　</w:t>
      </w:r>
      <w:r w:rsidR="006475A6">
        <w:rPr>
          <w:rFonts w:ascii="ＭＳ 明朝" w:hAnsi="ＭＳ 明朝" w:hint="eastAsia"/>
          <w:sz w:val="24"/>
          <w:szCs w:val="24"/>
        </w:rPr>
        <w:t>玉城　康裕</w:t>
      </w:r>
      <w:r w:rsidRPr="00A51EF4">
        <w:rPr>
          <w:rFonts w:ascii="ＭＳ 明朝" w:hAnsi="ＭＳ 明朝" w:hint="eastAsia"/>
          <w:sz w:val="24"/>
          <w:szCs w:val="24"/>
        </w:rPr>
        <w:t xml:space="preserve">　殿</w:t>
      </w:r>
    </w:p>
    <w:p w14:paraId="27DC8360" w14:textId="77777777" w:rsidR="00FA13B3" w:rsidRPr="00AC7D16" w:rsidRDefault="00FA13B3" w:rsidP="00FA13B3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</w:p>
    <w:p w14:paraId="51A8CC25" w14:textId="77777777" w:rsidR="00FA13B3" w:rsidRDefault="00FA13B3" w:rsidP="00FA13B3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</w:p>
    <w:p w14:paraId="53AC9237" w14:textId="77777777" w:rsidR="00FA13B3" w:rsidRDefault="00FA13B3" w:rsidP="00FA13B3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</w:p>
    <w:p w14:paraId="1E721B9A" w14:textId="77777777" w:rsidR="00FA13B3" w:rsidRDefault="00FA13B3" w:rsidP="00FA13B3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</w:p>
    <w:p w14:paraId="1A99B1B3" w14:textId="77777777" w:rsidR="00FA13B3" w:rsidRDefault="00FA13B3" w:rsidP="00FA13B3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</w:p>
    <w:p w14:paraId="1542CFD6" w14:textId="77777777" w:rsidR="00FA13B3" w:rsidRDefault="00FA13B3" w:rsidP="00FA13B3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</w:p>
    <w:p w14:paraId="3F2BF3DF" w14:textId="77777777" w:rsidR="00FA13B3" w:rsidRDefault="00FA13B3" w:rsidP="00FA13B3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</w:p>
    <w:p w14:paraId="14379585" w14:textId="77777777" w:rsidR="00FA13B3" w:rsidRDefault="00FA13B3" w:rsidP="00FA13B3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</w:p>
    <w:p w14:paraId="336FCB2F" w14:textId="77777777" w:rsidR="00FA13B3" w:rsidRDefault="00FA13B3" w:rsidP="00FA13B3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</w:p>
    <w:p w14:paraId="62D2A8EE" w14:textId="77777777" w:rsidR="000C253A" w:rsidRDefault="000C253A" w:rsidP="00EA40D9">
      <w:pPr>
        <w:overflowPunct w:val="0"/>
        <w:textAlignment w:val="baseline"/>
      </w:pPr>
    </w:p>
    <w:p w14:paraId="46A7B104" w14:textId="77777777" w:rsidR="00697501" w:rsidRPr="00697501" w:rsidRDefault="00697501" w:rsidP="00697501">
      <w:pPr>
        <w:pStyle w:val="a3"/>
        <w:spacing w:line="600" w:lineRule="exact"/>
        <w:ind w:firstLineChars="100" w:firstLine="480"/>
        <w:rPr>
          <w:spacing w:val="0"/>
          <w:sz w:val="48"/>
          <w:bdr w:val="single" w:sz="4" w:space="0" w:color="auto"/>
        </w:rPr>
      </w:pPr>
      <w:r w:rsidRPr="00697501">
        <w:rPr>
          <w:rFonts w:hint="eastAsia"/>
          <w:spacing w:val="0"/>
          <w:sz w:val="48"/>
          <w:bdr w:val="single" w:sz="4" w:space="0" w:color="auto"/>
        </w:rPr>
        <w:lastRenderedPageBreak/>
        <w:t>記入例</w:t>
      </w:r>
    </w:p>
    <w:p w14:paraId="2A3EB847" w14:textId="77777777" w:rsidR="00697501" w:rsidRPr="00A51EF4" w:rsidRDefault="00697501" w:rsidP="00697501">
      <w:pPr>
        <w:pStyle w:val="a3"/>
        <w:jc w:val="center"/>
        <w:rPr>
          <w:spacing w:val="0"/>
          <w:sz w:val="32"/>
          <w:szCs w:val="32"/>
        </w:rPr>
      </w:pPr>
      <w:r w:rsidRPr="00A51EF4">
        <w:rPr>
          <w:rFonts w:ascii="ＭＳ 明朝" w:hAnsi="ＭＳ 明朝" w:hint="eastAsia"/>
          <w:sz w:val="32"/>
          <w:szCs w:val="32"/>
        </w:rPr>
        <w:t>入　　札　　書</w:t>
      </w:r>
      <w:r>
        <w:rPr>
          <w:rFonts w:ascii="ＭＳ 明朝" w:hAnsi="ＭＳ 明朝"/>
          <w:sz w:val="32"/>
          <w:szCs w:val="32"/>
        </w:rPr>
        <w:br/>
      </w:r>
    </w:p>
    <w:p w14:paraId="43303CC2" w14:textId="77777777" w:rsidR="00697501" w:rsidRDefault="00697501" w:rsidP="00697501">
      <w:pPr>
        <w:pStyle w:val="a3"/>
        <w:spacing w:line="110" w:lineRule="exact"/>
        <w:rPr>
          <w:spacing w:val="0"/>
        </w:rPr>
      </w:pPr>
    </w:p>
    <w:tbl>
      <w:tblPr>
        <w:tblW w:w="0" w:type="auto"/>
        <w:tblInd w:w="128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2622"/>
        <w:gridCol w:w="6270"/>
      </w:tblGrid>
      <w:tr w:rsidR="00697501" w:rsidRPr="00CE7C6F" w14:paraId="4E937472" w14:textId="77777777" w:rsidTr="007344C2">
        <w:trPr>
          <w:trHeight w:hRule="exact" w:val="792"/>
        </w:trPr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97A476" w14:textId="77777777" w:rsidR="00697501" w:rsidRDefault="00697501" w:rsidP="007344C2">
            <w:pPr>
              <w:pStyle w:val="a3"/>
              <w:spacing w:before="225"/>
              <w:rPr>
                <w:spacing w:val="0"/>
              </w:rPr>
            </w:pPr>
            <w:r>
              <w:rPr>
                <w:rFonts w:cs="Century"/>
                <w:spacing w:val="2"/>
              </w:rPr>
              <w:t xml:space="preserve"> </w:t>
            </w:r>
            <w:r>
              <w:rPr>
                <w:rFonts w:ascii="ＭＳ 明朝" w:hAnsi="ＭＳ 明朝"/>
                <w:spacing w:val="2"/>
              </w:rPr>
              <w:t xml:space="preserve"> </w:t>
            </w:r>
            <w:r>
              <w:rPr>
                <w:rFonts w:ascii="ＭＳ 明朝" w:hAnsi="ＭＳ 明朝" w:hint="eastAsia"/>
              </w:rPr>
              <w:t>入　札　金　額</w:t>
            </w:r>
          </w:p>
        </w:tc>
        <w:tc>
          <w:tcPr>
            <w:tcW w:w="62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08D0F5E" w14:textId="77777777" w:rsidR="00697501" w:rsidRDefault="00697501" w:rsidP="007344C2">
            <w:pPr>
              <w:pStyle w:val="a3"/>
              <w:spacing w:before="225"/>
              <w:rPr>
                <w:spacing w:val="0"/>
              </w:rPr>
            </w:pPr>
            <w:r>
              <w:rPr>
                <w:rFonts w:cs="Century"/>
                <w:spacing w:val="2"/>
              </w:rPr>
              <w:t xml:space="preserve"> </w:t>
            </w:r>
            <w:r>
              <w:rPr>
                <w:rFonts w:ascii="ＭＳ 明朝" w:hAnsi="ＭＳ 明朝" w:hint="eastAsia"/>
              </w:rPr>
              <w:t>￥○○○，△△△－</w:t>
            </w:r>
          </w:p>
        </w:tc>
      </w:tr>
      <w:tr w:rsidR="00697501" w:rsidRPr="00CE7C6F" w14:paraId="775FD1C8" w14:textId="77777777" w:rsidTr="007344C2">
        <w:trPr>
          <w:trHeight w:hRule="exact" w:val="844"/>
        </w:trPr>
        <w:tc>
          <w:tcPr>
            <w:tcW w:w="26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E71774" w14:textId="77777777" w:rsidR="00697501" w:rsidRDefault="00697501" w:rsidP="007344C2">
            <w:pPr>
              <w:pStyle w:val="a3"/>
              <w:spacing w:before="225"/>
              <w:rPr>
                <w:spacing w:val="0"/>
              </w:rPr>
            </w:pPr>
            <w:r>
              <w:rPr>
                <w:rFonts w:cs="Century"/>
                <w:spacing w:val="2"/>
              </w:rPr>
              <w:t xml:space="preserve"> </w:t>
            </w:r>
            <w:r>
              <w:rPr>
                <w:rFonts w:ascii="ＭＳ 明朝" w:hAnsi="ＭＳ 明朝"/>
                <w:spacing w:val="2"/>
              </w:rPr>
              <w:t xml:space="preserve"> </w:t>
            </w:r>
            <w:r>
              <w:rPr>
                <w:rFonts w:ascii="ＭＳ 明朝" w:hAnsi="ＭＳ 明朝" w:hint="eastAsia"/>
              </w:rPr>
              <w:t>入</w:t>
            </w:r>
            <w:r>
              <w:rPr>
                <w:rFonts w:ascii="ＭＳ 明朝" w:hAnsi="ＭＳ 明朝"/>
                <w:spacing w:val="2"/>
              </w:rPr>
              <w:t xml:space="preserve"> </w:t>
            </w:r>
            <w:r>
              <w:rPr>
                <w:rFonts w:ascii="ＭＳ 明朝" w:hAnsi="ＭＳ 明朝" w:hint="eastAsia"/>
              </w:rPr>
              <w:t>札</w:t>
            </w:r>
            <w:r>
              <w:rPr>
                <w:rFonts w:ascii="ＭＳ 明朝" w:hAnsi="ＭＳ 明朝"/>
                <w:spacing w:val="2"/>
              </w:rPr>
              <w:t xml:space="preserve"> </w:t>
            </w:r>
            <w:r>
              <w:rPr>
                <w:rFonts w:ascii="ＭＳ 明朝" w:hAnsi="ＭＳ 明朝" w:hint="eastAsia"/>
              </w:rPr>
              <w:t>の</w:t>
            </w:r>
            <w:r>
              <w:rPr>
                <w:rFonts w:ascii="ＭＳ 明朝" w:hAnsi="ＭＳ 明朝"/>
                <w:spacing w:val="2"/>
              </w:rPr>
              <w:t xml:space="preserve"> </w:t>
            </w:r>
            <w:r>
              <w:rPr>
                <w:rFonts w:ascii="ＭＳ 明朝" w:hAnsi="ＭＳ 明朝" w:hint="eastAsia"/>
              </w:rPr>
              <w:t>目</w:t>
            </w:r>
            <w:r>
              <w:rPr>
                <w:rFonts w:ascii="ＭＳ 明朝" w:hAnsi="ＭＳ 明朝"/>
                <w:spacing w:val="2"/>
              </w:rPr>
              <w:t xml:space="preserve"> </w:t>
            </w:r>
            <w:r>
              <w:rPr>
                <w:rFonts w:ascii="ＭＳ 明朝" w:hAnsi="ＭＳ 明朝" w:hint="eastAsia"/>
              </w:rPr>
              <w:t>的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17B6F0C" w14:textId="0F174AAB" w:rsidR="00697501" w:rsidRPr="00FD4DF3" w:rsidRDefault="007A39BC" w:rsidP="009E4A65">
            <w:pPr>
              <w:pStyle w:val="a3"/>
              <w:rPr>
                <w:rFonts w:ascii="ＭＳ 明朝"/>
              </w:rPr>
            </w:pPr>
            <w:r>
              <w:rPr>
                <w:rFonts w:hAnsi="Times New Roman" w:hint="eastAsia"/>
              </w:rPr>
              <w:t>令和</w:t>
            </w:r>
            <w:r w:rsidR="00424070">
              <w:rPr>
                <w:rFonts w:hAnsi="Times New Roman" w:hint="eastAsia"/>
              </w:rPr>
              <w:t>７</w:t>
            </w:r>
            <w:r w:rsidR="00D0033F">
              <w:rPr>
                <w:rFonts w:hAnsi="Times New Roman" w:hint="eastAsia"/>
              </w:rPr>
              <w:t>年度</w:t>
            </w:r>
            <w:r w:rsidR="001D028D">
              <w:rPr>
                <w:rFonts w:hAnsi="Times New Roman" w:hint="eastAsia"/>
              </w:rPr>
              <w:t>沖縄県</w:t>
            </w:r>
            <w:r w:rsidR="00D0033F">
              <w:rPr>
                <w:rFonts w:hAnsi="Times New Roman" w:hint="eastAsia"/>
              </w:rPr>
              <w:t>情報セキュリティ外部監査</w:t>
            </w:r>
            <w:r w:rsidR="009E4A65">
              <w:rPr>
                <w:rFonts w:hAnsi="Times New Roman" w:hint="eastAsia"/>
              </w:rPr>
              <w:t>業務</w:t>
            </w:r>
          </w:p>
        </w:tc>
      </w:tr>
      <w:tr w:rsidR="00697501" w:rsidRPr="00CE7C6F" w14:paraId="29B3D307" w14:textId="77777777" w:rsidTr="007344C2">
        <w:trPr>
          <w:trHeight w:hRule="exact" w:val="857"/>
        </w:trPr>
        <w:tc>
          <w:tcPr>
            <w:tcW w:w="26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FFEF3A" w14:textId="77777777" w:rsidR="00697501" w:rsidRDefault="00697501" w:rsidP="007344C2">
            <w:pPr>
              <w:pStyle w:val="a3"/>
              <w:spacing w:before="225"/>
              <w:rPr>
                <w:spacing w:val="0"/>
              </w:rPr>
            </w:pPr>
            <w:r>
              <w:rPr>
                <w:rFonts w:cs="Century"/>
                <w:spacing w:val="2"/>
              </w:rPr>
              <w:t xml:space="preserve"> </w:t>
            </w:r>
            <w:r>
              <w:rPr>
                <w:rFonts w:ascii="ＭＳ 明朝" w:hAnsi="ＭＳ 明朝"/>
                <w:spacing w:val="2"/>
              </w:rPr>
              <w:t xml:space="preserve"> </w:t>
            </w:r>
            <w:r>
              <w:rPr>
                <w:rFonts w:ascii="ＭＳ 明朝" w:hAnsi="ＭＳ 明朝" w:hint="eastAsia"/>
              </w:rPr>
              <w:t>引</w:t>
            </w:r>
            <w:r>
              <w:rPr>
                <w:rFonts w:ascii="ＭＳ 明朝" w:hAnsi="ＭＳ 明朝"/>
                <w:spacing w:val="2"/>
              </w:rPr>
              <w:t xml:space="preserve"> </w:t>
            </w:r>
            <w:r>
              <w:rPr>
                <w:rFonts w:ascii="ＭＳ 明朝" w:hAnsi="ＭＳ 明朝" w:hint="eastAsia"/>
              </w:rPr>
              <w:t>渡</w:t>
            </w:r>
            <w:r>
              <w:rPr>
                <w:rFonts w:ascii="ＭＳ 明朝" w:hAnsi="ＭＳ 明朝"/>
                <w:spacing w:val="2"/>
              </w:rPr>
              <w:t xml:space="preserve"> </w:t>
            </w:r>
            <w:r>
              <w:rPr>
                <w:rFonts w:ascii="ＭＳ 明朝" w:hAnsi="ＭＳ 明朝" w:hint="eastAsia"/>
              </w:rPr>
              <w:t>の</w:t>
            </w:r>
            <w:r>
              <w:rPr>
                <w:rFonts w:ascii="ＭＳ 明朝" w:hAnsi="ＭＳ 明朝"/>
                <w:spacing w:val="2"/>
              </w:rPr>
              <w:t xml:space="preserve"> </w:t>
            </w:r>
            <w:r>
              <w:rPr>
                <w:rFonts w:ascii="ＭＳ 明朝" w:hAnsi="ＭＳ 明朝" w:hint="eastAsia"/>
              </w:rPr>
              <w:t>場</w:t>
            </w:r>
            <w:r>
              <w:rPr>
                <w:rFonts w:ascii="ＭＳ 明朝" w:hAnsi="ＭＳ 明朝"/>
                <w:spacing w:val="2"/>
              </w:rPr>
              <w:t xml:space="preserve"> </w:t>
            </w:r>
            <w:r>
              <w:rPr>
                <w:rFonts w:ascii="ＭＳ 明朝" w:hAnsi="ＭＳ 明朝" w:hint="eastAsia"/>
              </w:rPr>
              <w:t>所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28955F8" w14:textId="77777777" w:rsidR="00697501" w:rsidRDefault="00697501" w:rsidP="007344C2">
            <w:pPr>
              <w:pStyle w:val="a3"/>
              <w:spacing w:before="225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沖縄県企画部</w:t>
            </w:r>
            <w:r w:rsidR="001309CA">
              <w:rPr>
                <w:rFonts w:ascii="ＭＳ 明朝" w:hAnsi="ＭＳ 明朝" w:hint="eastAsia"/>
              </w:rPr>
              <w:t>情報基盤整備課</w:t>
            </w:r>
          </w:p>
        </w:tc>
      </w:tr>
      <w:tr w:rsidR="00697501" w:rsidRPr="00CE7C6F" w14:paraId="02498BF6" w14:textId="77777777" w:rsidTr="007344C2">
        <w:trPr>
          <w:trHeight w:hRule="exact" w:val="840"/>
        </w:trPr>
        <w:tc>
          <w:tcPr>
            <w:tcW w:w="26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B37567" w14:textId="77777777" w:rsidR="00697501" w:rsidRDefault="00697501" w:rsidP="007344C2">
            <w:pPr>
              <w:pStyle w:val="a3"/>
              <w:spacing w:before="225"/>
              <w:rPr>
                <w:spacing w:val="0"/>
              </w:rPr>
            </w:pPr>
            <w:r>
              <w:rPr>
                <w:rFonts w:cs="Century"/>
                <w:spacing w:val="2"/>
              </w:rPr>
              <w:t xml:space="preserve"> </w:t>
            </w:r>
            <w:r>
              <w:rPr>
                <w:rFonts w:ascii="ＭＳ 明朝" w:hAnsi="ＭＳ 明朝"/>
                <w:spacing w:val="2"/>
              </w:rPr>
              <w:t xml:space="preserve"> </w:t>
            </w:r>
            <w:r>
              <w:rPr>
                <w:rFonts w:ascii="ＭＳ 明朝" w:hAnsi="ＭＳ 明朝" w:hint="eastAsia"/>
              </w:rPr>
              <w:t>契　約　期　間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9ABE3A8" w14:textId="4FF324BE" w:rsidR="00697501" w:rsidRDefault="00CD33FB" w:rsidP="007A39BC">
            <w:pPr>
              <w:pStyle w:val="a3"/>
              <w:spacing w:before="225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契約締結日から令和</w:t>
            </w:r>
            <w:r w:rsidR="00424070">
              <w:rPr>
                <w:rFonts w:ascii="ＭＳ 明朝" w:hAnsi="ＭＳ 明朝" w:hint="eastAsia"/>
              </w:rPr>
              <w:t>８</w:t>
            </w:r>
            <w:r w:rsidR="00D0033F">
              <w:rPr>
                <w:rFonts w:ascii="ＭＳ 明朝" w:hAnsi="ＭＳ 明朝" w:hint="eastAsia"/>
              </w:rPr>
              <w:t>年</w:t>
            </w:r>
            <w:r w:rsidR="00424070">
              <w:rPr>
                <w:rFonts w:ascii="ＭＳ 明朝" w:hAnsi="ＭＳ 明朝" w:hint="eastAsia"/>
              </w:rPr>
              <w:t>２</w:t>
            </w:r>
            <w:r w:rsidR="00D0033F">
              <w:rPr>
                <w:rFonts w:ascii="ＭＳ 明朝" w:hAnsi="ＭＳ 明朝" w:hint="eastAsia"/>
              </w:rPr>
              <w:t>月</w:t>
            </w:r>
            <w:r w:rsidR="00424070">
              <w:rPr>
                <w:rFonts w:ascii="ＭＳ 明朝" w:hAnsi="ＭＳ 明朝" w:hint="eastAsia"/>
              </w:rPr>
              <w:t>27</w:t>
            </w:r>
            <w:r w:rsidR="001C259D">
              <w:rPr>
                <w:rFonts w:ascii="ＭＳ 明朝" w:hAnsi="ＭＳ 明朝" w:hint="eastAsia"/>
              </w:rPr>
              <w:t>日</w:t>
            </w:r>
            <w:r w:rsidR="00D0033F">
              <w:rPr>
                <w:rFonts w:ascii="ＭＳ 明朝" w:hAnsi="ＭＳ 明朝" w:hint="eastAsia"/>
              </w:rPr>
              <w:t>まで</w:t>
            </w:r>
          </w:p>
        </w:tc>
      </w:tr>
      <w:tr w:rsidR="00697501" w:rsidRPr="00CE7C6F" w14:paraId="6ACAE614" w14:textId="77777777" w:rsidTr="007344C2">
        <w:trPr>
          <w:trHeight w:hRule="exact" w:val="853"/>
        </w:trPr>
        <w:tc>
          <w:tcPr>
            <w:tcW w:w="26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8B0D5E" w14:textId="77777777" w:rsidR="00697501" w:rsidRDefault="00697501" w:rsidP="007344C2">
            <w:pPr>
              <w:pStyle w:val="a3"/>
              <w:spacing w:before="225"/>
              <w:rPr>
                <w:spacing w:val="0"/>
              </w:rPr>
            </w:pPr>
            <w:r>
              <w:rPr>
                <w:rFonts w:cs="Century"/>
                <w:spacing w:val="2"/>
              </w:rPr>
              <w:t xml:space="preserve"> </w:t>
            </w:r>
            <w:r>
              <w:rPr>
                <w:rFonts w:ascii="ＭＳ 明朝" w:hAnsi="ＭＳ 明朝"/>
                <w:spacing w:val="2"/>
              </w:rPr>
              <w:t xml:space="preserve"> </w:t>
            </w:r>
            <w:r w:rsidRPr="00086508">
              <w:rPr>
                <w:rFonts w:ascii="ＭＳ 明朝" w:hAnsi="ＭＳ 明朝" w:hint="eastAsia"/>
                <w:spacing w:val="62"/>
                <w:fitText w:val="1600" w:id="398106624"/>
              </w:rPr>
              <w:t>入札保証</w:t>
            </w:r>
            <w:r w:rsidRPr="00086508">
              <w:rPr>
                <w:rFonts w:ascii="ＭＳ 明朝" w:hAnsi="ＭＳ 明朝" w:hint="eastAsia"/>
                <w:spacing w:val="2"/>
                <w:fitText w:val="1600" w:id="398106624"/>
              </w:rPr>
              <w:t>金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38CC76A" w14:textId="77777777" w:rsidR="00697501" w:rsidRDefault="00697501" w:rsidP="00697501">
            <w:pPr>
              <w:pStyle w:val="a3"/>
              <w:spacing w:before="225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免　除（※免除の場合は必要書類を提出すること）</w:t>
            </w:r>
          </w:p>
        </w:tc>
      </w:tr>
    </w:tbl>
    <w:p w14:paraId="04E96C6E" w14:textId="77777777" w:rsidR="00697501" w:rsidRDefault="00697501" w:rsidP="00697501">
      <w:pPr>
        <w:pStyle w:val="a3"/>
        <w:rPr>
          <w:spacing w:val="0"/>
        </w:rPr>
      </w:pPr>
      <w:r>
        <w:rPr>
          <w:rFonts w:hint="eastAsia"/>
          <w:spacing w:val="0"/>
        </w:rPr>
        <w:br/>
      </w:r>
    </w:p>
    <w:p w14:paraId="09F15F74" w14:textId="77777777" w:rsidR="00697501" w:rsidRPr="00A51EF4" w:rsidRDefault="00697501" w:rsidP="00697501">
      <w:pPr>
        <w:pStyle w:val="a3"/>
        <w:ind w:firstLineChars="100" w:firstLine="248"/>
        <w:rPr>
          <w:rFonts w:ascii="ＭＳ 明朝" w:hAnsi="ＭＳ 明朝"/>
          <w:sz w:val="24"/>
          <w:szCs w:val="24"/>
        </w:rPr>
      </w:pPr>
      <w:r w:rsidRPr="00A51EF4">
        <w:rPr>
          <w:rFonts w:ascii="ＭＳ 明朝" w:hAnsi="ＭＳ 明朝" w:hint="eastAsia"/>
          <w:sz w:val="24"/>
          <w:szCs w:val="24"/>
        </w:rPr>
        <w:t>上記</w:t>
      </w:r>
      <w:r>
        <w:rPr>
          <w:rFonts w:ascii="ＭＳ 明朝" w:hAnsi="ＭＳ 明朝" w:hint="eastAsia"/>
          <w:sz w:val="24"/>
          <w:szCs w:val="24"/>
        </w:rPr>
        <w:t>の</w:t>
      </w:r>
      <w:r w:rsidRPr="00A51EF4">
        <w:rPr>
          <w:rFonts w:ascii="ＭＳ 明朝" w:hAnsi="ＭＳ 明朝" w:hint="eastAsia"/>
          <w:sz w:val="24"/>
          <w:szCs w:val="24"/>
        </w:rPr>
        <w:t>入札金額にその</w:t>
      </w:r>
      <w:r w:rsidRPr="00A51EF4">
        <w:rPr>
          <w:rFonts w:ascii="ＭＳ 明朝" w:hAnsi="ＭＳ 明朝"/>
          <w:sz w:val="24"/>
          <w:szCs w:val="24"/>
        </w:rPr>
        <w:t>100</w:t>
      </w:r>
      <w:r w:rsidR="00422AA7">
        <w:rPr>
          <w:rFonts w:ascii="ＭＳ 明朝" w:hAnsi="ＭＳ 明朝" w:hint="eastAsia"/>
          <w:sz w:val="24"/>
          <w:szCs w:val="24"/>
        </w:rPr>
        <w:t>分の</w:t>
      </w:r>
      <w:r w:rsidR="007A39BC">
        <w:rPr>
          <w:rFonts w:ascii="ＭＳ 明朝" w:hAnsi="ＭＳ 明朝" w:hint="eastAsia"/>
          <w:sz w:val="24"/>
          <w:szCs w:val="24"/>
        </w:rPr>
        <w:t>10</w:t>
      </w:r>
      <w:r w:rsidRPr="00A51EF4">
        <w:rPr>
          <w:rFonts w:ascii="ＭＳ 明朝" w:hAnsi="ＭＳ 明朝" w:hint="eastAsia"/>
          <w:sz w:val="24"/>
          <w:szCs w:val="24"/>
        </w:rPr>
        <w:t>に相当する金額を加算した金額（当該金額に１円未満の端数があるときは、その端数金額を切り捨てた金額）をもって受託したいので、呈示された仕様書、契約条項及び沖縄県財務規則（昭和</w:t>
      </w:r>
      <w:r w:rsidRPr="00A51EF4">
        <w:rPr>
          <w:rFonts w:ascii="ＭＳ 明朝" w:hAnsi="ＭＳ 明朝"/>
          <w:sz w:val="24"/>
          <w:szCs w:val="24"/>
        </w:rPr>
        <w:t>47</w:t>
      </w:r>
      <w:r w:rsidRPr="00A51EF4">
        <w:rPr>
          <w:rFonts w:ascii="ＭＳ 明朝" w:hAnsi="ＭＳ 明朝" w:hint="eastAsia"/>
          <w:sz w:val="24"/>
          <w:szCs w:val="24"/>
        </w:rPr>
        <w:t>年沖縄県規則第</w:t>
      </w:r>
      <w:r w:rsidRPr="00A51EF4">
        <w:rPr>
          <w:rFonts w:ascii="ＭＳ 明朝" w:hAnsi="ＭＳ 明朝"/>
          <w:sz w:val="24"/>
          <w:szCs w:val="24"/>
        </w:rPr>
        <w:t>12</w:t>
      </w:r>
      <w:r w:rsidRPr="00A51EF4">
        <w:rPr>
          <w:rFonts w:ascii="ＭＳ 明朝" w:hAnsi="ＭＳ 明朝" w:hint="eastAsia"/>
          <w:sz w:val="24"/>
          <w:szCs w:val="24"/>
        </w:rPr>
        <w:t>号）並びに指示された事項を承知して入札します。</w:t>
      </w:r>
    </w:p>
    <w:p w14:paraId="0BE78E0E" w14:textId="77777777" w:rsidR="00697501" w:rsidRPr="00A51EF4" w:rsidRDefault="00697501" w:rsidP="00697501">
      <w:pPr>
        <w:pStyle w:val="a3"/>
        <w:rPr>
          <w:spacing w:val="0"/>
        </w:rPr>
      </w:pPr>
    </w:p>
    <w:p w14:paraId="4D41694E" w14:textId="77777777" w:rsidR="00697501" w:rsidRDefault="00697501" w:rsidP="00697501">
      <w:pPr>
        <w:pStyle w:val="a3"/>
        <w:rPr>
          <w:spacing w:val="0"/>
        </w:rPr>
      </w:pPr>
    </w:p>
    <w:p w14:paraId="6171B458" w14:textId="77777777" w:rsidR="00697501" w:rsidRDefault="00697501" w:rsidP="00697501">
      <w:pPr>
        <w:pStyle w:val="a3"/>
        <w:rPr>
          <w:spacing w:val="0"/>
        </w:rPr>
      </w:pPr>
    </w:p>
    <w:p w14:paraId="62207A18" w14:textId="7924E780" w:rsidR="00697501" w:rsidRPr="002F1453" w:rsidRDefault="00E23C6B" w:rsidP="00697501">
      <w:pPr>
        <w:pStyle w:val="a3"/>
        <w:ind w:firstLineChars="300" w:firstLine="744"/>
        <w:rPr>
          <w:spacing w:val="0"/>
          <w:sz w:val="24"/>
          <w:szCs w:val="24"/>
        </w:rPr>
      </w:pPr>
      <w:r w:rsidRPr="002F1453">
        <w:rPr>
          <w:rFonts w:ascii="ＭＳ 明朝" w:hAnsi="ＭＳ 明朝" w:hint="eastAsia"/>
          <w:sz w:val="24"/>
          <w:szCs w:val="24"/>
        </w:rPr>
        <w:t>令和</w:t>
      </w:r>
      <w:r w:rsidR="00424070">
        <w:rPr>
          <w:rFonts w:ascii="ＭＳ 明朝" w:hAnsi="ＭＳ 明朝" w:hint="eastAsia"/>
          <w:sz w:val="24"/>
          <w:szCs w:val="24"/>
        </w:rPr>
        <w:t>７</w:t>
      </w:r>
      <w:r w:rsidR="00D0033F" w:rsidRPr="002F1453">
        <w:rPr>
          <w:rFonts w:ascii="ＭＳ 明朝" w:hAnsi="ＭＳ 明朝" w:hint="eastAsia"/>
          <w:sz w:val="24"/>
          <w:szCs w:val="24"/>
        </w:rPr>
        <w:t>年</w:t>
      </w:r>
      <w:r w:rsidR="00086508">
        <w:rPr>
          <w:rFonts w:ascii="ＭＳ 明朝" w:hAnsi="ＭＳ 明朝" w:hint="eastAsia"/>
          <w:sz w:val="24"/>
          <w:szCs w:val="24"/>
        </w:rPr>
        <w:t>○</w:t>
      </w:r>
      <w:r w:rsidR="00697501" w:rsidRPr="002F1453">
        <w:rPr>
          <w:rFonts w:ascii="ＭＳ 明朝" w:hAnsi="ＭＳ 明朝" w:hint="eastAsia"/>
          <w:sz w:val="24"/>
          <w:szCs w:val="24"/>
        </w:rPr>
        <w:t>月</w:t>
      </w:r>
      <w:r w:rsidR="00086508">
        <w:rPr>
          <w:rFonts w:ascii="ＭＳ 明朝" w:hAnsi="ＭＳ 明朝" w:hint="eastAsia"/>
          <w:sz w:val="24"/>
          <w:szCs w:val="24"/>
        </w:rPr>
        <w:t>✕</w:t>
      </w:r>
      <w:r w:rsidR="00697501" w:rsidRPr="002F1453">
        <w:rPr>
          <w:rFonts w:ascii="ＭＳ 明朝" w:hAnsi="ＭＳ 明朝" w:hint="eastAsia"/>
          <w:sz w:val="24"/>
          <w:szCs w:val="24"/>
        </w:rPr>
        <w:t>日</w:t>
      </w:r>
    </w:p>
    <w:p w14:paraId="12F8DAAA" w14:textId="77777777" w:rsidR="00697501" w:rsidRPr="00A51EF4" w:rsidRDefault="00697501" w:rsidP="00697501">
      <w:pPr>
        <w:pStyle w:val="a3"/>
        <w:rPr>
          <w:spacing w:val="0"/>
          <w:sz w:val="24"/>
          <w:szCs w:val="24"/>
        </w:rPr>
      </w:pPr>
    </w:p>
    <w:p w14:paraId="6FE96D78" w14:textId="77777777" w:rsidR="00697501" w:rsidRDefault="00697501" w:rsidP="00697501">
      <w:pPr>
        <w:pStyle w:val="a3"/>
        <w:rPr>
          <w:spacing w:val="0"/>
        </w:rPr>
      </w:pPr>
    </w:p>
    <w:p w14:paraId="691979E5" w14:textId="77777777" w:rsidR="00697501" w:rsidRPr="00A51EF4" w:rsidRDefault="00697501" w:rsidP="00697501">
      <w:pPr>
        <w:pStyle w:val="a3"/>
        <w:rPr>
          <w:spacing w:val="0"/>
          <w:sz w:val="24"/>
          <w:szCs w:val="24"/>
        </w:rPr>
      </w:pPr>
      <w:r>
        <w:rPr>
          <w:rFonts w:ascii="ＭＳ 明朝" w:hAnsi="ＭＳ 明朝"/>
          <w:spacing w:val="2"/>
        </w:rPr>
        <w:t xml:space="preserve">                             </w:t>
      </w:r>
      <w:r w:rsidRPr="00A51EF4">
        <w:rPr>
          <w:rFonts w:ascii="ＭＳ 明朝" w:hAnsi="ＭＳ 明朝" w:hint="eastAsia"/>
          <w:sz w:val="24"/>
          <w:szCs w:val="24"/>
        </w:rPr>
        <w:t>入札者</w:t>
      </w:r>
      <w:r w:rsidRPr="00A51EF4">
        <w:rPr>
          <w:rFonts w:ascii="ＭＳ 明朝" w:hAnsi="ＭＳ 明朝"/>
          <w:spacing w:val="2"/>
          <w:sz w:val="24"/>
          <w:szCs w:val="24"/>
        </w:rPr>
        <w:t xml:space="preserve">  </w:t>
      </w:r>
      <w:r w:rsidRPr="00A51EF4">
        <w:rPr>
          <w:rFonts w:ascii="ＭＳ 明朝" w:hAnsi="ＭＳ 明朝" w:hint="eastAsia"/>
          <w:sz w:val="24"/>
          <w:szCs w:val="24"/>
        </w:rPr>
        <w:t>住　所</w:t>
      </w:r>
    </w:p>
    <w:p w14:paraId="11663636" w14:textId="77777777" w:rsidR="00697501" w:rsidRPr="00A51EF4" w:rsidRDefault="00697501" w:rsidP="00697501">
      <w:pPr>
        <w:pStyle w:val="a3"/>
        <w:rPr>
          <w:rFonts w:ascii="ＭＳ 明朝"/>
          <w:spacing w:val="2"/>
          <w:sz w:val="24"/>
          <w:szCs w:val="24"/>
        </w:rPr>
      </w:pPr>
      <w:r w:rsidRPr="00A51EF4">
        <w:rPr>
          <w:rFonts w:ascii="ＭＳ 明朝" w:hAnsi="ＭＳ 明朝"/>
          <w:spacing w:val="2"/>
          <w:sz w:val="24"/>
          <w:szCs w:val="24"/>
        </w:rPr>
        <w:t xml:space="preserve">                                            </w:t>
      </w:r>
    </w:p>
    <w:p w14:paraId="193A7E4D" w14:textId="77777777" w:rsidR="00697501" w:rsidRPr="00A51EF4" w:rsidRDefault="00697501" w:rsidP="00697501">
      <w:pPr>
        <w:pStyle w:val="a3"/>
        <w:rPr>
          <w:rFonts w:ascii="ＭＳ 明朝"/>
          <w:spacing w:val="2"/>
          <w:sz w:val="24"/>
          <w:szCs w:val="24"/>
        </w:rPr>
      </w:pPr>
      <w:r>
        <w:rPr>
          <w:rFonts w:ascii="ＭＳ 明朝" w:hAnsi="ＭＳ 明朝"/>
          <w:spacing w:val="2"/>
          <w:sz w:val="24"/>
          <w:szCs w:val="24"/>
        </w:rPr>
        <w:t xml:space="preserve">                                   </w:t>
      </w:r>
      <w:r w:rsidRPr="00A51EF4">
        <w:rPr>
          <w:rFonts w:ascii="ＭＳ 明朝" w:hAnsi="ＭＳ 明朝" w:hint="eastAsia"/>
          <w:spacing w:val="2"/>
          <w:sz w:val="24"/>
          <w:szCs w:val="24"/>
        </w:rPr>
        <w:t>商号又は名称</w:t>
      </w:r>
    </w:p>
    <w:p w14:paraId="740C0ACA" w14:textId="77777777" w:rsidR="00697501" w:rsidRPr="00A51EF4" w:rsidRDefault="00697501" w:rsidP="00697501">
      <w:pPr>
        <w:pStyle w:val="a3"/>
        <w:rPr>
          <w:spacing w:val="0"/>
          <w:sz w:val="24"/>
          <w:szCs w:val="24"/>
        </w:rPr>
      </w:pPr>
    </w:p>
    <w:p w14:paraId="0D06D7C7" w14:textId="77777777" w:rsidR="00697501" w:rsidRPr="00A51EF4" w:rsidRDefault="00697501" w:rsidP="00697501">
      <w:pPr>
        <w:pStyle w:val="a3"/>
        <w:rPr>
          <w:spacing w:val="0"/>
          <w:sz w:val="24"/>
          <w:szCs w:val="24"/>
        </w:rPr>
      </w:pPr>
      <w:r>
        <w:rPr>
          <w:rFonts w:ascii="ＭＳ 明朝" w:hAnsi="ＭＳ 明朝"/>
          <w:spacing w:val="2"/>
          <w:sz w:val="24"/>
          <w:szCs w:val="24"/>
        </w:rPr>
        <w:t xml:space="preserve">                                   </w:t>
      </w:r>
      <w:r w:rsidRPr="00A51EF4">
        <w:rPr>
          <w:rFonts w:ascii="ＭＳ 明朝" w:hAnsi="ＭＳ 明朝" w:hint="eastAsia"/>
          <w:spacing w:val="2"/>
          <w:sz w:val="24"/>
          <w:szCs w:val="24"/>
        </w:rPr>
        <w:t>代表者氏名</w:t>
      </w:r>
      <w:r w:rsidRPr="00A51EF4">
        <w:rPr>
          <w:rFonts w:ascii="ＭＳ 明朝" w:hAnsi="ＭＳ 明朝"/>
          <w:spacing w:val="2"/>
          <w:sz w:val="24"/>
          <w:szCs w:val="24"/>
        </w:rPr>
        <w:t xml:space="preserve">                        </w:t>
      </w:r>
      <w:r w:rsidRPr="00A51EF4">
        <w:rPr>
          <w:rFonts w:ascii="ＭＳ 明朝" w:hAnsi="ＭＳ 明朝" w:hint="eastAsia"/>
          <w:sz w:val="24"/>
          <w:szCs w:val="24"/>
        </w:rPr>
        <w:t>印</w:t>
      </w:r>
    </w:p>
    <w:p w14:paraId="5A90B273" w14:textId="77777777" w:rsidR="00697501" w:rsidRDefault="00697501" w:rsidP="00697501">
      <w:pPr>
        <w:pStyle w:val="a3"/>
        <w:rPr>
          <w:spacing w:val="0"/>
        </w:rPr>
      </w:pPr>
      <w:r>
        <w:rPr>
          <w:rFonts w:hint="eastAsia"/>
          <w:spacing w:val="0"/>
        </w:rPr>
        <w:br/>
      </w:r>
    </w:p>
    <w:p w14:paraId="7C1AD8B7" w14:textId="77777777" w:rsidR="00697501" w:rsidRDefault="00697501" w:rsidP="00697501">
      <w:pPr>
        <w:pStyle w:val="a3"/>
        <w:rPr>
          <w:spacing w:val="0"/>
        </w:rPr>
      </w:pPr>
    </w:p>
    <w:p w14:paraId="2CF8D6BF" w14:textId="77777777" w:rsidR="00697501" w:rsidRPr="00A51EF4" w:rsidRDefault="00697501" w:rsidP="00697501">
      <w:pPr>
        <w:pStyle w:val="a3"/>
        <w:rPr>
          <w:spacing w:val="0"/>
          <w:sz w:val="24"/>
          <w:szCs w:val="24"/>
        </w:rPr>
      </w:pPr>
      <w:r>
        <w:rPr>
          <w:rFonts w:ascii="ＭＳ 明朝" w:hAnsi="ＭＳ 明朝"/>
          <w:spacing w:val="2"/>
        </w:rPr>
        <w:t xml:space="preserve">    </w:t>
      </w:r>
      <w:r w:rsidRPr="00A51EF4">
        <w:rPr>
          <w:rFonts w:ascii="ＭＳ 明朝" w:hAnsi="ＭＳ 明朝" w:hint="eastAsia"/>
          <w:sz w:val="24"/>
          <w:szCs w:val="24"/>
        </w:rPr>
        <w:t xml:space="preserve">沖縄県知事　</w:t>
      </w:r>
      <w:r w:rsidR="006475A6">
        <w:rPr>
          <w:rFonts w:ascii="ＭＳ 明朝" w:hAnsi="ＭＳ 明朝" w:hint="eastAsia"/>
          <w:sz w:val="24"/>
          <w:szCs w:val="24"/>
        </w:rPr>
        <w:t>玉城　康裕</w:t>
      </w:r>
      <w:r w:rsidRPr="00A51EF4">
        <w:rPr>
          <w:rFonts w:ascii="ＭＳ 明朝" w:hAnsi="ＭＳ 明朝" w:hint="eastAsia"/>
          <w:sz w:val="24"/>
          <w:szCs w:val="24"/>
        </w:rPr>
        <w:t xml:space="preserve">　殿</w:t>
      </w:r>
    </w:p>
    <w:p w14:paraId="61533760" w14:textId="77777777" w:rsidR="00697501" w:rsidRDefault="00697501" w:rsidP="00697501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</w:p>
    <w:p w14:paraId="50803D7C" w14:textId="77777777" w:rsidR="00697501" w:rsidRDefault="00697501" w:rsidP="00697501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</w:p>
    <w:p w14:paraId="62C38F31" w14:textId="77777777" w:rsidR="00697501" w:rsidRPr="00AE3572" w:rsidRDefault="00697501" w:rsidP="00697501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</w:p>
    <w:p w14:paraId="03594024" w14:textId="77777777" w:rsidR="00697501" w:rsidRDefault="00697501" w:rsidP="00697501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</w:p>
    <w:p w14:paraId="11FE69CA" w14:textId="77777777" w:rsidR="00697501" w:rsidRDefault="00697501" w:rsidP="00697501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</w:p>
    <w:p w14:paraId="682D3383" w14:textId="77777777" w:rsidR="00697501" w:rsidRPr="00697501" w:rsidRDefault="00697501" w:rsidP="00EA40D9">
      <w:pPr>
        <w:overflowPunct w:val="0"/>
        <w:textAlignment w:val="baseline"/>
      </w:pPr>
    </w:p>
    <w:sectPr w:rsidR="00697501" w:rsidRPr="00697501" w:rsidSect="008E4BAA">
      <w:pgSz w:w="11906" w:h="16838"/>
      <w:pgMar w:top="1226" w:right="1333" w:bottom="1103" w:left="13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attachedTemplate r:id="rId1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E4BAA"/>
    <w:rsid w:val="00007F75"/>
    <w:rsid w:val="00016BB3"/>
    <w:rsid w:val="00057481"/>
    <w:rsid w:val="00086508"/>
    <w:rsid w:val="00095EB5"/>
    <w:rsid w:val="000C253A"/>
    <w:rsid w:val="000F03C8"/>
    <w:rsid w:val="00125404"/>
    <w:rsid w:val="001309CA"/>
    <w:rsid w:val="00140ADD"/>
    <w:rsid w:val="001A6E4A"/>
    <w:rsid w:val="001C259D"/>
    <w:rsid w:val="001D028D"/>
    <w:rsid w:val="0027102F"/>
    <w:rsid w:val="0027763F"/>
    <w:rsid w:val="002D45B9"/>
    <w:rsid w:val="002E1588"/>
    <w:rsid w:val="002F1453"/>
    <w:rsid w:val="002F148B"/>
    <w:rsid w:val="003241E8"/>
    <w:rsid w:val="0035416A"/>
    <w:rsid w:val="00360075"/>
    <w:rsid w:val="003B5134"/>
    <w:rsid w:val="00422AA7"/>
    <w:rsid w:val="00424070"/>
    <w:rsid w:val="00482DA1"/>
    <w:rsid w:val="00490EF3"/>
    <w:rsid w:val="004B4A61"/>
    <w:rsid w:val="0051378E"/>
    <w:rsid w:val="005F523D"/>
    <w:rsid w:val="00616DFB"/>
    <w:rsid w:val="006219A5"/>
    <w:rsid w:val="00644B4F"/>
    <w:rsid w:val="006458BC"/>
    <w:rsid w:val="006475A6"/>
    <w:rsid w:val="00697501"/>
    <w:rsid w:val="00754055"/>
    <w:rsid w:val="007A39BC"/>
    <w:rsid w:val="007B2417"/>
    <w:rsid w:val="00854C9D"/>
    <w:rsid w:val="00873733"/>
    <w:rsid w:val="008B508A"/>
    <w:rsid w:val="008D1261"/>
    <w:rsid w:val="008E4BAA"/>
    <w:rsid w:val="009146C2"/>
    <w:rsid w:val="00927BD9"/>
    <w:rsid w:val="009360D5"/>
    <w:rsid w:val="009B5A90"/>
    <w:rsid w:val="009E4A65"/>
    <w:rsid w:val="009F3699"/>
    <w:rsid w:val="00A1217E"/>
    <w:rsid w:val="00A51EF4"/>
    <w:rsid w:val="00A5472E"/>
    <w:rsid w:val="00A61198"/>
    <w:rsid w:val="00AC7D16"/>
    <w:rsid w:val="00AD42CA"/>
    <w:rsid w:val="00AE34FF"/>
    <w:rsid w:val="00AE3572"/>
    <w:rsid w:val="00B65CCE"/>
    <w:rsid w:val="00B766A5"/>
    <w:rsid w:val="00B82D0C"/>
    <w:rsid w:val="00BA6B84"/>
    <w:rsid w:val="00BD5E7A"/>
    <w:rsid w:val="00BE1B29"/>
    <w:rsid w:val="00C65E48"/>
    <w:rsid w:val="00CB0F05"/>
    <w:rsid w:val="00CD33FB"/>
    <w:rsid w:val="00CD5B35"/>
    <w:rsid w:val="00CE7C6F"/>
    <w:rsid w:val="00D0033F"/>
    <w:rsid w:val="00D218EA"/>
    <w:rsid w:val="00D42EA5"/>
    <w:rsid w:val="00D93C77"/>
    <w:rsid w:val="00DB2BBC"/>
    <w:rsid w:val="00E10E2D"/>
    <w:rsid w:val="00E23C6B"/>
    <w:rsid w:val="00E60A6F"/>
    <w:rsid w:val="00E679E8"/>
    <w:rsid w:val="00E73593"/>
    <w:rsid w:val="00EA40D9"/>
    <w:rsid w:val="00EE383F"/>
    <w:rsid w:val="00EF419B"/>
    <w:rsid w:val="00F16EEA"/>
    <w:rsid w:val="00F7592F"/>
    <w:rsid w:val="00F80505"/>
    <w:rsid w:val="00F80CAC"/>
    <w:rsid w:val="00FA13B3"/>
    <w:rsid w:val="00FD4DF3"/>
    <w:rsid w:val="00FE0D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3DD3B7F"/>
  <w15:docId w15:val="{93EBD830-A827-4FD3-B179-2F5F63D37B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102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uiPriority w:val="99"/>
    <w:rsid w:val="0027102F"/>
    <w:pPr>
      <w:widowControl w:val="0"/>
      <w:wordWrap w:val="0"/>
      <w:autoSpaceDE w:val="0"/>
      <w:autoSpaceDN w:val="0"/>
      <w:adjustRightInd w:val="0"/>
      <w:spacing w:line="335" w:lineRule="exact"/>
      <w:jc w:val="both"/>
    </w:pPr>
    <w:rPr>
      <w:rFonts w:cs="ＭＳ 明朝"/>
      <w:spacing w:val="4"/>
      <w:kern w:val="0"/>
      <w:sz w:val="22"/>
    </w:rPr>
  </w:style>
  <w:style w:type="paragraph" w:styleId="a4">
    <w:name w:val="Balloon Text"/>
    <w:basedOn w:val="a"/>
    <w:link w:val="a5"/>
    <w:uiPriority w:val="99"/>
    <w:semiHidden/>
    <w:unhideWhenUsed/>
    <w:rsid w:val="00D0033F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D0033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ScanSoft\DragonSpeech\Program\RTF8READ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179</TotalTime>
  <Pages>4</Pages>
  <Words>214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入　　札　　書</vt:lpstr>
    </vt:vector>
  </TitlesOfParts>
  <Company>Microsoft</Company>
  <LinksUpToDate>false</LinksUpToDate>
  <CharactersWithSpaces>1438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　札　　書</dc:title>
  <dc:creator>user</dc:creator>
  <cp:lastModifiedBy>池田　直人</cp:lastModifiedBy>
  <cp:revision>27</cp:revision>
  <cp:lastPrinted>2021-10-22T05:51:00Z</cp:lastPrinted>
  <dcterms:created xsi:type="dcterms:W3CDTF">2017-08-22T04:35:00Z</dcterms:created>
  <dcterms:modified xsi:type="dcterms:W3CDTF">2025-07-28T01:33:00Z</dcterms:modified>
</cp:coreProperties>
</file>