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0C716" w14:textId="355E8E6E" w:rsidR="006A627B" w:rsidRDefault="008C1551" w:rsidP="008C1551">
      <w:pPr>
        <w:pStyle w:val="3"/>
        <w:spacing w:after="180"/>
        <w:ind w:left="630" w:right="630"/>
        <w:jc w:val="center"/>
      </w:pPr>
      <w:r>
        <w:rPr>
          <w:rFonts w:hint="eastAsia"/>
        </w:rPr>
        <w:t>地歴等調査票</w:t>
      </w:r>
    </w:p>
    <w:tbl>
      <w:tblPr>
        <w:tblStyle w:val="af"/>
        <w:tblW w:w="9351" w:type="dxa"/>
        <w:tblLook w:val="04A0" w:firstRow="1" w:lastRow="0" w:firstColumn="1" w:lastColumn="0" w:noHBand="0" w:noVBand="1"/>
      </w:tblPr>
      <w:tblGrid>
        <w:gridCol w:w="1980"/>
        <w:gridCol w:w="7371"/>
      </w:tblGrid>
      <w:tr w:rsidR="008C1551" w14:paraId="4D96B449" w14:textId="77777777" w:rsidTr="00902FCA">
        <w:tc>
          <w:tcPr>
            <w:tcW w:w="1980" w:type="dxa"/>
          </w:tcPr>
          <w:p w14:paraId="7DB4FEB7" w14:textId="3E1A4E7C" w:rsidR="008C1551" w:rsidRDefault="008C1551" w:rsidP="008C1551">
            <w:r>
              <w:rPr>
                <w:rFonts w:hint="eastAsia"/>
              </w:rPr>
              <w:t>調査地点名称</w:t>
            </w:r>
          </w:p>
        </w:tc>
        <w:tc>
          <w:tcPr>
            <w:tcW w:w="7371" w:type="dxa"/>
          </w:tcPr>
          <w:p w14:paraId="239CB349" w14:textId="77777777" w:rsidR="008C1551" w:rsidRDefault="008C1551" w:rsidP="008C1551"/>
        </w:tc>
      </w:tr>
      <w:tr w:rsidR="008C1551" w14:paraId="0CD9A3BA" w14:textId="77777777" w:rsidTr="00902FCA">
        <w:tc>
          <w:tcPr>
            <w:tcW w:w="1980" w:type="dxa"/>
          </w:tcPr>
          <w:p w14:paraId="298F3A46" w14:textId="50058393" w:rsidR="008C1551" w:rsidRDefault="008C1551" w:rsidP="008C1551">
            <w:r>
              <w:rPr>
                <w:rFonts w:hint="eastAsia"/>
              </w:rPr>
              <w:t>調査地点所在地</w:t>
            </w:r>
          </w:p>
        </w:tc>
        <w:tc>
          <w:tcPr>
            <w:tcW w:w="7371" w:type="dxa"/>
          </w:tcPr>
          <w:p w14:paraId="76BB5C87" w14:textId="77777777" w:rsidR="008C1551" w:rsidRDefault="008C1551" w:rsidP="008C1551"/>
        </w:tc>
      </w:tr>
      <w:tr w:rsidR="008C1551" w14:paraId="5300FE4D" w14:textId="77777777" w:rsidTr="00902FCA">
        <w:tc>
          <w:tcPr>
            <w:tcW w:w="1980" w:type="dxa"/>
          </w:tcPr>
          <w:p w14:paraId="146AD3A4" w14:textId="4C5CA4B5" w:rsidR="008C1551" w:rsidRDefault="008C1551" w:rsidP="008C1551">
            <w:r>
              <w:rPr>
                <w:rFonts w:hint="eastAsia"/>
              </w:rPr>
              <w:t>聴取年月日</w:t>
            </w:r>
          </w:p>
        </w:tc>
        <w:tc>
          <w:tcPr>
            <w:tcW w:w="7371" w:type="dxa"/>
          </w:tcPr>
          <w:p w14:paraId="6145EF7A" w14:textId="77777777" w:rsidR="008C1551" w:rsidRDefault="008C1551" w:rsidP="008C1551"/>
        </w:tc>
      </w:tr>
      <w:tr w:rsidR="008C1551" w14:paraId="43E34623" w14:textId="77777777" w:rsidTr="00902FCA">
        <w:tc>
          <w:tcPr>
            <w:tcW w:w="1980" w:type="dxa"/>
          </w:tcPr>
          <w:p w14:paraId="6828A7C9" w14:textId="401F402A" w:rsidR="008C1551" w:rsidRDefault="008C1551" w:rsidP="008C1551">
            <w:r>
              <w:rPr>
                <w:rFonts w:hint="eastAsia"/>
              </w:rPr>
              <w:t>聴取者氏名</w:t>
            </w:r>
          </w:p>
        </w:tc>
        <w:tc>
          <w:tcPr>
            <w:tcW w:w="7371" w:type="dxa"/>
          </w:tcPr>
          <w:p w14:paraId="7AB9C5B9" w14:textId="77777777" w:rsidR="008C1551" w:rsidRDefault="008C1551" w:rsidP="008C1551"/>
        </w:tc>
      </w:tr>
      <w:tr w:rsidR="008C1551" w14:paraId="1CD9AFE1" w14:textId="77777777" w:rsidTr="00902FCA">
        <w:tc>
          <w:tcPr>
            <w:tcW w:w="1980" w:type="dxa"/>
          </w:tcPr>
          <w:p w14:paraId="01069758" w14:textId="1D0835B9" w:rsidR="008C1551" w:rsidRDefault="008C1551" w:rsidP="008C1551">
            <w:r>
              <w:rPr>
                <w:rFonts w:hint="eastAsia"/>
              </w:rPr>
              <w:t>聴取者の属性</w:t>
            </w:r>
          </w:p>
        </w:tc>
        <w:tc>
          <w:tcPr>
            <w:tcW w:w="7371" w:type="dxa"/>
          </w:tcPr>
          <w:p w14:paraId="74E8AA49" w14:textId="77777777" w:rsidR="008C1551" w:rsidRDefault="008C1551" w:rsidP="008C1551"/>
        </w:tc>
      </w:tr>
      <w:tr w:rsidR="008C1551" w14:paraId="3BD77690" w14:textId="77777777" w:rsidTr="00902FCA">
        <w:trPr>
          <w:trHeight w:val="2085"/>
        </w:trPr>
        <w:tc>
          <w:tcPr>
            <w:tcW w:w="1980" w:type="dxa"/>
          </w:tcPr>
          <w:p w14:paraId="663D0568" w14:textId="59B5BB0A" w:rsidR="008C1551" w:rsidRDefault="008C1551" w:rsidP="008C1551">
            <w:r>
              <w:rPr>
                <w:rFonts w:hint="eastAsia"/>
              </w:rPr>
              <w:t>調査地点の土地利用の</w:t>
            </w:r>
            <w:r w:rsidR="00BB7ACD">
              <w:rPr>
                <w:rFonts w:hint="eastAsia"/>
              </w:rPr>
              <w:t>履歴</w:t>
            </w:r>
          </w:p>
        </w:tc>
        <w:tc>
          <w:tcPr>
            <w:tcW w:w="7371" w:type="dxa"/>
          </w:tcPr>
          <w:p w14:paraId="4E05493D" w14:textId="3E52B9E2" w:rsidR="008C1551" w:rsidRDefault="008C1551" w:rsidP="008C1551"/>
        </w:tc>
      </w:tr>
      <w:tr w:rsidR="0053193D" w14:paraId="353EC8F1" w14:textId="77777777" w:rsidTr="00902FCA">
        <w:trPr>
          <w:trHeight w:val="2270"/>
        </w:trPr>
        <w:tc>
          <w:tcPr>
            <w:tcW w:w="1980" w:type="dxa"/>
          </w:tcPr>
          <w:p w14:paraId="53EC3E24" w14:textId="0F973729" w:rsidR="0053193D" w:rsidRPr="008C1551" w:rsidRDefault="0053193D" w:rsidP="0053193D">
            <w:r>
              <w:rPr>
                <w:rFonts w:hint="eastAsia"/>
              </w:rPr>
              <w:t>令和</w:t>
            </w:r>
            <w:r w:rsidR="00746006">
              <w:rPr>
                <w:rFonts w:hint="eastAsia"/>
              </w:rPr>
              <w:t>〇</w:t>
            </w:r>
            <w:r>
              <w:rPr>
                <w:rFonts w:hint="eastAsia"/>
              </w:rPr>
              <w:t>年度調査検体採取場所での盛土等</w:t>
            </w:r>
            <w:r w:rsidRPr="008A5CAE">
              <w:rPr>
                <w:rFonts w:hint="eastAsia"/>
                <w:vertAlign w:val="superscript"/>
              </w:rPr>
              <w:t>※</w:t>
            </w:r>
            <w:r>
              <w:rPr>
                <w:rFonts w:hint="eastAsia"/>
                <w:vertAlign w:val="superscript"/>
              </w:rPr>
              <w:t>１</w:t>
            </w:r>
            <w:r>
              <w:rPr>
                <w:rFonts w:hint="eastAsia"/>
              </w:rPr>
              <w:t>の履歴</w:t>
            </w:r>
          </w:p>
        </w:tc>
        <w:tc>
          <w:tcPr>
            <w:tcW w:w="7371" w:type="dxa"/>
          </w:tcPr>
          <w:p w14:paraId="2918BE07" w14:textId="77777777" w:rsidR="0053193D" w:rsidRDefault="0053193D" w:rsidP="0053193D"/>
        </w:tc>
      </w:tr>
      <w:tr w:rsidR="0053193D" w14:paraId="5DDA399B" w14:textId="77777777" w:rsidTr="00902FCA">
        <w:trPr>
          <w:trHeight w:val="2543"/>
        </w:trPr>
        <w:tc>
          <w:tcPr>
            <w:tcW w:w="1980" w:type="dxa"/>
          </w:tcPr>
          <w:p w14:paraId="44AF9A72" w14:textId="43F300CA" w:rsidR="0053193D" w:rsidRPr="00C55ED2" w:rsidRDefault="0053193D" w:rsidP="0053193D">
            <w:r w:rsidRPr="00C55ED2">
              <w:rPr>
                <w:rFonts w:hint="eastAsia"/>
              </w:rPr>
              <w:t>令和</w:t>
            </w:r>
            <w:r w:rsidR="00746006">
              <w:rPr>
                <w:rFonts w:hint="eastAsia"/>
              </w:rPr>
              <w:t>〇</w:t>
            </w:r>
            <w:r w:rsidRPr="00C55ED2">
              <w:rPr>
                <w:rFonts w:hint="eastAsia"/>
              </w:rPr>
              <w:t>年度調査検体採取場所での廃棄物</w:t>
            </w:r>
            <w:r w:rsidRPr="008A5CAE">
              <w:rPr>
                <w:rFonts w:hint="eastAsia"/>
                <w:vertAlign w:val="superscript"/>
              </w:rPr>
              <w:t>※</w:t>
            </w:r>
            <w:r>
              <w:rPr>
                <w:rFonts w:hint="eastAsia"/>
                <w:vertAlign w:val="superscript"/>
              </w:rPr>
              <w:t>２</w:t>
            </w:r>
            <w:r w:rsidRPr="00C55ED2">
              <w:rPr>
                <w:rFonts w:hint="eastAsia"/>
              </w:rPr>
              <w:t>の埋設・投棄等の履歴</w:t>
            </w:r>
          </w:p>
        </w:tc>
        <w:tc>
          <w:tcPr>
            <w:tcW w:w="7371" w:type="dxa"/>
          </w:tcPr>
          <w:p w14:paraId="1FC4D98A" w14:textId="77777777" w:rsidR="0053193D" w:rsidRDefault="0053193D" w:rsidP="0053193D"/>
        </w:tc>
      </w:tr>
      <w:tr w:rsidR="00D16DC7" w14:paraId="1AADD51B" w14:textId="77777777" w:rsidTr="00902FCA">
        <w:trPr>
          <w:trHeight w:val="2254"/>
        </w:trPr>
        <w:tc>
          <w:tcPr>
            <w:tcW w:w="1980" w:type="dxa"/>
          </w:tcPr>
          <w:p w14:paraId="7E2BCE1D" w14:textId="20BBA976" w:rsidR="00D16DC7" w:rsidRPr="00C55ED2" w:rsidRDefault="0053193D" w:rsidP="008C1551">
            <w:r w:rsidRPr="0053193D">
              <w:rPr>
                <w:rFonts w:hint="eastAsia"/>
              </w:rPr>
              <w:t>令和</w:t>
            </w:r>
            <w:r w:rsidR="00746006">
              <w:rPr>
                <w:rFonts w:hint="eastAsia"/>
              </w:rPr>
              <w:t>〇</w:t>
            </w:r>
            <w:r w:rsidRPr="0053193D">
              <w:rPr>
                <w:rFonts w:hint="eastAsia"/>
              </w:rPr>
              <w:t>年度調査検体採取場所での</w:t>
            </w:r>
            <w:r w:rsidRPr="0053193D">
              <w:t>PFOS等含有の可能性がある製品</w:t>
            </w:r>
            <w:r w:rsidRPr="00253175">
              <w:rPr>
                <w:vertAlign w:val="superscript"/>
              </w:rPr>
              <w:t>※</w:t>
            </w:r>
            <w:r w:rsidRPr="00253175">
              <w:rPr>
                <w:vertAlign w:val="superscript"/>
              </w:rPr>
              <w:t>３</w:t>
            </w:r>
            <w:r w:rsidRPr="0053193D">
              <w:t>の製造・使用・保管の履歴</w:t>
            </w:r>
          </w:p>
        </w:tc>
        <w:tc>
          <w:tcPr>
            <w:tcW w:w="7371" w:type="dxa"/>
          </w:tcPr>
          <w:p w14:paraId="718F1F39" w14:textId="77777777" w:rsidR="00D16DC7" w:rsidRPr="00902FCA" w:rsidRDefault="00D16DC7" w:rsidP="008C1551"/>
        </w:tc>
      </w:tr>
      <w:tr w:rsidR="00D16DC7" w14:paraId="39DFF2E6" w14:textId="77777777" w:rsidTr="00902FCA">
        <w:trPr>
          <w:trHeight w:val="2115"/>
        </w:trPr>
        <w:tc>
          <w:tcPr>
            <w:tcW w:w="1980" w:type="dxa"/>
          </w:tcPr>
          <w:p w14:paraId="295322FE" w14:textId="7889606C" w:rsidR="00D16DC7" w:rsidRPr="00C55ED2" w:rsidRDefault="00902FCA" w:rsidP="008C1551">
            <w:r>
              <w:rPr>
                <w:rFonts w:hint="eastAsia"/>
              </w:rPr>
              <w:t>備考</w:t>
            </w:r>
          </w:p>
        </w:tc>
        <w:tc>
          <w:tcPr>
            <w:tcW w:w="7371" w:type="dxa"/>
          </w:tcPr>
          <w:p w14:paraId="7572381F" w14:textId="77777777" w:rsidR="00D16DC7" w:rsidRDefault="00D16DC7" w:rsidP="008C1551"/>
        </w:tc>
      </w:tr>
    </w:tbl>
    <w:p w14:paraId="06F804BD" w14:textId="2B246FF5" w:rsidR="0053193D" w:rsidRDefault="00BB7ACD" w:rsidP="0053193D">
      <w:r w:rsidRPr="00BB7ACD">
        <w:rPr>
          <w:rFonts w:hint="eastAsia"/>
        </w:rPr>
        <w:t>※</w:t>
      </w:r>
      <w:r w:rsidR="0053193D">
        <w:rPr>
          <w:rFonts w:hint="eastAsia"/>
        </w:rPr>
        <w:t xml:space="preserve">１　</w:t>
      </w:r>
      <w:r w:rsidRPr="00BB7ACD">
        <w:rPr>
          <w:rFonts w:hint="eastAsia"/>
        </w:rPr>
        <w:t>盛土等には、日常的な土地管理のために表層に土を加える行為等を含む</w:t>
      </w:r>
    </w:p>
    <w:p w14:paraId="6BAD290C" w14:textId="18AB32A9" w:rsidR="0053193D" w:rsidRDefault="0053193D" w:rsidP="0053193D">
      <w:r>
        <w:rPr>
          <w:rFonts w:hint="eastAsia"/>
        </w:rPr>
        <w:t>※２　特に、</w:t>
      </w:r>
      <w:r>
        <w:t>PFOS等含有の可能性がある製品</w:t>
      </w:r>
      <w:r w:rsidR="00646638" w:rsidRPr="00646638">
        <w:rPr>
          <w:rFonts w:hint="eastAsia"/>
        </w:rPr>
        <w:t>に由来する廃棄物</w:t>
      </w:r>
      <w:r>
        <w:t>については重点的に確認すること。</w:t>
      </w:r>
    </w:p>
    <w:p w14:paraId="782E79DE" w14:textId="68D90CF9" w:rsidR="0053193D" w:rsidRDefault="0053193D" w:rsidP="0053193D">
      <w:r w:rsidRPr="0053193D">
        <w:rPr>
          <w:rFonts w:hint="eastAsia"/>
        </w:rPr>
        <w:t>※３</w:t>
      </w:r>
      <w:r>
        <w:rPr>
          <w:rFonts w:hint="eastAsia"/>
        </w:rPr>
        <w:t xml:space="preserve">　</w:t>
      </w:r>
      <w:r w:rsidR="00253175" w:rsidRPr="00253175">
        <w:t>PFOS等含有の可能性がある製品</w:t>
      </w:r>
      <w:r w:rsidR="00253175">
        <w:rPr>
          <w:rFonts w:hint="eastAsia"/>
        </w:rPr>
        <w:t>については、</w:t>
      </w:r>
      <w:r w:rsidR="00A33872" w:rsidRPr="00A33872">
        <w:rPr>
          <w:rFonts w:hint="eastAsia"/>
        </w:rPr>
        <w:t>委託</w:t>
      </w:r>
      <w:r w:rsidR="00253175">
        <w:rPr>
          <w:rFonts w:hint="eastAsia"/>
        </w:rPr>
        <w:t>業務仕様書別表を参考にすること。</w:t>
      </w:r>
    </w:p>
    <w:p w14:paraId="5A88649A" w14:textId="77777777" w:rsidR="008645C1" w:rsidRDefault="008645C1">
      <w:pPr>
        <w:widowControl/>
        <w:spacing w:line="240" w:lineRule="auto"/>
        <w:jc w:val="left"/>
      </w:pPr>
      <w:r>
        <w:br w:type="page"/>
      </w:r>
    </w:p>
    <w:p w14:paraId="3DB1FCB4" w14:textId="1D05E62F" w:rsidR="008645C1" w:rsidRDefault="008645C1" w:rsidP="008645C1">
      <w:pPr>
        <w:pStyle w:val="3"/>
        <w:spacing w:after="180"/>
        <w:ind w:left="630" w:right="630"/>
        <w:jc w:val="center"/>
      </w:pPr>
      <w:r>
        <w:rPr>
          <w:rFonts w:hint="eastAsia"/>
        </w:rPr>
        <w:lastRenderedPageBreak/>
        <w:t>地歴等調査票</w:t>
      </w:r>
      <w:r w:rsidR="0032515A">
        <w:rPr>
          <w:rFonts w:hint="eastAsia"/>
        </w:rPr>
        <w:t>（記入例）</w:t>
      </w:r>
    </w:p>
    <w:tbl>
      <w:tblPr>
        <w:tblStyle w:val="af"/>
        <w:tblW w:w="9351" w:type="dxa"/>
        <w:tblLook w:val="04A0" w:firstRow="1" w:lastRow="0" w:firstColumn="1" w:lastColumn="0" w:noHBand="0" w:noVBand="1"/>
      </w:tblPr>
      <w:tblGrid>
        <w:gridCol w:w="1980"/>
        <w:gridCol w:w="7371"/>
      </w:tblGrid>
      <w:tr w:rsidR="008645C1" w14:paraId="61CC09FA" w14:textId="77777777" w:rsidTr="009C76F3">
        <w:tc>
          <w:tcPr>
            <w:tcW w:w="1980" w:type="dxa"/>
          </w:tcPr>
          <w:p w14:paraId="70386599" w14:textId="77777777" w:rsidR="008645C1" w:rsidRDefault="008645C1" w:rsidP="009C76F3">
            <w:r>
              <w:rPr>
                <w:rFonts w:hint="eastAsia"/>
              </w:rPr>
              <w:t>調査地点名称</w:t>
            </w:r>
          </w:p>
        </w:tc>
        <w:tc>
          <w:tcPr>
            <w:tcW w:w="7371" w:type="dxa"/>
          </w:tcPr>
          <w:p w14:paraId="3E9E811D" w14:textId="419ED858" w:rsidR="008645C1" w:rsidRDefault="008645C1" w:rsidP="009C76F3">
            <w:r>
              <w:rPr>
                <w:rFonts w:hint="eastAsia"/>
              </w:rPr>
              <w:t>〇〇事業所</w:t>
            </w:r>
          </w:p>
        </w:tc>
      </w:tr>
      <w:tr w:rsidR="008645C1" w14:paraId="69D5F9F3" w14:textId="77777777" w:rsidTr="009C76F3">
        <w:tc>
          <w:tcPr>
            <w:tcW w:w="1980" w:type="dxa"/>
          </w:tcPr>
          <w:p w14:paraId="6BA7B0DB" w14:textId="77777777" w:rsidR="008645C1" w:rsidRDefault="008645C1" w:rsidP="009C76F3">
            <w:r>
              <w:rPr>
                <w:rFonts w:hint="eastAsia"/>
              </w:rPr>
              <w:t>調査地点所在地</w:t>
            </w:r>
          </w:p>
        </w:tc>
        <w:tc>
          <w:tcPr>
            <w:tcW w:w="7371" w:type="dxa"/>
          </w:tcPr>
          <w:p w14:paraId="1B38B720" w14:textId="33C7F431" w:rsidR="008645C1" w:rsidRDefault="008645C1" w:rsidP="009C76F3">
            <w:r>
              <w:rPr>
                <w:rFonts w:hint="eastAsia"/>
              </w:rPr>
              <w:t>〇〇市字〇〇　〇番地〇</w:t>
            </w:r>
          </w:p>
        </w:tc>
      </w:tr>
      <w:tr w:rsidR="008645C1" w14:paraId="6794CDB3" w14:textId="77777777" w:rsidTr="009C76F3">
        <w:tc>
          <w:tcPr>
            <w:tcW w:w="1980" w:type="dxa"/>
          </w:tcPr>
          <w:p w14:paraId="50E2C960" w14:textId="2EFB5509" w:rsidR="008645C1" w:rsidRDefault="008645C1" w:rsidP="009C76F3">
            <w:r>
              <w:rPr>
                <w:rFonts w:hint="eastAsia"/>
              </w:rPr>
              <w:t>聴取年月日・時間</w:t>
            </w:r>
          </w:p>
        </w:tc>
        <w:tc>
          <w:tcPr>
            <w:tcW w:w="7371" w:type="dxa"/>
          </w:tcPr>
          <w:p w14:paraId="27544982" w14:textId="222E04E5" w:rsidR="008645C1" w:rsidRDefault="008645C1" w:rsidP="009C76F3">
            <w:r>
              <w:rPr>
                <w:rFonts w:hint="eastAsia"/>
              </w:rPr>
              <w:t>令和〇年〇月〇日（〇曜日）午後〇時頃</w:t>
            </w:r>
          </w:p>
        </w:tc>
      </w:tr>
      <w:tr w:rsidR="008645C1" w14:paraId="0E46147B" w14:textId="77777777" w:rsidTr="009C76F3">
        <w:tc>
          <w:tcPr>
            <w:tcW w:w="1980" w:type="dxa"/>
          </w:tcPr>
          <w:p w14:paraId="52A44530" w14:textId="77777777" w:rsidR="008645C1" w:rsidRDefault="008645C1" w:rsidP="009C76F3">
            <w:r>
              <w:rPr>
                <w:rFonts w:hint="eastAsia"/>
              </w:rPr>
              <w:t>聴取者氏名</w:t>
            </w:r>
          </w:p>
        </w:tc>
        <w:tc>
          <w:tcPr>
            <w:tcW w:w="7371" w:type="dxa"/>
          </w:tcPr>
          <w:p w14:paraId="02FF1144" w14:textId="1097C4E2" w:rsidR="008645C1" w:rsidRDefault="008645C1" w:rsidP="009C76F3">
            <w:r>
              <w:rPr>
                <w:rFonts w:hint="eastAsia"/>
              </w:rPr>
              <w:t>〇〇　〇〇</w:t>
            </w:r>
          </w:p>
        </w:tc>
      </w:tr>
      <w:tr w:rsidR="008645C1" w14:paraId="4071C2B8" w14:textId="77777777" w:rsidTr="009C76F3">
        <w:tc>
          <w:tcPr>
            <w:tcW w:w="1980" w:type="dxa"/>
          </w:tcPr>
          <w:p w14:paraId="318C5DB2" w14:textId="77777777" w:rsidR="008645C1" w:rsidRDefault="008645C1" w:rsidP="009C76F3">
            <w:r>
              <w:rPr>
                <w:rFonts w:hint="eastAsia"/>
              </w:rPr>
              <w:t>聴取者の属性</w:t>
            </w:r>
          </w:p>
        </w:tc>
        <w:tc>
          <w:tcPr>
            <w:tcW w:w="7371" w:type="dxa"/>
          </w:tcPr>
          <w:p w14:paraId="70F34A2E" w14:textId="0586D2F5" w:rsidR="008645C1" w:rsidRDefault="008645C1" w:rsidP="009C76F3">
            <w:r>
              <w:rPr>
                <w:rFonts w:hint="eastAsia"/>
              </w:rPr>
              <w:t>〇〇事業所従業員</w:t>
            </w:r>
          </w:p>
        </w:tc>
      </w:tr>
      <w:tr w:rsidR="008645C1" w14:paraId="1C3FCCB5" w14:textId="77777777" w:rsidTr="009C76F3">
        <w:trPr>
          <w:trHeight w:val="2085"/>
        </w:trPr>
        <w:tc>
          <w:tcPr>
            <w:tcW w:w="1980" w:type="dxa"/>
          </w:tcPr>
          <w:p w14:paraId="6747D7FF" w14:textId="77777777" w:rsidR="008645C1" w:rsidRDefault="008645C1" w:rsidP="009C76F3">
            <w:r>
              <w:rPr>
                <w:rFonts w:hint="eastAsia"/>
              </w:rPr>
              <w:t>調査地点の土地利用の履歴</w:t>
            </w:r>
          </w:p>
        </w:tc>
        <w:tc>
          <w:tcPr>
            <w:tcW w:w="7371" w:type="dxa"/>
          </w:tcPr>
          <w:p w14:paraId="750ACBFA" w14:textId="6FAFFA56" w:rsidR="008645C1" w:rsidRDefault="008645C1" w:rsidP="009C76F3">
            <w:r>
              <w:rPr>
                <w:rFonts w:hint="eastAsia"/>
              </w:rPr>
              <w:t>昭和〇〇年〇月〇日　旧事業所建設</w:t>
            </w:r>
          </w:p>
          <w:p w14:paraId="402862A5" w14:textId="77777777" w:rsidR="008645C1" w:rsidRDefault="008645C1" w:rsidP="009C76F3">
            <w:r>
              <w:rPr>
                <w:rFonts w:hint="eastAsia"/>
              </w:rPr>
              <w:t>平成</w:t>
            </w:r>
            <w:r w:rsidRPr="008645C1">
              <w:rPr>
                <w:rFonts w:hint="eastAsia"/>
              </w:rPr>
              <w:t xml:space="preserve">〇〇年〇月〇日　</w:t>
            </w:r>
            <w:r>
              <w:rPr>
                <w:rFonts w:hint="eastAsia"/>
              </w:rPr>
              <w:t>事業所建替え</w:t>
            </w:r>
          </w:p>
          <w:p w14:paraId="4A363298" w14:textId="79450D93" w:rsidR="008645C1" w:rsidRDefault="008645C1" w:rsidP="009C76F3"/>
        </w:tc>
      </w:tr>
      <w:tr w:rsidR="008645C1" w14:paraId="13FBCF5B" w14:textId="77777777" w:rsidTr="009C76F3">
        <w:trPr>
          <w:trHeight w:val="2270"/>
        </w:trPr>
        <w:tc>
          <w:tcPr>
            <w:tcW w:w="1980" w:type="dxa"/>
          </w:tcPr>
          <w:p w14:paraId="569D0D46" w14:textId="7EF3FC9E" w:rsidR="008645C1" w:rsidRPr="008C1551" w:rsidRDefault="008645C1" w:rsidP="009C76F3">
            <w:r>
              <w:rPr>
                <w:rFonts w:hint="eastAsia"/>
              </w:rPr>
              <w:t>令和５年度調査検体採取場所での盛土等</w:t>
            </w:r>
            <w:r w:rsidR="008A5CAE" w:rsidRPr="008A5CAE">
              <w:rPr>
                <w:rFonts w:hint="eastAsia"/>
                <w:vertAlign w:val="superscript"/>
              </w:rPr>
              <w:t>※</w:t>
            </w:r>
            <w:r w:rsidR="008A5CAE">
              <w:rPr>
                <w:rFonts w:hint="eastAsia"/>
                <w:vertAlign w:val="superscript"/>
              </w:rPr>
              <w:t>１</w:t>
            </w:r>
            <w:r>
              <w:rPr>
                <w:rFonts w:hint="eastAsia"/>
              </w:rPr>
              <w:t>の履歴</w:t>
            </w:r>
          </w:p>
        </w:tc>
        <w:tc>
          <w:tcPr>
            <w:tcW w:w="7371" w:type="dxa"/>
          </w:tcPr>
          <w:p w14:paraId="559829B6" w14:textId="557AE198" w:rsidR="008645C1" w:rsidRDefault="008645C1" w:rsidP="00F62DCD">
            <w:pPr>
              <w:ind w:left="210" w:hangingChars="100" w:hanging="210"/>
            </w:pPr>
            <w:r w:rsidRPr="008645C1">
              <w:rPr>
                <w:rFonts w:hint="eastAsia"/>
              </w:rPr>
              <w:t>昭和〇〇年〇月〇日　旧事業所建設</w:t>
            </w:r>
            <w:r>
              <w:rPr>
                <w:rFonts w:hint="eastAsia"/>
              </w:rPr>
              <w:t>時に</w:t>
            </w:r>
            <w:r w:rsidR="00C45C44">
              <w:rPr>
                <w:rFonts w:hint="eastAsia"/>
              </w:rPr>
              <w:t>〇市〇〇センター造成工事で</w:t>
            </w:r>
            <w:r>
              <w:rPr>
                <w:rFonts w:hint="eastAsia"/>
              </w:rPr>
              <w:t>の</w:t>
            </w:r>
            <w:r w:rsidR="00C45C44">
              <w:rPr>
                <w:rFonts w:hint="eastAsia"/>
              </w:rPr>
              <w:t>残土を用いて</w:t>
            </w:r>
            <w:r>
              <w:rPr>
                <w:rFonts w:hint="eastAsia"/>
              </w:rPr>
              <w:t>盛土</w:t>
            </w:r>
          </w:p>
          <w:p w14:paraId="6213283E" w14:textId="2606E41B" w:rsidR="008645C1" w:rsidRDefault="008645C1" w:rsidP="00F62DCD">
            <w:pPr>
              <w:ind w:left="210" w:hangingChars="100" w:hanging="210"/>
            </w:pPr>
            <w:r>
              <w:rPr>
                <w:rFonts w:hint="eastAsia"/>
              </w:rPr>
              <w:t>令和〇〇年〇月〇日～　老朽化に伴い降雨時等の表土流出が多いことから、定期的に〇〇用の土を補充</w:t>
            </w:r>
          </w:p>
        </w:tc>
      </w:tr>
      <w:tr w:rsidR="008645C1" w14:paraId="499D901C" w14:textId="77777777" w:rsidTr="009C76F3">
        <w:trPr>
          <w:trHeight w:val="2543"/>
        </w:trPr>
        <w:tc>
          <w:tcPr>
            <w:tcW w:w="1980" w:type="dxa"/>
          </w:tcPr>
          <w:p w14:paraId="3E4EA110" w14:textId="3ED6700B" w:rsidR="008645C1" w:rsidRPr="00C55ED2" w:rsidRDefault="008645C1" w:rsidP="009C76F3">
            <w:r w:rsidRPr="00C55ED2">
              <w:rPr>
                <w:rFonts w:hint="eastAsia"/>
              </w:rPr>
              <w:t>令和５年度調査検体採取場所での廃棄物</w:t>
            </w:r>
            <w:r w:rsidR="00C8424C" w:rsidRPr="008A5CAE">
              <w:rPr>
                <w:rFonts w:hint="eastAsia"/>
                <w:vertAlign w:val="superscript"/>
              </w:rPr>
              <w:t>※</w:t>
            </w:r>
            <w:r w:rsidR="008A5CAE">
              <w:rPr>
                <w:rFonts w:hint="eastAsia"/>
                <w:vertAlign w:val="superscript"/>
              </w:rPr>
              <w:t>２</w:t>
            </w:r>
            <w:r w:rsidRPr="00C55ED2">
              <w:rPr>
                <w:rFonts w:hint="eastAsia"/>
              </w:rPr>
              <w:t>の埋設・投棄等の履歴</w:t>
            </w:r>
          </w:p>
        </w:tc>
        <w:tc>
          <w:tcPr>
            <w:tcW w:w="7371" w:type="dxa"/>
          </w:tcPr>
          <w:p w14:paraId="6985B5D5" w14:textId="2DB6AD89" w:rsidR="008645C1" w:rsidRDefault="00C847BD" w:rsidP="009C76F3">
            <w:r>
              <w:rPr>
                <w:rFonts w:hint="eastAsia"/>
              </w:rPr>
              <w:t>平成</w:t>
            </w:r>
            <w:r w:rsidRPr="00C847BD">
              <w:rPr>
                <w:rFonts w:hint="eastAsia"/>
              </w:rPr>
              <w:t>〇〇年</w:t>
            </w:r>
            <w:r>
              <w:rPr>
                <w:rFonts w:hint="eastAsia"/>
              </w:rPr>
              <w:t xml:space="preserve">頃～　</w:t>
            </w:r>
            <w:r w:rsidR="00C8424C">
              <w:rPr>
                <w:rFonts w:hint="eastAsia"/>
              </w:rPr>
              <w:t>時折、歩行者による空き缶等のポイ捨てがある。</w:t>
            </w:r>
          </w:p>
        </w:tc>
      </w:tr>
      <w:tr w:rsidR="008645C1" w14:paraId="4A9DF575" w14:textId="77777777" w:rsidTr="009C76F3">
        <w:trPr>
          <w:trHeight w:val="2254"/>
        </w:trPr>
        <w:tc>
          <w:tcPr>
            <w:tcW w:w="1980" w:type="dxa"/>
          </w:tcPr>
          <w:p w14:paraId="3CAE52F2" w14:textId="5C19AD32" w:rsidR="008645C1" w:rsidRPr="00C55ED2" w:rsidRDefault="008645C1" w:rsidP="009C76F3">
            <w:r w:rsidRPr="00D16DC7">
              <w:rPr>
                <w:rFonts w:hint="eastAsia"/>
              </w:rPr>
              <w:t>令和５年度調査検体採取場所での</w:t>
            </w:r>
            <w:r w:rsidRPr="00D16DC7">
              <w:t>PFOS</w:t>
            </w:r>
            <w:r w:rsidR="002269F2">
              <w:rPr>
                <w:rFonts w:hint="eastAsia"/>
              </w:rPr>
              <w:t>等</w:t>
            </w:r>
            <w:r w:rsidRPr="00D16DC7">
              <w:t>含有</w:t>
            </w:r>
            <w:r w:rsidR="002269F2">
              <w:rPr>
                <w:rFonts w:hint="eastAsia"/>
              </w:rPr>
              <w:t>の可能性がある</w:t>
            </w:r>
            <w:r w:rsidRPr="00D16DC7">
              <w:t>製品</w:t>
            </w:r>
            <w:r w:rsidR="0053193D" w:rsidRPr="0053193D">
              <w:rPr>
                <w:rFonts w:hint="eastAsia"/>
                <w:vertAlign w:val="superscript"/>
              </w:rPr>
              <w:t>※３</w:t>
            </w:r>
            <w:r w:rsidRPr="00D16DC7">
              <w:t>の製造・使用・保管</w:t>
            </w:r>
            <w:r w:rsidRPr="00D16DC7">
              <w:rPr>
                <w:rFonts w:hint="eastAsia"/>
              </w:rPr>
              <w:t>の履歴</w:t>
            </w:r>
          </w:p>
        </w:tc>
        <w:tc>
          <w:tcPr>
            <w:tcW w:w="7371" w:type="dxa"/>
          </w:tcPr>
          <w:p w14:paraId="06B0E06A" w14:textId="0666E177" w:rsidR="008645C1" w:rsidRPr="00902FCA" w:rsidRDefault="00C847BD" w:rsidP="001918EB">
            <w:pPr>
              <w:ind w:left="210" w:hangingChars="100" w:hanging="210"/>
            </w:pPr>
            <w:r w:rsidRPr="00C847BD">
              <w:rPr>
                <w:rFonts w:hint="eastAsia"/>
              </w:rPr>
              <w:t xml:space="preserve">平成〇〇年頃～　</w:t>
            </w:r>
            <w:r>
              <w:rPr>
                <w:rFonts w:hint="eastAsia"/>
              </w:rPr>
              <w:t>二か月に１回程度、自動車の洗車時にワックスを使用していた。</w:t>
            </w:r>
          </w:p>
        </w:tc>
      </w:tr>
      <w:tr w:rsidR="008645C1" w14:paraId="2B0DB81B" w14:textId="77777777" w:rsidTr="009C76F3">
        <w:trPr>
          <w:trHeight w:val="2115"/>
        </w:trPr>
        <w:tc>
          <w:tcPr>
            <w:tcW w:w="1980" w:type="dxa"/>
          </w:tcPr>
          <w:p w14:paraId="28DE7720" w14:textId="77777777" w:rsidR="008645C1" w:rsidRPr="00C55ED2" w:rsidRDefault="008645C1" w:rsidP="009C76F3">
            <w:r>
              <w:rPr>
                <w:rFonts w:hint="eastAsia"/>
              </w:rPr>
              <w:t>備考</w:t>
            </w:r>
          </w:p>
        </w:tc>
        <w:tc>
          <w:tcPr>
            <w:tcW w:w="7371" w:type="dxa"/>
          </w:tcPr>
          <w:p w14:paraId="798CD67F" w14:textId="77777777" w:rsidR="008645C1" w:rsidRDefault="008645C1" w:rsidP="009C76F3"/>
        </w:tc>
      </w:tr>
    </w:tbl>
    <w:p w14:paraId="485CA1ED" w14:textId="3CECCCF0" w:rsidR="008645C1" w:rsidRDefault="008645C1" w:rsidP="008645C1">
      <w:r w:rsidRPr="00BB7ACD">
        <w:rPr>
          <w:rFonts w:hint="eastAsia"/>
        </w:rPr>
        <w:t>※</w:t>
      </w:r>
      <w:r w:rsidR="008A5CAE">
        <w:rPr>
          <w:rFonts w:hint="eastAsia"/>
        </w:rPr>
        <w:t xml:space="preserve">１　</w:t>
      </w:r>
      <w:r w:rsidRPr="00BB7ACD">
        <w:rPr>
          <w:rFonts w:hint="eastAsia"/>
        </w:rPr>
        <w:t>盛土等には、日常的な土地管理のために表層に土を加える行為等を含む</w:t>
      </w:r>
    </w:p>
    <w:p w14:paraId="1538AFA9" w14:textId="065A9E59" w:rsidR="008A5CAE" w:rsidRPr="008C1551" w:rsidRDefault="008A5CAE" w:rsidP="008645C1">
      <w:r>
        <w:rPr>
          <w:rFonts w:hint="eastAsia"/>
        </w:rPr>
        <w:t xml:space="preserve">※２　</w:t>
      </w:r>
      <w:r w:rsidRPr="008A5CAE">
        <w:rPr>
          <w:rFonts w:hint="eastAsia"/>
        </w:rPr>
        <w:t>特に、</w:t>
      </w:r>
      <w:r w:rsidRPr="008A5CAE">
        <w:t>PFOS等含有の可能性がある製品</w:t>
      </w:r>
      <w:r w:rsidR="00646638">
        <w:rPr>
          <w:rFonts w:hint="eastAsia"/>
        </w:rPr>
        <w:t>に由来する廃棄物</w:t>
      </w:r>
      <w:r w:rsidRPr="008A5CAE">
        <w:t>については重点的に確認すること。</w:t>
      </w:r>
    </w:p>
    <w:p w14:paraId="56510A2A" w14:textId="6ADB3EF0" w:rsidR="008C1551" w:rsidRPr="008645C1" w:rsidRDefault="0053193D" w:rsidP="008C1551">
      <w:r w:rsidRPr="0053193D">
        <w:rPr>
          <w:rFonts w:hint="eastAsia"/>
        </w:rPr>
        <w:t>※３</w:t>
      </w:r>
      <w:r>
        <w:rPr>
          <w:rFonts w:hint="eastAsia"/>
        </w:rPr>
        <w:t xml:space="preserve">　</w:t>
      </w:r>
      <w:r w:rsidR="00A33872" w:rsidRPr="00A33872">
        <w:t>PFOS等含有の可能性がある製品については、</w:t>
      </w:r>
      <w:r w:rsidR="00A33872" w:rsidRPr="00A33872">
        <w:rPr>
          <w:rFonts w:hint="eastAsia"/>
        </w:rPr>
        <w:t>委託</w:t>
      </w:r>
      <w:r w:rsidR="00A33872" w:rsidRPr="00A33872">
        <w:t>業務仕様書別表を参考にすること。</w:t>
      </w:r>
    </w:p>
    <w:sectPr w:rsidR="008C1551" w:rsidRPr="008645C1" w:rsidSect="00902FCA">
      <w:footerReference w:type="default" r:id="rId7"/>
      <w:headerReference w:type="first" r:id="rId8"/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84D48" w14:textId="77777777" w:rsidR="004570D2" w:rsidRDefault="004570D2" w:rsidP="00CD59E4">
      <w:r>
        <w:separator/>
      </w:r>
    </w:p>
  </w:endnote>
  <w:endnote w:type="continuationSeparator" w:id="0">
    <w:p w14:paraId="2BF4B653" w14:textId="77777777" w:rsidR="004570D2" w:rsidRDefault="004570D2" w:rsidP="00CD5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0DDB1" w14:textId="77777777" w:rsidR="00CD59E4" w:rsidRDefault="00CD59E4" w:rsidP="00CD59E4">
    <w:pPr>
      <w:pStyle w:val="af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E6D37" w14:textId="77777777" w:rsidR="004570D2" w:rsidRDefault="004570D2" w:rsidP="00CD59E4">
      <w:r>
        <w:separator/>
      </w:r>
    </w:p>
  </w:footnote>
  <w:footnote w:type="continuationSeparator" w:id="0">
    <w:p w14:paraId="5AF62346" w14:textId="77777777" w:rsidR="004570D2" w:rsidRDefault="004570D2" w:rsidP="00CD5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E2DCD" w14:textId="77777777" w:rsidR="0041463C" w:rsidRDefault="0041463C" w:rsidP="0041463C">
    <w:pPr>
      <w:pStyle w:val="af0"/>
      <w:jc w:val="center"/>
    </w:pPr>
    <w:r>
      <w:rPr>
        <w:rFonts w:hint="eastAsia"/>
      </w:rPr>
      <w:t>(案)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D31EBE"/>
    <w:multiLevelType w:val="hybridMultilevel"/>
    <w:tmpl w:val="A072D35C"/>
    <w:lvl w:ilvl="0" w:tplc="87B4A51C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498957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551"/>
    <w:rsid w:val="00003221"/>
    <w:rsid w:val="0000398E"/>
    <w:rsid w:val="00013846"/>
    <w:rsid w:val="00040554"/>
    <w:rsid w:val="00061BB8"/>
    <w:rsid w:val="000753DE"/>
    <w:rsid w:val="00086B19"/>
    <w:rsid w:val="00094262"/>
    <w:rsid w:val="000B1C57"/>
    <w:rsid w:val="000B2831"/>
    <w:rsid w:val="000B415F"/>
    <w:rsid w:val="000B76CB"/>
    <w:rsid w:val="000D1D30"/>
    <w:rsid w:val="000F4D35"/>
    <w:rsid w:val="0011584A"/>
    <w:rsid w:val="00150480"/>
    <w:rsid w:val="00164B56"/>
    <w:rsid w:val="00176068"/>
    <w:rsid w:val="00176653"/>
    <w:rsid w:val="001841B9"/>
    <w:rsid w:val="001918EB"/>
    <w:rsid w:val="001C466C"/>
    <w:rsid w:val="001D04C0"/>
    <w:rsid w:val="001E5B2F"/>
    <w:rsid w:val="001F1095"/>
    <w:rsid w:val="001F1341"/>
    <w:rsid w:val="001F5EEC"/>
    <w:rsid w:val="00201C7C"/>
    <w:rsid w:val="002269F2"/>
    <w:rsid w:val="00241DD8"/>
    <w:rsid w:val="002518D1"/>
    <w:rsid w:val="00253175"/>
    <w:rsid w:val="002621F2"/>
    <w:rsid w:val="002656EC"/>
    <w:rsid w:val="0026630E"/>
    <w:rsid w:val="00275492"/>
    <w:rsid w:val="0028223D"/>
    <w:rsid w:val="002951D2"/>
    <w:rsid w:val="00296F48"/>
    <w:rsid w:val="002A423B"/>
    <w:rsid w:val="002A44BE"/>
    <w:rsid w:val="002C2FCD"/>
    <w:rsid w:val="002C6D61"/>
    <w:rsid w:val="002F1AC8"/>
    <w:rsid w:val="002F37A2"/>
    <w:rsid w:val="002F55E1"/>
    <w:rsid w:val="00300012"/>
    <w:rsid w:val="0032515A"/>
    <w:rsid w:val="00375F30"/>
    <w:rsid w:val="0038126C"/>
    <w:rsid w:val="003863CE"/>
    <w:rsid w:val="003948DE"/>
    <w:rsid w:val="003955CF"/>
    <w:rsid w:val="003C0FFA"/>
    <w:rsid w:val="003C1C13"/>
    <w:rsid w:val="003D2102"/>
    <w:rsid w:val="003D44C9"/>
    <w:rsid w:val="003D7F4A"/>
    <w:rsid w:val="003E71F4"/>
    <w:rsid w:val="003F51EF"/>
    <w:rsid w:val="0041463C"/>
    <w:rsid w:val="00453EDD"/>
    <w:rsid w:val="004570D2"/>
    <w:rsid w:val="00461741"/>
    <w:rsid w:val="00483CF9"/>
    <w:rsid w:val="004940DA"/>
    <w:rsid w:val="004D6E66"/>
    <w:rsid w:val="005019FB"/>
    <w:rsid w:val="00520B72"/>
    <w:rsid w:val="0053193D"/>
    <w:rsid w:val="0053451D"/>
    <w:rsid w:val="0054377E"/>
    <w:rsid w:val="00557DB7"/>
    <w:rsid w:val="005744FD"/>
    <w:rsid w:val="00574C16"/>
    <w:rsid w:val="00580FE1"/>
    <w:rsid w:val="005849FE"/>
    <w:rsid w:val="005F5091"/>
    <w:rsid w:val="006130E5"/>
    <w:rsid w:val="0064533F"/>
    <w:rsid w:val="00646638"/>
    <w:rsid w:val="00657CDC"/>
    <w:rsid w:val="00697249"/>
    <w:rsid w:val="00697F3A"/>
    <w:rsid w:val="006A10FA"/>
    <w:rsid w:val="006A627B"/>
    <w:rsid w:val="006C76BC"/>
    <w:rsid w:val="006D73DF"/>
    <w:rsid w:val="006F11F5"/>
    <w:rsid w:val="006F31EC"/>
    <w:rsid w:val="006F50B3"/>
    <w:rsid w:val="007023D6"/>
    <w:rsid w:val="00705EEF"/>
    <w:rsid w:val="007168DB"/>
    <w:rsid w:val="00720073"/>
    <w:rsid w:val="00722FB1"/>
    <w:rsid w:val="0074585B"/>
    <w:rsid w:val="00746006"/>
    <w:rsid w:val="00776528"/>
    <w:rsid w:val="00787C20"/>
    <w:rsid w:val="007F034C"/>
    <w:rsid w:val="008278B8"/>
    <w:rsid w:val="008601F6"/>
    <w:rsid w:val="008633E6"/>
    <w:rsid w:val="008645C1"/>
    <w:rsid w:val="008833D7"/>
    <w:rsid w:val="00884AA9"/>
    <w:rsid w:val="008931D9"/>
    <w:rsid w:val="00897305"/>
    <w:rsid w:val="008A5CAE"/>
    <w:rsid w:val="008B5AA6"/>
    <w:rsid w:val="008C1551"/>
    <w:rsid w:val="008E704A"/>
    <w:rsid w:val="008F09D0"/>
    <w:rsid w:val="00902FCA"/>
    <w:rsid w:val="009403DB"/>
    <w:rsid w:val="009518A3"/>
    <w:rsid w:val="00951BE5"/>
    <w:rsid w:val="009630D5"/>
    <w:rsid w:val="00965726"/>
    <w:rsid w:val="009942F0"/>
    <w:rsid w:val="009B4693"/>
    <w:rsid w:val="009C1EBE"/>
    <w:rsid w:val="009C3A82"/>
    <w:rsid w:val="009D3E80"/>
    <w:rsid w:val="009F4B5B"/>
    <w:rsid w:val="00A1187D"/>
    <w:rsid w:val="00A33872"/>
    <w:rsid w:val="00A56770"/>
    <w:rsid w:val="00A74FE1"/>
    <w:rsid w:val="00A7793D"/>
    <w:rsid w:val="00A80C70"/>
    <w:rsid w:val="00A84AF0"/>
    <w:rsid w:val="00A977D1"/>
    <w:rsid w:val="00AA081B"/>
    <w:rsid w:val="00AB6F4A"/>
    <w:rsid w:val="00AD7313"/>
    <w:rsid w:val="00B00432"/>
    <w:rsid w:val="00B04E2A"/>
    <w:rsid w:val="00B22FDD"/>
    <w:rsid w:val="00B4090E"/>
    <w:rsid w:val="00B66F3C"/>
    <w:rsid w:val="00B7247E"/>
    <w:rsid w:val="00B80EE8"/>
    <w:rsid w:val="00B8779D"/>
    <w:rsid w:val="00BA26C9"/>
    <w:rsid w:val="00BB7ACD"/>
    <w:rsid w:val="00BE7CA7"/>
    <w:rsid w:val="00C01880"/>
    <w:rsid w:val="00C23F7C"/>
    <w:rsid w:val="00C25DD1"/>
    <w:rsid w:val="00C40E69"/>
    <w:rsid w:val="00C45C44"/>
    <w:rsid w:val="00C55ED2"/>
    <w:rsid w:val="00C72A28"/>
    <w:rsid w:val="00C7565A"/>
    <w:rsid w:val="00C8424C"/>
    <w:rsid w:val="00C847BD"/>
    <w:rsid w:val="00C94B09"/>
    <w:rsid w:val="00CB1D45"/>
    <w:rsid w:val="00CB7142"/>
    <w:rsid w:val="00CC2D3E"/>
    <w:rsid w:val="00CC7D75"/>
    <w:rsid w:val="00CD4ABC"/>
    <w:rsid w:val="00CD59E4"/>
    <w:rsid w:val="00CE1871"/>
    <w:rsid w:val="00CE557D"/>
    <w:rsid w:val="00D016BC"/>
    <w:rsid w:val="00D16DC7"/>
    <w:rsid w:val="00D62A72"/>
    <w:rsid w:val="00D644A6"/>
    <w:rsid w:val="00D76444"/>
    <w:rsid w:val="00D80F6A"/>
    <w:rsid w:val="00DA4F47"/>
    <w:rsid w:val="00DA5C38"/>
    <w:rsid w:val="00DB15F1"/>
    <w:rsid w:val="00DC69B0"/>
    <w:rsid w:val="00DD39F3"/>
    <w:rsid w:val="00DE05C2"/>
    <w:rsid w:val="00E01B5A"/>
    <w:rsid w:val="00E21405"/>
    <w:rsid w:val="00E320E2"/>
    <w:rsid w:val="00E32D8E"/>
    <w:rsid w:val="00E64F5B"/>
    <w:rsid w:val="00E67290"/>
    <w:rsid w:val="00E73D3E"/>
    <w:rsid w:val="00EA2140"/>
    <w:rsid w:val="00ED24CC"/>
    <w:rsid w:val="00EE7485"/>
    <w:rsid w:val="00F025A3"/>
    <w:rsid w:val="00F04CA7"/>
    <w:rsid w:val="00F05775"/>
    <w:rsid w:val="00F14823"/>
    <w:rsid w:val="00F165CF"/>
    <w:rsid w:val="00F2585D"/>
    <w:rsid w:val="00F32E0F"/>
    <w:rsid w:val="00F40B73"/>
    <w:rsid w:val="00F40B7B"/>
    <w:rsid w:val="00F46D6F"/>
    <w:rsid w:val="00F52320"/>
    <w:rsid w:val="00F533D1"/>
    <w:rsid w:val="00F56CAF"/>
    <w:rsid w:val="00F62DCD"/>
    <w:rsid w:val="00F806DF"/>
    <w:rsid w:val="00F815E3"/>
    <w:rsid w:val="00F9448B"/>
    <w:rsid w:val="00FA0317"/>
    <w:rsid w:val="00FC413C"/>
    <w:rsid w:val="00FF34BD"/>
    <w:rsid w:val="00FF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D9AA24"/>
  <w15:chartTrackingRefBased/>
  <w15:docId w15:val="{D0A25670-8C1C-4B16-A988-2B807BE8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4AF0"/>
    <w:pPr>
      <w:widowControl w:val="0"/>
      <w:spacing w:line="280" w:lineRule="exact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レベル２みだし"/>
    <w:next w:val="a4"/>
    <w:qFormat/>
    <w:rsid w:val="00A84AF0"/>
    <w:pPr>
      <w:spacing w:line="280" w:lineRule="exact"/>
      <w:ind w:leftChars="100" w:left="200" w:hangingChars="100" w:hanging="100"/>
      <w:outlineLvl w:val="1"/>
    </w:pPr>
    <w:rPr>
      <w:rFonts w:ascii="ＭＳ 明朝" w:eastAsia="ＭＳ 明朝"/>
    </w:rPr>
  </w:style>
  <w:style w:type="paragraph" w:customStyle="1" w:styleId="1">
    <w:name w:val="1_文書番号・日付"/>
    <w:next w:val="a"/>
    <w:qFormat/>
    <w:rsid w:val="00A84AF0"/>
    <w:pPr>
      <w:spacing w:line="280" w:lineRule="exact"/>
      <w:ind w:rightChars="200" w:right="200"/>
      <w:jc w:val="right"/>
    </w:pPr>
    <w:rPr>
      <w:rFonts w:ascii="ＭＳ 明朝" w:eastAsia="ＭＳ 明朝"/>
    </w:rPr>
  </w:style>
  <w:style w:type="paragraph" w:customStyle="1" w:styleId="3">
    <w:name w:val="3_標題"/>
    <w:next w:val="4"/>
    <w:qFormat/>
    <w:rsid w:val="003D7F4A"/>
    <w:pPr>
      <w:spacing w:afterLines="50" w:after="50" w:line="280" w:lineRule="exact"/>
      <w:ind w:leftChars="300" w:left="300" w:rightChars="300" w:right="300"/>
      <w:jc w:val="both"/>
      <w:outlineLvl w:val="0"/>
    </w:pPr>
    <w:rPr>
      <w:rFonts w:ascii="ＭＳ 明朝" w:eastAsia="ＭＳ 明朝"/>
      <w:sz w:val="28"/>
    </w:rPr>
  </w:style>
  <w:style w:type="paragraph" w:customStyle="1" w:styleId="4">
    <w:name w:val="4_前文"/>
    <w:qFormat/>
    <w:rsid w:val="00A84AF0"/>
    <w:pPr>
      <w:spacing w:line="280" w:lineRule="exact"/>
      <w:ind w:firstLineChars="100" w:firstLine="100"/>
    </w:pPr>
    <w:rPr>
      <w:rFonts w:ascii="ＭＳ 明朝" w:eastAsia="ＭＳ 明朝"/>
    </w:rPr>
  </w:style>
  <w:style w:type="paragraph" w:styleId="a5">
    <w:name w:val="Note Heading"/>
    <w:basedOn w:val="a"/>
    <w:next w:val="a"/>
    <w:link w:val="a6"/>
    <w:uiPriority w:val="99"/>
    <w:unhideWhenUsed/>
    <w:rsid w:val="002656EC"/>
    <w:pPr>
      <w:jc w:val="center"/>
    </w:pPr>
  </w:style>
  <w:style w:type="character" w:customStyle="1" w:styleId="a6">
    <w:name w:val="記 (文字)"/>
    <w:basedOn w:val="a0"/>
    <w:link w:val="a5"/>
    <w:uiPriority w:val="99"/>
    <w:rsid w:val="002656EC"/>
    <w:rPr>
      <w:rFonts w:eastAsia="ＭＳ 明朝"/>
    </w:rPr>
  </w:style>
  <w:style w:type="paragraph" w:styleId="a7">
    <w:name w:val="Closing"/>
    <w:basedOn w:val="a"/>
    <w:link w:val="a8"/>
    <w:uiPriority w:val="99"/>
    <w:unhideWhenUsed/>
    <w:rsid w:val="002656EC"/>
    <w:pPr>
      <w:jc w:val="right"/>
    </w:pPr>
  </w:style>
  <w:style w:type="character" w:customStyle="1" w:styleId="a8">
    <w:name w:val="結語 (文字)"/>
    <w:basedOn w:val="a0"/>
    <w:link w:val="a7"/>
    <w:uiPriority w:val="99"/>
    <w:rsid w:val="002656EC"/>
    <w:rPr>
      <w:rFonts w:eastAsia="ＭＳ 明朝"/>
    </w:rPr>
  </w:style>
  <w:style w:type="paragraph" w:customStyle="1" w:styleId="a9">
    <w:name w:val="レベル１みだし"/>
    <w:next w:val="aa"/>
    <w:qFormat/>
    <w:rsid w:val="00A84AF0"/>
    <w:pPr>
      <w:spacing w:beforeLines="50" w:before="50" w:line="280" w:lineRule="exact"/>
      <w:ind w:left="100" w:hangingChars="100" w:hanging="100"/>
      <w:outlineLvl w:val="0"/>
    </w:pPr>
    <w:rPr>
      <w:rFonts w:ascii="ＭＳ 明朝" w:eastAsia="ＭＳ 明朝"/>
    </w:rPr>
  </w:style>
  <w:style w:type="paragraph" w:customStyle="1" w:styleId="aa">
    <w:name w:val="レベル１本文"/>
    <w:qFormat/>
    <w:rsid w:val="00A84AF0"/>
    <w:pPr>
      <w:spacing w:line="280" w:lineRule="exact"/>
      <w:ind w:leftChars="100" w:left="100" w:firstLineChars="100" w:firstLine="100"/>
    </w:pPr>
    <w:rPr>
      <w:rFonts w:ascii="ＭＳ 明朝" w:eastAsia="ＭＳ 明朝"/>
    </w:rPr>
  </w:style>
  <w:style w:type="paragraph" w:customStyle="1" w:styleId="a4">
    <w:name w:val="レベル２本文"/>
    <w:qFormat/>
    <w:rsid w:val="00A84AF0"/>
    <w:pPr>
      <w:spacing w:line="280" w:lineRule="exact"/>
      <w:ind w:leftChars="200" w:left="200" w:firstLineChars="100" w:firstLine="100"/>
    </w:pPr>
    <w:rPr>
      <w:rFonts w:ascii="ＭＳ 明朝" w:eastAsia="ＭＳ 明朝"/>
    </w:rPr>
  </w:style>
  <w:style w:type="paragraph" w:customStyle="1" w:styleId="ab">
    <w:name w:val="レベル３みだし"/>
    <w:next w:val="ac"/>
    <w:qFormat/>
    <w:rsid w:val="00A84AF0"/>
    <w:pPr>
      <w:spacing w:line="280" w:lineRule="exact"/>
      <w:ind w:leftChars="200" w:left="300" w:hangingChars="100" w:hanging="100"/>
      <w:outlineLvl w:val="2"/>
    </w:pPr>
    <w:rPr>
      <w:rFonts w:ascii="ＭＳ 明朝" w:eastAsia="ＭＳ 明朝"/>
    </w:rPr>
  </w:style>
  <w:style w:type="paragraph" w:customStyle="1" w:styleId="ac">
    <w:name w:val="レベル３本文"/>
    <w:qFormat/>
    <w:rsid w:val="00A84AF0"/>
    <w:pPr>
      <w:spacing w:line="280" w:lineRule="exact"/>
      <w:ind w:leftChars="300" w:left="300" w:firstLineChars="100" w:firstLine="100"/>
    </w:pPr>
    <w:rPr>
      <w:rFonts w:ascii="ＭＳ 明朝" w:eastAsia="ＭＳ 明朝"/>
    </w:rPr>
  </w:style>
  <w:style w:type="paragraph" w:customStyle="1" w:styleId="ad">
    <w:name w:val="レベル４みだし"/>
    <w:next w:val="ae"/>
    <w:qFormat/>
    <w:rsid w:val="00A84AF0"/>
    <w:pPr>
      <w:spacing w:line="280" w:lineRule="exact"/>
      <w:ind w:leftChars="300" w:left="400" w:hangingChars="100" w:hanging="100"/>
      <w:outlineLvl w:val="3"/>
    </w:pPr>
    <w:rPr>
      <w:rFonts w:ascii="ＭＳ 明朝" w:eastAsia="ＭＳ 明朝"/>
    </w:rPr>
  </w:style>
  <w:style w:type="paragraph" w:customStyle="1" w:styleId="ae">
    <w:name w:val="レベル４本文"/>
    <w:qFormat/>
    <w:rsid w:val="00A84AF0"/>
    <w:pPr>
      <w:spacing w:line="280" w:lineRule="exact"/>
      <w:ind w:leftChars="400" w:left="400" w:firstLineChars="100" w:firstLine="100"/>
    </w:pPr>
    <w:rPr>
      <w:rFonts w:ascii="ＭＳ 明朝" w:eastAsia="ＭＳ 明朝"/>
    </w:rPr>
  </w:style>
  <w:style w:type="table" w:styleId="af">
    <w:name w:val="Table Grid"/>
    <w:basedOn w:val="a1"/>
    <w:uiPriority w:val="39"/>
    <w:rsid w:val="009C1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CD59E4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CD59E4"/>
    <w:rPr>
      <w:rFonts w:eastAsia="ＭＳ 明朝"/>
    </w:rPr>
  </w:style>
  <w:style w:type="paragraph" w:styleId="af2">
    <w:name w:val="footer"/>
    <w:basedOn w:val="a"/>
    <w:link w:val="af3"/>
    <w:uiPriority w:val="99"/>
    <w:unhideWhenUsed/>
    <w:rsid w:val="00CD59E4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CD59E4"/>
    <w:rPr>
      <w:rFonts w:eastAsia="ＭＳ 明朝"/>
    </w:rPr>
  </w:style>
  <w:style w:type="paragraph" w:styleId="af4">
    <w:name w:val="Balloon Text"/>
    <w:basedOn w:val="a"/>
    <w:link w:val="af5"/>
    <w:uiPriority w:val="99"/>
    <w:semiHidden/>
    <w:unhideWhenUsed/>
    <w:rsid w:val="004146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41463C"/>
    <w:rPr>
      <w:rFonts w:asciiTheme="majorHAnsi" w:eastAsiaTheme="majorEastAsia" w:hAnsiTheme="majorHAnsi" w:cstheme="majorBidi"/>
      <w:sz w:val="18"/>
      <w:szCs w:val="18"/>
    </w:rPr>
  </w:style>
  <w:style w:type="paragraph" w:customStyle="1" w:styleId="2">
    <w:name w:val="2_宛名"/>
    <w:next w:val="a"/>
    <w:qFormat/>
    <w:rsid w:val="00A84AF0"/>
    <w:pPr>
      <w:spacing w:line="280" w:lineRule="exact"/>
      <w:ind w:leftChars="100" w:left="100"/>
    </w:pPr>
    <w:rPr>
      <w:rFonts w:ascii="ＭＳ 明朝" w:eastAsia="ＭＳ 明朝"/>
    </w:rPr>
  </w:style>
  <w:style w:type="paragraph" w:styleId="af6">
    <w:name w:val="Date"/>
    <w:basedOn w:val="a"/>
    <w:next w:val="a"/>
    <w:link w:val="af7"/>
    <w:uiPriority w:val="99"/>
    <w:semiHidden/>
    <w:unhideWhenUsed/>
    <w:rsid w:val="00F806DF"/>
  </w:style>
  <w:style w:type="character" w:customStyle="1" w:styleId="af7">
    <w:name w:val="日付 (文字)"/>
    <w:basedOn w:val="a0"/>
    <w:link w:val="af6"/>
    <w:uiPriority w:val="99"/>
    <w:semiHidden/>
    <w:rsid w:val="00F806DF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5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mmursh\Documents\Office%20&#12398;&#12459;&#12473;&#12479;&#12512;%20&#12486;&#12531;&#12503;&#12524;&#12540;&#12488;\&#20844;&#29992;&#25991;&#27726;&#29992;&#12486;&#12531;&#12503;&#12524;&#12540;&#1248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公用文汎用テンプレート.dotx</Template>
  <TotalTime>20</TotalTime>
  <Pages>2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0007058</cp:lastModifiedBy>
  <cp:revision>20</cp:revision>
  <cp:lastPrinted>2023-06-06T23:57:00Z</cp:lastPrinted>
  <dcterms:created xsi:type="dcterms:W3CDTF">2024-12-11T07:03:00Z</dcterms:created>
  <dcterms:modified xsi:type="dcterms:W3CDTF">2025-06-08T23:26:00Z</dcterms:modified>
</cp:coreProperties>
</file>