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815" w:rsidRPr="00541C9C" w:rsidRDefault="00E42815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 w:rsidRPr="00541C9C">
        <w:rPr>
          <w:rFonts w:ascii="ＭＳ ゴシック" w:eastAsia="ＭＳ ゴシック" w:hAnsi="ＭＳ ゴシック" w:hint="eastAsia"/>
        </w:rPr>
        <w:t>様式第十九号</w:t>
      </w:r>
      <w:r w:rsidRPr="00541C9C">
        <w:rPr>
          <w:rFonts w:hint="eastAsia"/>
        </w:rPr>
        <w:t>(第十二条の四関係)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8"/>
        <w:gridCol w:w="7283"/>
      </w:tblGrid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cantSplit/>
          <w:trHeight w:val="6137"/>
        </w:trPr>
        <w:tc>
          <w:tcPr>
            <w:tcW w:w="9671" w:type="dxa"/>
            <w:gridSpan w:val="2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240"/>
              <w:jc w:val="center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>産業廃棄物処理施設使用前検査申請書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480"/>
              <w:ind w:right="216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　　年　　月　　日</w:t>
            </w:r>
          </w:p>
          <w:p w:rsidR="00E42815" w:rsidRPr="00541C9C" w:rsidRDefault="00FF057C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保健所長</w:t>
            </w:r>
            <w:r w:rsidR="00E42815" w:rsidRPr="00541C9C">
              <w:rPr>
                <w:rFonts w:hint="eastAsia"/>
              </w:rPr>
              <w:t xml:space="preserve">　　　　殿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240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 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申請者　　　　　　　　　　　　　　　　　　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105"/>
              </w:rPr>
              <w:t>住</w:t>
            </w:r>
            <w:r w:rsidRPr="00541C9C">
              <w:rPr>
                <w:rFonts w:hint="eastAsia"/>
              </w:rPr>
              <w:t xml:space="preserve">所　　　　　　　　　　　　　　　　　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105"/>
              </w:rPr>
              <w:t>氏</w:t>
            </w:r>
            <w:r w:rsidRPr="00541C9C">
              <w:rPr>
                <w:rFonts w:hint="eastAsia"/>
              </w:rPr>
              <w:t xml:space="preserve">名　　　　　　　　　　　　　　　　　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>(法人にあっては、名称及び代表者の氏名)</w:t>
            </w:r>
          </w:p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after="360"/>
              <w:ind w:right="420"/>
              <w:jc w:val="righ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電話番号　　　　　　　　　　　　　　　　</w:t>
            </w:r>
          </w:p>
          <w:p w:rsidR="00E42815" w:rsidRPr="00541C9C" w:rsidRDefault="00E42815" w:rsidP="0078325B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　廃棄物の処理及び清掃に関する法律第15条の</w:t>
            </w:r>
            <w:r w:rsidR="005A410F" w:rsidRPr="00541C9C">
              <w:rPr>
                <w:rFonts w:hint="eastAsia"/>
              </w:rPr>
              <w:t>２</w:t>
            </w:r>
            <w:r w:rsidRPr="00541C9C">
              <w:rPr>
                <w:rFonts w:hint="eastAsia"/>
              </w:rPr>
              <w:t>第</w:t>
            </w:r>
            <w:r w:rsidR="005A410F" w:rsidRPr="00541C9C">
              <w:rPr>
                <w:rFonts w:hint="eastAsia"/>
              </w:rPr>
              <w:t>５</w:t>
            </w:r>
            <w:r w:rsidRPr="00541C9C">
              <w:rPr>
                <w:rFonts w:hint="eastAsia"/>
              </w:rPr>
              <w:t>項(法第15条の</w:t>
            </w:r>
            <w:r w:rsidR="005A410F" w:rsidRPr="00541C9C">
              <w:rPr>
                <w:rFonts w:hint="eastAsia"/>
              </w:rPr>
              <w:t>２の</w:t>
            </w:r>
            <w:r w:rsidR="00B31567" w:rsidRPr="00541C9C">
              <w:rPr>
                <w:rFonts w:hint="eastAsia"/>
              </w:rPr>
              <w:t>６</w:t>
            </w:r>
            <w:r w:rsidRPr="00541C9C">
              <w:rPr>
                <w:rFonts w:hint="eastAsia"/>
              </w:rPr>
              <w:t>第</w:t>
            </w:r>
            <w:r w:rsidR="005A410F" w:rsidRPr="00541C9C">
              <w:rPr>
                <w:rFonts w:hint="eastAsia"/>
              </w:rPr>
              <w:t>２</w:t>
            </w:r>
            <w:r w:rsidRPr="00541C9C">
              <w:rPr>
                <w:rFonts w:hint="eastAsia"/>
              </w:rPr>
              <w:t>項において準用する場合を含む。)の規定によ</w:t>
            </w:r>
            <w:r w:rsidR="00B31567" w:rsidRPr="00541C9C">
              <w:rPr>
                <w:rFonts w:hint="eastAsia"/>
              </w:rPr>
              <w:t>り、産業廃棄物処理</w:t>
            </w:r>
            <w:r w:rsidRPr="00541C9C">
              <w:rPr>
                <w:rFonts w:hint="eastAsia"/>
              </w:rPr>
              <w:t>施設の使用前検査を</w:t>
            </w:r>
            <w:r w:rsidR="00B31567" w:rsidRPr="00541C9C">
              <w:rPr>
                <w:rFonts w:hint="eastAsia"/>
              </w:rPr>
              <w:t>受けたいので</w:t>
            </w:r>
            <w:r w:rsidRPr="00541C9C">
              <w:rPr>
                <w:rFonts w:hint="eastAsia"/>
              </w:rPr>
              <w:t>、関係図面等を添えて申請します。</w:t>
            </w:r>
          </w:p>
        </w:tc>
      </w:tr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2388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53"/>
              </w:rPr>
              <w:t>許可の年月</w:t>
            </w:r>
            <w:r w:rsidRPr="00541C9C">
              <w:rPr>
                <w:rFonts w:hint="eastAsia"/>
              </w:rPr>
              <w:t>日</w:t>
            </w:r>
            <w:r w:rsidRPr="00541C9C">
              <w:rPr>
                <w:rFonts w:hint="eastAsia"/>
                <w:spacing w:val="53"/>
              </w:rPr>
              <w:t>及び許可番</w:t>
            </w:r>
            <w:r w:rsidRPr="00541C9C">
              <w:rPr>
                <w:rFonts w:hint="eastAsia"/>
              </w:rPr>
              <w:t>号</w:t>
            </w:r>
          </w:p>
        </w:tc>
        <w:tc>
          <w:tcPr>
            <w:tcW w:w="7283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　　　　年　　月　　日　　　　第　　　　　　号</w:t>
            </w:r>
          </w:p>
        </w:tc>
      </w:tr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cantSplit/>
          <w:trHeight w:val="926"/>
        </w:trPr>
        <w:tc>
          <w:tcPr>
            <w:tcW w:w="2388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170"/>
              </w:rPr>
              <w:t>設置場</w:t>
            </w:r>
            <w:r w:rsidRPr="00541C9C">
              <w:rPr>
                <w:rFonts w:hint="eastAsia"/>
              </w:rPr>
              <w:t>所</w:t>
            </w:r>
          </w:p>
        </w:tc>
        <w:tc>
          <w:tcPr>
            <w:tcW w:w="7283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　</w:t>
            </w:r>
          </w:p>
        </w:tc>
      </w:tr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cantSplit/>
          <w:trHeight w:val="926"/>
        </w:trPr>
        <w:tc>
          <w:tcPr>
            <w:tcW w:w="2388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60"/>
              </w:rPr>
              <w:t>竣功の年月</w:t>
            </w:r>
            <w:r w:rsidRPr="00541C9C">
              <w:rPr>
                <w:rFonts w:hint="eastAsia"/>
              </w:rPr>
              <w:t>日</w:t>
            </w:r>
          </w:p>
        </w:tc>
        <w:tc>
          <w:tcPr>
            <w:tcW w:w="7283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>年　　　　月　　　　日</w:t>
            </w:r>
          </w:p>
        </w:tc>
      </w:tr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2388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>使用開始予定年月日</w:t>
            </w:r>
          </w:p>
        </w:tc>
        <w:tc>
          <w:tcPr>
            <w:tcW w:w="7283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>年　　　　月　　　　日</w:t>
            </w:r>
          </w:p>
        </w:tc>
      </w:tr>
      <w:tr w:rsidR="00E42815" w:rsidRPr="00541C9C" w:rsidTr="00A67ED7">
        <w:tblPrEx>
          <w:tblCellMar>
            <w:top w:w="0" w:type="dxa"/>
            <w:bottom w:w="0" w:type="dxa"/>
          </w:tblCellMar>
        </w:tblPrEx>
        <w:trPr>
          <w:trHeight w:val="3048"/>
        </w:trPr>
        <w:tc>
          <w:tcPr>
            <w:tcW w:w="2388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  <w:spacing w:val="315"/>
              </w:rPr>
              <w:t>受付</w:t>
            </w:r>
            <w:r w:rsidRPr="00541C9C">
              <w:rPr>
                <w:rFonts w:hint="eastAsia"/>
              </w:rPr>
              <w:t>欄</w:t>
            </w:r>
          </w:p>
        </w:tc>
        <w:tc>
          <w:tcPr>
            <w:tcW w:w="7283" w:type="dxa"/>
            <w:vAlign w:val="center"/>
          </w:tcPr>
          <w:p w:rsidR="00E42815" w:rsidRPr="00541C9C" w:rsidRDefault="00E4281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541C9C">
              <w:rPr>
                <w:rFonts w:hint="eastAsia"/>
              </w:rPr>
              <w:t xml:space="preserve">　</w:t>
            </w:r>
          </w:p>
        </w:tc>
      </w:tr>
    </w:tbl>
    <w:p w:rsidR="00E42815" w:rsidRPr="00541C9C" w:rsidRDefault="00E42815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 w:rsidRPr="00541C9C">
        <w:rPr>
          <w:rFonts w:hint="eastAsia"/>
        </w:rPr>
        <w:t>(</w:t>
      </w:r>
      <w:r w:rsidR="00D51737">
        <w:rPr>
          <w:rFonts w:hint="eastAsia"/>
        </w:rPr>
        <w:t>日本産業</w:t>
      </w:r>
      <w:r w:rsidRPr="00541C9C">
        <w:rPr>
          <w:rFonts w:hint="eastAsia"/>
        </w:rPr>
        <w:t xml:space="preserve">規格　</w:t>
      </w:r>
      <w:r w:rsidR="00A01F16">
        <w:rPr>
          <w:rFonts w:hint="eastAsia"/>
        </w:rPr>
        <w:t>Ａ</w:t>
      </w:r>
      <w:r w:rsidRPr="00541C9C">
        <w:rPr>
          <w:rFonts w:hint="eastAsia"/>
        </w:rPr>
        <w:t>列</w:t>
      </w:r>
      <w:r w:rsidR="00A01F16">
        <w:rPr>
          <w:rFonts w:hint="eastAsia"/>
        </w:rPr>
        <w:t>４</w:t>
      </w:r>
      <w:r w:rsidRPr="00541C9C">
        <w:rPr>
          <w:rFonts w:hint="eastAsia"/>
        </w:rPr>
        <w:t>番)</w:t>
      </w:r>
    </w:p>
    <w:sectPr w:rsidR="00E42815" w:rsidRPr="00541C9C" w:rsidSect="00A67ED7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C02" w:rsidRDefault="00C83C02">
      <w:r>
        <w:separator/>
      </w:r>
    </w:p>
  </w:endnote>
  <w:endnote w:type="continuationSeparator" w:id="0">
    <w:p w:rsidR="00C83C02" w:rsidRDefault="00C8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C02" w:rsidRDefault="00C83C02">
      <w:r>
        <w:separator/>
      </w:r>
    </w:p>
  </w:footnote>
  <w:footnote w:type="continuationSeparator" w:id="0">
    <w:p w:rsidR="00C83C02" w:rsidRDefault="00C83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56"/>
    <w:rsid w:val="00002F23"/>
    <w:rsid w:val="00082106"/>
    <w:rsid w:val="0014392B"/>
    <w:rsid w:val="00195CA8"/>
    <w:rsid w:val="001E389F"/>
    <w:rsid w:val="001E4AFF"/>
    <w:rsid w:val="003636DC"/>
    <w:rsid w:val="00465905"/>
    <w:rsid w:val="00541C9C"/>
    <w:rsid w:val="005A410F"/>
    <w:rsid w:val="00617409"/>
    <w:rsid w:val="0068040C"/>
    <w:rsid w:val="0069367C"/>
    <w:rsid w:val="0078325B"/>
    <w:rsid w:val="00825F79"/>
    <w:rsid w:val="009174CE"/>
    <w:rsid w:val="00A01F16"/>
    <w:rsid w:val="00A44A87"/>
    <w:rsid w:val="00A67ED7"/>
    <w:rsid w:val="00B31567"/>
    <w:rsid w:val="00BC4AFF"/>
    <w:rsid w:val="00C83C02"/>
    <w:rsid w:val="00CA2E32"/>
    <w:rsid w:val="00D23156"/>
    <w:rsid w:val="00D51737"/>
    <w:rsid w:val="00E42815"/>
    <w:rsid w:val="00E75215"/>
    <w:rsid w:val="00FE72CE"/>
    <w:rsid w:val="00F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9FE9DE-56FB-4A24-8B49-0EF88DAD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8325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8325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2002-02-18T03:56:00Z</cp:lastPrinted>
  <dcterms:created xsi:type="dcterms:W3CDTF">2024-04-07T03:34:00Z</dcterms:created>
  <dcterms:modified xsi:type="dcterms:W3CDTF">2024-04-07T03:34:00Z</dcterms:modified>
</cp:coreProperties>
</file>